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5D7C1718" w:rsidR="003254A3" w:rsidRPr="000719BB" w:rsidRDefault="00BD76C3" w:rsidP="006C2343">
      <w:pPr>
        <w:pStyle w:val="Titul2"/>
      </w:pPr>
      <w:r w:rsidRPr="000C6ECB">
        <w:t xml:space="preserve">Příloha č. </w:t>
      </w:r>
      <w:r w:rsidR="00A02219">
        <w:t>5b</w:t>
      </w:r>
      <w:r w:rsidRPr="000C6EC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77C32F41" w:rsidR="00BF54FE" w:rsidRPr="00D61BB3" w:rsidRDefault="00A02219" w:rsidP="006C2343">
          <w:pPr>
            <w:pStyle w:val="Tituldatum"/>
            <w:rPr>
              <w:rStyle w:val="Nzevakce"/>
            </w:rPr>
          </w:pPr>
          <w:r w:rsidRPr="00A02219">
            <w:rPr>
              <w:rStyle w:val="Nzevakce"/>
            </w:rPr>
            <w:t>„Údržba a opravy bytů u pozemních</w:t>
          </w:r>
          <w:r w:rsidR="00AA0C46">
            <w:rPr>
              <w:rStyle w:val="Nzevakce"/>
            </w:rPr>
            <w:t xml:space="preserve"> </w:t>
          </w:r>
          <w:r w:rsidRPr="00A02219">
            <w:rPr>
              <w:rStyle w:val="Nzevakce"/>
            </w:rPr>
            <w:t>objektů SPS v obvodu OŘ Ostrava 202</w:t>
          </w:r>
          <w:r w:rsidR="0027512F">
            <w:rPr>
              <w:rStyle w:val="Nzevakce"/>
            </w:rPr>
            <w:t>5</w:t>
          </w:r>
          <w:r w:rsidRPr="00A02219">
            <w:rPr>
              <w:rStyle w:val="Nzevakce"/>
            </w:rPr>
            <w:t>/202</w:t>
          </w:r>
          <w:r w:rsidR="0027512F">
            <w:rPr>
              <w:rStyle w:val="Nzevakce"/>
            </w:rPr>
            <w:t>6</w:t>
          </w:r>
          <w:r w:rsidRPr="00A02219">
            <w:rPr>
              <w:rStyle w:val="Nzevakce"/>
            </w:rPr>
            <w:t>“</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7DF56158" w:rsidR="00826B7B" w:rsidRPr="006C2343" w:rsidRDefault="006C2343" w:rsidP="006C2343">
      <w:pPr>
        <w:pStyle w:val="Tituldatum"/>
      </w:pPr>
      <w:r w:rsidRPr="006C2343">
        <w:t xml:space="preserve">Datum vydání: </w:t>
      </w:r>
      <w:r w:rsidRPr="006C2343">
        <w:tab/>
      </w:r>
      <w:r w:rsidR="00976824">
        <w:t>20</w:t>
      </w:r>
      <w:r w:rsidR="00FA4C8E">
        <w:t>.</w:t>
      </w:r>
      <w:r w:rsidR="00A02219">
        <w:t xml:space="preserve"> </w:t>
      </w:r>
      <w:r w:rsidR="00976824">
        <w:t>5</w:t>
      </w:r>
      <w:r w:rsidR="00FA4C8E">
        <w:t>.</w:t>
      </w:r>
      <w:r w:rsidR="00A02219">
        <w:t xml:space="preserve"> </w:t>
      </w:r>
      <w:r w:rsidR="00FA4C8E">
        <w:t>202</w:t>
      </w:r>
      <w:r w:rsidR="00AB410B">
        <w:t>5</w:t>
      </w:r>
      <w:r w:rsidR="0076790E">
        <w:t xml:space="preserve"> </w:t>
      </w:r>
    </w:p>
    <w:p w14:paraId="377EE8BF" w14:textId="77777777" w:rsidR="0002642A" w:rsidRDefault="0002642A" w:rsidP="0002642A">
      <w:pPr>
        <w:pStyle w:val="ZTPinfo-text"/>
        <w:rPr>
          <w:b/>
        </w:rPr>
      </w:pPr>
    </w:p>
    <w:p w14:paraId="3DC992D0" w14:textId="77777777" w:rsidR="0002642A" w:rsidRDefault="0002642A" w:rsidP="0002642A">
      <w:pPr>
        <w:pStyle w:val="ZTPinfo-text"/>
        <w:rPr>
          <w:b/>
        </w:rPr>
      </w:pPr>
    </w:p>
    <w:p w14:paraId="12EDD888" w14:textId="77777777" w:rsidR="0002642A" w:rsidRDefault="0002642A" w:rsidP="0002642A">
      <w:pPr>
        <w:pStyle w:val="ZTPinfo-text"/>
        <w:rPr>
          <w:b/>
        </w:rPr>
      </w:pPr>
    </w:p>
    <w:p w14:paraId="383AD8B3" w14:textId="77777777" w:rsidR="0002642A" w:rsidRDefault="0002642A" w:rsidP="0002642A">
      <w:pPr>
        <w:pStyle w:val="ZTPinfo-text"/>
        <w:rPr>
          <w:b/>
        </w:rPr>
      </w:pPr>
    </w:p>
    <w:p w14:paraId="5E5F5741" w14:textId="77777777" w:rsidR="0002642A" w:rsidRDefault="0002642A" w:rsidP="0002642A">
      <w:pPr>
        <w:pStyle w:val="ZTPinfo-text"/>
        <w:rPr>
          <w:b/>
        </w:rPr>
      </w:pPr>
    </w:p>
    <w:p w14:paraId="00F27DB9" w14:textId="77777777" w:rsidR="0002642A" w:rsidRDefault="0002642A" w:rsidP="0002642A">
      <w:pPr>
        <w:pStyle w:val="ZTPinfo-text"/>
        <w:rPr>
          <w:b/>
        </w:rPr>
      </w:pPr>
    </w:p>
    <w:p w14:paraId="48629ED3" w14:textId="77777777" w:rsidR="00BD7E91" w:rsidRDefault="00BD7E91" w:rsidP="00B101FD">
      <w:pPr>
        <w:pStyle w:val="Nadpisbezsl1-1"/>
      </w:pPr>
      <w:r>
        <w:t>Obsah</w:t>
      </w:r>
      <w:r w:rsidR="00887F36">
        <w:t xml:space="preserve"> </w:t>
      </w:r>
    </w:p>
    <w:p w14:paraId="1B27CF40" w14:textId="2D207883" w:rsidR="00976824"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202186792" w:history="1">
        <w:r w:rsidR="00976824" w:rsidRPr="009E4B61">
          <w:rPr>
            <w:rStyle w:val="Hypertextovodkaz"/>
          </w:rPr>
          <w:t>SEZNAM ZKRATEK</w:t>
        </w:r>
        <w:r w:rsidR="00976824">
          <w:rPr>
            <w:noProof/>
            <w:webHidden/>
          </w:rPr>
          <w:tab/>
        </w:r>
        <w:r w:rsidR="00976824">
          <w:rPr>
            <w:noProof/>
            <w:webHidden/>
          </w:rPr>
          <w:fldChar w:fldCharType="begin"/>
        </w:r>
        <w:r w:rsidR="00976824">
          <w:rPr>
            <w:noProof/>
            <w:webHidden/>
          </w:rPr>
          <w:instrText xml:space="preserve"> PAGEREF _Toc202186792 \h </w:instrText>
        </w:r>
        <w:r w:rsidR="00976824">
          <w:rPr>
            <w:noProof/>
            <w:webHidden/>
          </w:rPr>
        </w:r>
        <w:r w:rsidR="00976824">
          <w:rPr>
            <w:noProof/>
            <w:webHidden/>
          </w:rPr>
          <w:fldChar w:fldCharType="separate"/>
        </w:r>
        <w:r w:rsidR="00976824">
          <w:rPr>
            <w:noProof/>
            <w:webHidden/>
          </w:rPr>
          <w:t>2</w:t>
        </w:r>
        <w:r w:rsidR="00976824">
          <w:rPr>
            <w:noProof/>
            <w:webHidden/>
          </w:rPr>
          <w:fldChar w:fldCharType="end"/>
        </w:r>
      </w:hyperlink>
    </w:p>
    <w:p w14:paraId="6146873D" w14:textId="34EC4F89" w:rsidR="00976824" w:rsidRDefault="0097682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6793" w:history="1">
        <w:r w:rsidRPr="009E4B61">
          <w:rPr>
            <w:rStyle w:val="Hypertextovodkaz"/>
          </w:rPr>
          <w:t>Pojmy a definice</w:t>
        </w:r>
        <w:r>
          <w:rPr>
            <w:noProof/>
            <w:webHidden/>
          </w:rPr>
          <w:tab/>
        </w:r>
        <w:r>
          <w:rPr>
            <w:noProof/>
            <w:webHidden/>
          </w:rPr>
          <w:fldChar w:fldCharType="begin"/>
        </w:r>
        <w:r>
          <w:rPr>
            <w:noProof/>
            <w:webHidden/>
          </w:rPr>
          <w:instrText xml:space="preserve"> PAGEREF _Toc202186793 \h </w:instrText>
        </w:r>
        <w:r>
          <w:rPr>
            <w:noProof/>
            <w:webHidden/>
          </w:rPr>
        </w:r>
        <w:r>
          <w:rPr>
            <w:noProof/>
            <w:webHidden/>
          </w:rPr>
          <w:fldChar w:fldCharType="separate"/>
        </w:r>
        <w:r>
          <w:rPr>
            <w:noProof/>
            <w:webHidden/>
          </w:rPr>
          <w:t>3</w:t>
        </w:r>
        <w:r>
          <w:rPr>
            <w:noProof/>
            <w:webHidden/>
          </w:rPr>
          <w:fldChar w:fldCharType="end"/>
        </w:r>
      </w:hyperlink>
    </w:p>
    <w:p w14:paraId="69BF29D1" w14:textId="5BB06292" w:rsidR="00976824" w:rsidRDefault="0097682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6794" w:history="1">
        <w:r w:rsidRPr="009E4B61">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9E4B61">
          <w:rPr>
            <w:rStyle w:val="Hypertextovodkaz"/>
          </w:rPr>
          <w:t>SPECIFIKACE PŘEDMĚTU DÍLA</w:t>
        </w:r>
        <w:r>
          <w:rPr>
            <w:noProof/>
            <w:webHidden/>
          </w:rPr>
          <w:tab/>
        </w:r>
        <w:r>
          <w:rPr>
            <w:noProof/>
            <w:webHidden/>
          </w:rPr>
          <w:fldChar w:fldCharType="begin"/>
        </w:r>
        <w:r>
          <w:rPr>
            <w:noProof/>
            <w:webHidden/>
          </w:rPr>
          <w:instrText xml:space="preserve"> PAGEREF _Toc202186794 \h </w:instrText>
        </w:r>
        <w:r>
          <w:rPr>
            <w:noProof/>
            <w:webHidden/>
          </w:rPr>
        </w:r>
        <w:r>
          <w:rPr>
            <w:noProof/>
            <w:webHidden/>
          </w:rPr>
          <w:fldChar w:fldCharType="separate"/>
        </w:r>
        <w:r>
          <w:rPr>
            <w:noProof/>
            <w:webHidden/>
          </w:rPr>
          <w:t>5</w:t>
        </w:r>
        <w:r>
          <w:rPr>
            <w:noProof/>
            <w:webHidden/>
          </w:rPr>
          <w:fldChar w:fldCharType="end"/>
        </w:r>
      </w:hyperlink>
    </w:p>
    <w:p w14:paraId="65B41E06" w14:textId="766C5D4C" w:rsidR="00976824" w:rsidRDefault="00976824">
      <w:pPr>
        <w:pStyle w:val="Obsah2"/>
        <w:rPr>
          <w:rFonts w:asciiTheme="minorHAnsi" w:eastAsiaTheme="minorEastAsia" w:hAnsiTheme="minorHAnsi"/>
          <w:noProof/>
          <w:spacing w:val="0"/>
          <w:kern w:val="2"/>
          <w:sz w:val="24"/>
          <w:szCs w:val="24"/>
          <w:lang w:eastAsia="cs-CZ"/>
          <w14:ligatures w14:val="standardContextual"/>
        </w:rPr>
      </w:pPr>
      <w:hyperlink w:anchor="_Toc202186795" w:history="1">
        <w:r w:rsidRPr="009E4B61">
          <w:rPr>
            <w:rStyle w:val="Hypertextovodkaz"/>
            <w:rFonts w:asciiTheme="majorHAnsi" w:hAnsiTheme="majorHAnsi"/>
          </w:rPr>
          <w:t>1.1</w:t>
        </w:r>
        <w:r>
          <w:rPr>
            <w:rFonts w:asciiTheme="minorHAnsi" w:eastAsiaTheme="minorEastAsia" w:hAnsiTheme="minorHAnsi"/>
            <w:noProof/>
            <w:spacing w:val="0"/>
            <w:kern w:val="2"/>
            <w:sz w:val="24"/>
            <w:szCs w:val="24"/>
            <w:lang w:eastAsia="cs-CZ"/>
            <w14:ligatures w14:val="standardContextual"/>
          </w:rPr>
          <w:tab/>
        </w:r>
        <w:r w:rsidRPr="009E4B61">
          <w:rPr>
            <w:rStyle w:val="Hypertextovodkaz"/>
          </w:rPr>
          <w:t>Účel a rozsah předmětu Díla</w:t>
        </w:r>
        <w:r>
          <w:rPr>
            <w:noProof/>
            <w:webHidden/>
          </w:rPr>
          <w:tab/>
        </w:r>
        <w:r>
          <w:rPr>
            <w:noProof/>
            <w:webHidden/>
          </w:rPr>
          <w:fldChar w:fldCharType="begin"/>
        </w:r>
        <w:r>
          <w:rPr>
            <w:noProof/>
            <w:webHidden/>
          </w:rPr>
          <w:instrText xml:space="preserve"> PAGEREF _Toc202186795 \h </w:instrText>
        </w:r>
        <w:r>
          <w:rPr>
            <w:noProof/>
            <w:webHidden/>
          </w:rPr>
        </w:r>
        <w:r>
          <w:rPr>
            <w:noProof/>
            <w:webHidden/>
          </w:rPr>
          <w:fldChar w:fldCharType="separate"/>
        </w:r>
        <w:r>
          <w:rPr>
            <w:noProof/>
            <w:webHidden/>
          </w:rPr>
          <w:t>5</w:t>
        </w:r>
        <w:r>
          <w:rPr>
            <w:noProof/>
            <w:webHidden/>
          </w:rPr>
          <w:fldChar w:fldCharType="end"/>
        </w:r>
      </w:hyperlink>
    </w:p>
    <w:p w14:paraId="49F0C9FC" w14:textId="70A0377F" w:rsidR="00976824" w:rsidRDefault="00976824">
      <w:pPr>
        <w:pStyle w:val="Obsah2"/>
        <w:rPr>
          <w:rFonts w:asciiTheme="minorHAnsi" w:eastAsiaTheme="minorEastAsia" w:hAnsiTheme="minorHAnsi"/>
          <w:noProof/>
          <w:spacing w:val="0"/>
          <w:kern w:val="2"/>
          <w:sz w:val="24"/>
          <w:szCs w:val="24"/>
          <w:lang w:eastAsia="cs-CZ"/>
          <w14:ligatures w14:val="standardContextual"/>
        </w:rPr>
      </w:pPr>
      <w:hyperlink w:anchor="_Toc202186796" w:history="1">
        <w:r w:rsidRPr="009E4B61">
          <w:rPr>
            <w:rStyle w:val="Hypertextovodkaz"/>
            <w:rFonts w:asciiTheme="majorHAnsi" w:hAnsiTheme="majorHAnsi"/>
          </w:rPr>
          <w:t>1.2</w:t>
        </w:r>
        <w:r>
          <w:rPr>
            <w:rFonts w:asciiTheme="minorHAnsi" w:eastAsiaTheme="minorEastAsia" w:hAnsiTheme="minorHAnsi"/>
            <w:noProof/>
            <w:spacing w:val="0"/>
            <w:kern w:val="2"/>
            <w:sz w:val="24"/>
            <w:szCs w:val="24"/>
            <w:lang w:eastAsia="cs-CZ"/>
            <w14:ligatures w14:val="standardContextual"/>
          </w:rPr>
          <w:tab/>
        </w:r>
        <w:r w:rsidRPr="009E4B61">
          <w:rPr>
            <w:rStyle w:val="Hypertextovodkaz"/>
          </w:rPr>
          <w:t>Umístění stavby</w:t>
        </w:r>
        <w:r>
          <w:rPr>
            <w:noProof/>
            <w:webHidden/>
          </w:rPr>
          <w:tab/>
        </w:r>
        <w:r>
          <w:rPr>
            <w:noProof/>
            <w:webHidden/>
          </w:rPr>
          <w:fldChar w:fldCharType="begin"/>
        </w:r>
        <w:r>
          <w:rPr>
            <w:noProof/>
            <w:webHidden/>
          </w:rPr>
          <w:instrText xml:space="preserve"> PAGEREF _Toc202186796 \h </w:instrText>
        </w:r>
        <w:r>
          <w:rPr>
            <w:noProof/>
            <w:webHidden/>
          </w:rPr>
        </w:r>
        <w:r>
          <w:rPr>
            <w:noProof/>
            <w:webHidden/>
          </w:rPr>
          <w:fldChar w:fldCharType="separate"/>
        </w:r>
        <w:r>
          <w:rPr>
            <w:noProof/>
            <w:webHidden/>
          </w:rPr>
          <w:t>5</w:t>
        </w:r>
        <w:r>
          <w:rPr>
            <w:noProof/>
            <w:webHidden/>
          </w:rPr>
          <w:fldChar w:fldCharType="end"/>
        </w:r>
      </w:hyperlink>
    </w:p>
    <w:p w14:paraId="3581A16A" w14:textId="74676864" w:rsidR="00976824" w:rsidRDefault="0097682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6797" w:history="1">
        <w:r w:rsidRPr="009E4B61">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9E4B61">
          <w:rPr>
            <w:rStyle w:val="Hypertextovodkaz"/>
          </w:rPr>
          <w:t>PŘEHLED VÝCHOZÍCH PODKLADŮ</w:t>
        </w:r>
        <w:r>
          <w:rPr>
            <w:noProof/>
            <w:webHidden/>
          </w:rPr>
          <w:tab/>
        </w:r>
        <w:r>
          <w:rPr>
            <w:noProof/>
            <w:webHidden/>
          </w:rPr>
          <w:fldChar w:fldCharType="begin"/>
        </w:r>
        <w:r>
          <w:rPr>
            <w:noProof/>
            <w:webHidden/>
          </w:rPr>
          <w:instrText xml:space="preserve"> PAGEREF _Toc202186797 \h </w:instrText>
        </w:r>
        <w:r>
          <w:rPr>
            <w:noProof/>
            <w:webHidden/>
          </w:rPr>
        </w:r>
        <w:r>
          <w:rPr>
            <w:noProof/>
            <w:webHidden/>
          </w:rPr>
          <w:fldChar w:fldCharType="separate"/>
        </w:r>
        <w:r>
          <w:rPr>
            <w:noProof/>
            <w:webHidden/>
          </w:rPr>
          <w:t>5</w:t>
        </w:r>
        <w:r>
          <w:rPr>
            <w:noProof/>
            <w:webHidden/>
          </w:rPr>
          <w:fldChar w:fldCharType="end"/>
        </w:r>
      </w:hyperlink>
    </w:p>
    <w:p w14:paraId="491A2351" w14:textId="6CFAB1C6" w:rsidR="00976824" w:rsidRDefault="00976824">
      <w:pPr>
        <w:pStyle w:val="Obsah2"/>
        <w:rPr>
          <w:rFonts w:asciiTheme="minorHAnsi" w:eastAsiaTheme="minorEastAsia" w:hAnsiTheme="minorHAnsi"/>
          <w:noProof/>
          <w:spacing w:val="0"/>
          <w:kern w:val="2"/>
          <w:sz w:val="24"/>
          <w:szCs w:val="24"/>
          <w:lang w:eastAsia="cs-CZ"/>
          <w14:ligatures w14:val="standardContextual"/>
        </w:rPr>
      </w:pPr>
      <w:hyperlink w:anchor="_Toc202186798" w:history="1">
        <w:r w:rsidRPr="009E4B61">
          <w:rPr>
            <w:rStyle w:val="Hypertextovodkaz"/>
            <w:rFonts w:asciiTheme="majorHAnsi" w:hAnsiTheme="majorHAnsi"/>
          </w:rPr>
          <w:t>2.1</w:t>
        </w:r>
        <w:r>
          <w:rPr>
            <w:rFonts w:asciiTheme="minorHAnsi" w:eastAsiaTheme="minorEastAsia" w:hAnsiTheme="minorHAnsi"/>
            <w:noProof/>
            <w:spacing w:val="0"/>
            <w:kern w:val="2"/>
            <w:sz w:val="24"/>
            <w:szCs w:val="24"/>
            <w:lang w:eastAsia="cs-CZ"/>
            <w14:ligatures w14:val="standardContextual"/>
          </w:rPr>
          <w:tab/>
        </w:r>
        <w:r w:rsidRPr="009E4B61">
          <w:rPr>
            <w:rStyle w:val="Hypertextovodkaz"/>
          </w:rPr>
          <w:t>Projektová dokumentace</w:t>
        </w:r>
        <w:r>
          <w:rPr>
            <w:noProof/>
            <w:webHidden/>
          </w:rPr>
          <w:tab/>
        </w:r>
        <w:r>
          <w:rPr>
            <w:noProof/>
            <w:webHidden/>
          </w:rPr>
          <w:fldChar w:fldCharType="begin"/>
        </w:r>
        <w:r>
          <w:rPr>
            <w:noProof/>
            <w:webHidden/>
          </w:rPr>
          <w:instrText xml:space="preserve"> PAGEREF _Toc202186798 \h </w:instrText>
        </w:r>
        <w:r>
          <w:rPr>
            <w:noProof/>
            <w:webHidden/>
          </w:rPr>
        </w:r>
        <w:r>
          <w:rPr>
            <w:noProof/>
            <w:webHidden/>
          </w:rPr>
          <w:fldChar w:fldCharType="separate"/>
        </w:r>
        <w:r>
          <w:rPr>
            <w:noProof/>
            <w:webHidden/>
          </w:rPr>
          <w:t>5</w:t>
        </w:r>
        <w:r>
          <w:rPr>
            <w:noProof/>
            <w:webHidden/>
          </w:rPr>
          <w:fldChar w:fldCharType="end"/>
        </w:r>
      </w:hyperlink>
    </w:p>
    <w:p w14:paraId="0AC9C307" w14:textId="01D9137B" w:rsidR="00976824" w:rsidRDefault="00976824">
      <w:pPr>
        <w:pStyle w:val="Obsah2"/>
        <w:rPr>
          <w:rFonts w:asciiTheme="minorHAnsi" w:eastAsiaTheme="minorEastAsia" w:hAnsiTheme="minorHAnsi"/>
          <w:noProof/>
          <w:spacing w:val="0"/>
          <w:kern w:val="2"/>
          <w:sz w:val="24"/>
          <w:szCs w:val="24"/>
          <w:lang w:eastAsia="cs-CZ"/>
          <w14:ligatures w14:val="standardContextual"/>
        </w:rPr>
      </w:pPr>
      <w:hyperlink w:anchor="_Toc202186799" w:history="1">
        <w:r w:rsidRPr="009E4B61">
          <w:rPr>
            <w:rStyle w:val="Hypertextovodkaz"/>
            <w:rFonts w:asciiTheme="majorHAnsi" w:hAnsiTheme="majorHAnsi"/>
          </w:rPr>
          <w:t>2.2</w:t>
        </w:r>
        <w:r>
          <w:rPr>
            <w:rFonts w:asciiTheme="minorHAnsi" w:eastAsiaTheme="minorEastAsia" w:hAnsiTheme="minorHAnsi"/>
            <w:noProof/>
            <w:spacing w:val="0"/>
            <w:kern w:val="2"/>
            <w:sz w:val="24"/>
            <w:szCs w:val="24"/>
            <w:lang w:eastAsia="cs-CZ"/>
            <w14:ligatures w14:val="standardContextual"/>
          </w:rPr>
          <w:tab/>
        </w:r>
        <w:r w:rsidRPr="009E4B61">
          <w:rPr>
            <w:rStyle w:val="Hypertextovodkaz"/>
          </w:rPr>
          <w:t>Související dokumentace</w:t>
        </w:r>
        <w:r>
          <w:rPr>
            <w:noProof/>
            <w:webHidden/>
          </w:rPr>
          <w:tab/>
        </w:r>
        <w:r>
          <w:rPr>
            <w:noProof/>
            <w:webHidden/>
          </w:rPr>
          <w:fldChar w:fldCharType="begin"/>
        </w:r>
        <w:r>
          <w:rPr>
            <w:noProof/>
            <w:webHidden/>
          </w:rPr>
          <w:instrText xml:space="preserve"> PAGEREF _Toc202186799 \h </w:instrText>
        </w:r>
        <w:r>
          <w:rPr>
            <w:noProof/>
            <w:webHidden/>
          </w:rPr>
        </w:r>
        <w:r>
          <w:rPr>
            <w:noProof/>
            <w:webHidden/>
          </w:rPr>
          <w:fldChar w:fldCharType="separate"/>
        </w:r>
        <w:r>
          <w:rPr>
            <w:noProof/>
            <w:webHidden/>
          </w:rPr>
          <w:t>5</w:t>
        </w:r>
        <w:r>
          <w:rPr>
            <w:noProof/>
            <w:webHidden/>
          </w:rPr>
          <w:fldChar w:fldCharType="end"/>
        </w:r>
      </w:hyperlink>
    </w:p>
    <w:p w14:paraId="794BACE5" w14:textId="79244D36" w:rsidR="00976824" w:rsidRDefault="0097682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6800" w:history="1">
        <w:r w:rsidRPr="009E4B61">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9E4B61">
          <w:rPr>
            <w:rStyle w:val="Hypertextovodkaz"/>
          </w:rPr>
          <w:t>KOORDINACE S JINÝMI STAVBAMI</w:t>
        </w:r>
        <w:r>
          <w:rPr>
            <w:noProof/>
            <w:webHidden/>
          </w:rPr>
          <w:tab/>
        </w:r>
        <w:r>
          <w:rPr>
            <w:noProof/>
            <w:webHidden/>
          </w:rPr>
          <w:fldChar w:fldCharType="begin"/>
        </w:r>
        <w:r>
          <w:rPr>
            <w:noProof/>
            <w:webHidden/>
          </w:rPr>
          <w:instrText xml:space="preserve"> PAGEREF _Toc202186800 \h </w:instrText>
        </w:r>
        <w:r>
          <w:rPr>
            <w:noProof/>
            <w:webHidden/>
          </w:rPr>
        </w:r>
        <w:r>
          <w:rPr>
            <w:noProof/>
            <w:webHidden/>
          </w:rPr>
          <w:fldChar w:fldCharType="separate"/>
        </w:r>
        <w:r>
          <w:rPr>
            <w:noProof/>
            <w:webHidden/>
          </w:rPr>
          <w:t>5</w:t>
        </w:r>
        <w:r>
          <w:rPr>
            <w:noProof/>
            <w:webHidden/>
          </w:rPr>
          <w:fldChar w:fldCharType="end"/>
        </w:r>
      </w:hyperlink>
    </w:p>
    <w:p w14:paraId="6734C6B9" w14:textId="6EAAB047" w:rsidR="00976824" w:rsidRDefault="0097682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6801" w:history="1">
        <w:r w:rsidRPr="009E4B61">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9E4B61">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_Toc202186801 \h </w:instrText>
        </w:r>
        <w:r>
          <w:rPr>
            <w:noProof/>
            <w:webHidden/>
          </w:rPr>
        </w:r>
        <w:r>
          <w:rPr>
            <w:noProof/>
            <w:webHidden/>
          </w:rPr>
          <w:fldChar w:fldCharType="separate"/>
        </w:r>
        <w:r>
          <w:rPr>
            <w:noProof/>
            <w:webHidden/>
          </w:rPr>
          <w:t>6</w:t>
        </w:r>
        <w:r>
          <w:rPr>
            <w:noProof/>
            <w:webHidden/>
          </w:rPr>
          <w:fldChar w:fldCharType="end"/>
        </w:r>
      </w:hyperlink>
    </w:p>
    <w:p w14:paraId="6EB89905" w14:textId="2AE73242" w:rsidR="00976824" w:rsidRDefault="00976824">
      <w:pPr>
        <w:pStyle w:val="Obsah2"/>
        <w:rPr>
          <w:rFonts w:asciiTheme="minorHAnsi" w:eastAsiaTheme="minorEastAsia" w:hAnsiTheme="minorHAnsi"/>
          <w:noProof/>
          <w:spacing w:val="0"/>
          <w:kern w:val="2"/>
          <w:sz w:val="24"/>
          <w:szCs w:val="24"/>
          <w:lang w:eastAsia="cs-CZ"/>
          <w14:ligatures w14:val="standardContextual"/>
        </w:rPr>
      </w:pPr>
      <w:hyperlink w:anchor="_Toc202186802" w:history="1">
        <w:r w:rsidRPr="009E4B61">
          <w:rPr>
            <w:rStyle w:val="Hypertextovodkaz"/>
            <w:rFonts w:asciiTheme="majorHAnsi" w:hAnsiTheme="majorHAnsi"/>
          </w:rPr>
          <w:t>4.1</w:t>
        </w:r>
        <w:r>
          <w:rPr>
            <w:rFonts w:asciiTheme="minorHAnsi" w:eastAsiaTheme="minorEastAsia" w:hAnsiTheme="minorHAnsi"/>
            <w:noProof/>
            <w:spacing w:val="0"/>
            <w:kern w:val="2"/>
            <w:sz w:val="24"/>
            <w:szCs w:val="24"/>
            <w:lang w:eastAsia="cs-CZ"/>
            <w14:ligatures w14:val="standardContextual"/>
          </w:rPr>
          <w:tab/>
        </w:r>
        <w:r w:rsidRPr="009E4B61">
          <w:rPr>
            <w:rStyle w:val="Hypertextovodkaz"/>
          </w:rPr>
          <w:t>Všeobecně</w:t>
        </w:r>
        <w:r>
          <w:rPr>
            <w:noProof/>
            <w:webHidden/>
          </w:rPr>
          <w:tab/>
        </w:r>
        <w:r>
          <w:rPr>
            <w:noProof/>
            <w:webHidden/>
          </w:rPr>
          <w:fldChar w:fldCharType="begin"/>
        </w:r>
        <w:r>
          <w:rPr>
            <w:noProof/>
            <w:webHidden/>
          </w:rPr>
          <w:instrText xml:space="preserve"> PAGEREF _Toc202186802 \h </w:instrText>
        </w:r>
        <w:r>
          <w:rPr>
            <w:noProof/>
            <w:webHidden/>
          </w:rPr>
        </w:r>
        <w:r>
          <w:rPr>
            <w:noProof/>
            <w:webHidden/>
          </w:rPr>
          <w:fldChar w:fldCharType="separate"/>
        </w:r>
        <w:r>
          <w:rPr>
            <w:noProof/>
            <w:webHidden/>
          </w:rPr>
          <w:t>6</w:t>
        </w:r>
        <w:r>
          <w:rPr>
            <w:noProof/>
            <w:webHidden/>
          </w:rPr>
          <w:fldChar w:fldCharType="end"/>
        </w:r>
      </w:hyperlink>
    </w:p>
    <w:p w14:paraId="3AD351A6" w14:textId="7C80560A" w:rsidR="00976824" w:rsidRDefault="00976824">
      <w:pPr>
        <w:pStyle w:val="Obsah2"/>
        <w:rPr>
          <w:rFonts w:asciiTheme="minorHAnsi" w:eastAsiaTheme="minorEastAsia" w:hAnsiTheme="minorHAnsi"/>
          <w:noProof/>
          <w:spacing w:val="0"/>
          <w:kern w:val="2"/>
          <w:sz w:val="24"/>
          <w:szCs w:val="24"/>
          <w:lang w:eastAsia="cs-CZ"/>
          <w14:ligatures w14:val="standardContextual"/>
        </w:rPr>
      </w:pPr>
      <w:hyperlink w:anchor="_Toc202186803" w:history="1">
        <w:r w:rsidRPr="009E4B61">
          <w:rPr>
            <w:rStyle w:val="Hypertextovodkaz"/>
            <w:rFonts w:asciiTheme="majorHAnsi" w:hAnsiTheme="majorHAnsi"/>
          </w:rPr>
          <w:t>4.2</w:t>
        </w:r>
        <w:r>
          <w:rPr>
            <w:rFonts w:asciiTheme="minorHAnsi" w:eastAsiaTheme="minorEastAsia" w:hAnsiTheme="minorHAnsi"/>
            <w:noProof/>
            <w:spacing w:val="0"/>
            <w:kern w:val="2"/>
            <w:sz w:val="24"/>
            <w:szCs w:val="24"/>
            <w:lang w:eastAsia="cs-CZ"/>
            <w14:ligatures w14:val="standardContextual"/>
          </w:rPr>
          <w:tab/>
        </w:r>
        <w:r w:rsidRPr="009E4B61">
          <w:rPr>
            <w:rStyle w:val="Hypertextovodkaz"/>
          </w:rPr>
          <w:t>Zeměměřická činnost zhotovitele</w:t>
        </w:r>
        <w:r>
          <w:rPr>
            <w:noProof/>
            <w:webHidden/>
          </w:rPr>
          <w:tab/>
        </w:r>
        <w:r>
          <w:rPr>
            <w:noProof/>
            <w:webHidden/>
          </w:rPr>
          <w:fldChar w:fldCharType="begin"/>
        </w:r>
        <w:r>
          <w:rPr>
            <w:noProof/>
            <w:webHidden/>
          </w:rPr>
          <w:instrText xml:space="preserve"> PAGEREF _Toc202186803 \h </w:instrText>
        </w:r>
        <w:r>
          <w:rPr>
            <w:noProof/>
            <w:webHidden/>
          </w:rPr>
        </w:r>
        <w:r>
          <w:rPr>
            <w:noProof/>
            <w:webHidden/>
          </w:rPr>
          <w:fldChar w:fldCharType="separate"/>
        </w:r>
        <w:r>
          <w:rPr>
            <w:noProof/>
            <w:webHidden/>
          </w:rPr>
          <w:t>11</w:t>
        </w:r>
        <w:r>
          <w:rPr>
            <w:noProof/>
            <w:webHidden/>
          </w:rPr>
          <w:fldChar w:fldCharType="end"/>
        </w:r>
      </w:hyperlink>
    </w:p>
    <w:p w14:paraId="57F01875" w14:textId="3F1F93EB" w:rsidR="00976824" w:rsidRDefault="00976824">
      <w:pPr>
        <w:pStyle w:val="Obsah2"/>
        <w:rPr>
          <w:rFonts w:asciiTheme="minorHAnsi" w:eastAsiaTheme="minorEastAsia" w:hAnsiTheme="minorHAnsi"/>
          <w:noProof/>
          <w:spacing w:val="0"/>
          <w:kern w:val="2"/>
          <w:sz w:val="24"/>
          <w:szCs w:val="24"/>
          <w:lang w:eastAsia="cs-CZ"/>
          <w14:ligatures w14:val="standardContextual"/>
        </w:rPr>
      </w:pPr>
      <w:hyperlink w:anchor="_Toc202186804" w:history="1">
        <w:r w:rsidRPr="009E4B61">
          <w:rPr>
            <w:rStyle w:val="Hypertextovodkaz"/>
            <w:rFonts w:asciiTheme="majorHAnsi" w:hAnsiTheme="majorHAnsi"/>
          </w:rPr>
          <w:t>4.3</w:t>
        </w:r>
        <w:r>
          <w:rPr>
            <w:rFonts w:asciiTheme="minorHAnsi" w:eastAsiaTheme="minorEastAsia" w:hAnsiTheme="minorHAnsi"/>
            <w:noProof/>
            <w:spacing w:val="0"/>
            <w:kern w:val="2"/>
            <w:sz w:val="24"/>
            <w:szCs w:val="24"/>
            <w:lang w:eastAsia="cs-CZ"/>
            <w14:ligatures w14:val="standardContextual"/>
          </w:rPr>
          <w:tab/>
        </w:r>
        <w:r w:rsidRPr="009E4B61">
          <w:rPr>
            <w:rStyle w:val="Hypertextovodkaz"/>
          </w:rPr>
          <w:t>Doklady předkládané zhotovitelem</w:t>
        </w:r>
        <w:r>
          <w:rPr>
            <w:noProof/>
            <w:webHidden/>
          </w:rPr>
          <w:tab/>
        </w:r>
        <w:r>
          <w:rPr>
            <w:noProof/>
            <w:webHidden/>
          </w:rPr>
          <w:fldChar w:fldCharType="begin"/>
        </w:r>
        <w:r>
          <w:rPr>
            <w:noProof/>
            <w:webHidden/>
          </w:rPr>
          <w:instrText xml:space="preserve"> PAGEREF _Toc202186804 \h </w:instrText>
        </w:r>
        <w:r>
          <w:rPr>
            <w:noProof/>
            <w:webHidden/>
          </w:rPr>
        </w:r>
        <w:r>
          <w:rPr>
            <w:noProof/>
            <w:webHidden/>
          </w:rPr>
          <w:fldChar w:fldCharType="separate"/>
        </w:r>
        <w:r>
          <w:rPr>
            <w:noProof/>
            <w:webHidden/>
          </w:rPr>
          <w:t>11</w:t>
        </w:r>
        <w:r>
          <w:rPr>
            <w:noProof/>
            <w:webHidden/>
          </w:rPr>
          <w:fldChar w:fldCharType="end"/>
        </w:r>
      </w:hyperlink>
    </w:p>
    <w:p w14:paraId="30E72176" w14:textId="27F2BD5B" w:rsidR="00976824" w:rsidRDefault="00976824">
      <w:pPr>
        <w:pStyle w:val="Obsah2"/>
        <w:rPr>
          <w:rFonts w:asciiTheme="minorHAnsi" w:eastAsiaTheme="minorEastAsia" w:hAnsiTheme="minorHAnsi"/>
          <w:noProof/>
          <w:spacing w:val="0"/>
          <w:kern w:val="2"/>
          <w:sz w:val="24"/>
          <w:szCs w:val="24"/>
          <w:lang w:eastAsia="cs-CZ"/>
          <w14:ligatures w14:val="standardContextual"/>
        </w:rPr>
      </w:pPr>
      <w:hyperlink w:anchor="_Toc202186805" w:history="1">
        <w:r w:rsidRPr="009E4B61">
          <w:rPr>
            <w:rStyle w:val="Hypertextovodkaz"/>
            <w:rFonts w:asciiTheme="majorHAnsi" w:hAnsiTheme="majorHAnsi"/>
          </w:rPr>
          <w:t>4.4</w:t>
        </w:r>
        <w:r>
          <w:rPr>
            <w:rFonts w:asciiTheme="minorHAnsi" w:eastAsiaTheme="minorEastAsia" w:hAnsiTheme="minorHAnsi"/>
            <w:noProof/>
            <w:spacing w:val="0"/>
            <w:kern w:val="2"/>
            <w:sz w:val="24"/>
            <w:szCs w:val="24"/>
            <w:lang w:eastAsia="cs-CZ"/>
            <w14:ligatures w14:val="standardContextual"/>
          </w:rPr>
          <w:tab/>
        </w:r>
        <w:r w:rsidRPr="009E4B61">
          <w:rPr>
            <w:rStyle w:val="Hypertextovodkaz"/>
          </w:rPr>
          <w:t>Dokumentace zhotovitele pro stavbu</w:t>
        </w:r>
        <w:r>
          <w:rPr>
            <w:noProof/>
            <w:webHidden/>
          </w:rPr>
          <w:tab/>
        </w:r>
        <w:r>
          <w:rPr>
            <w:noProof/>
            <w:webHidden/>
          </w:rPr>
          <w:fldChar w:fldCharType="begin"/>
        </w:r>
        <w:r>
          <w:rPr>
            <w:noProof/>
            <w:webHidden/>
          </w:rPr>
          <w:instrText xml:space="preserve"> PAGEREF _Toc202186805 \h </w:instrText>
        </w:r>
        <w:r>
          <w:rPr>
            <w:noProof/>
            <w:webHidden/>
          </w:rPr>
        </w:r>
        <w:r>
          <w:rPr>
            <w:noProof/>
            <w:webHidden/>
          </w:rPr>
          <w:fldChar w:fldCharType="separate"/>
        </w:r>
        <w:r>
          <w:rPr>
            <w:noProof/>
            <w:webHidden/>
          </w:rPr>
          <w:t>11</w:t>
        </w:r>
        <w:r>
          <w:rPr>
            <w:noProof/>
            <w:webHidden/>
          </w:rPr>
          <w:fldChar w:fldCharType="end"/>
        </w:r>
      </w:hyperlink>
    </w:p>
    <w:p w14:paraId="2DFB875B" w14:textId="744DC8A7" w:rsidR="00976824" w:rsidRDefault="00976824">
      <w:pPr>
        <w:pStyle w:val="Obsah2"/>
        <w:rPr>
          <w:rFonts w:asciiTheme="minorHAnsi" w:eastAsiaTheme="minorEastAsia" w:hAnsiTheme="minorHAnsi"/>
          <w:noProof/>
          <w:spacing w:val="0"/>
          <w:kern w:val="2"/>
          <w:sz w:val="24"/>
          <w:szCs w:val="24"/>
          <w:lang w:eastAsia="cs-CZ"/>
          <w14:ligatures w14:val="standardContextual"/>
        </w:rPr>
      </w:pPr>
      <w:hyperlink w:anchor="_Toc202186806" w:history="1">
        <w:r w:rsidRPr="009E4B61">
          <w:rPr>
            <w:rStyle w:val="Hypertextovodkaz"/>
            <w:rFonts w:asciiTheme="majorHAnsi" w:hAnsiTheme="majorHAnsi"/>
          </w:rPr>
          <w:t>4.5</w:t>
        </w:r>
        <w:r>
          <w:rPr>
            <w:rFonts w:asciiTheme="minorHAnsi" w:eastAsiaTheme="minorEastAsia" w:hAnsiTheme="minorHAnsi"/>
            <w:noProof/>
            <w:spacing w:val="0"/>
            <w:kern w:val="2"/>
            <w:sz w:val="24"/>
            <w:szCs w:val="24"/>
            <w:lang w:eastAsia="cs-CZ"/>
            <w14:ligatures w14:val="standardContextual"/>
          </w:rPr>
          <w:tab/>
        </w:r>
        <w:r w:rsidRPr="009E4B61">
          <w:rPr>
            <w:rStyle w:val="Hypertextovodkaz"/>
          </w:rPr>
          <w:t>Dokumentace skutečného provedení stavby</w:t>
        </w:r>
        <w:r>
          <w:rPr>
            <w:noProof/>
            <w:webHidden/>
          </w:rPr>
          <w:tab/>
        </w:r>
        <w:r>
          <w:rPr>
            <w:noProof/>
            <w:webHidden/>
          </w:rPr>
          <w:fldChar w:fldCharType="begin"/>
        </w:r>
        <w:r>
          <w:rPr>
            <w:noProof/>
            <w:webHidden/>
          </w:rPr>
          <w:instrText xml:space="preserve"> PAGEREF _Toc202186806 \h </w:instrText>
        </w:r>
        <w:r>
          <w:rPr>
            <w:noProof/>
            <w:webHidden/>
          </w:rPr>
        </w:r>
        <w:r>
          <w:rPr>
            <w:noProof/>
            <w:webHidden/>
          </w:rPr>
          <w:fldChar w:fldCharType="separate"/>
        </w:r>
        <w:r>
          <w:rPr>
            <w:noProof/>
            <w:webHidden/>
          </w:rPr>
          <w:t>12</w:t>
        </w:r>
        <w:r>
          <w:rPr>
            <w:noProof/>
            <w:webHidden/>
          </w:rPr>
          <w:fldChar w:fldCharType="end"/>
        </w:r>
      </w:hyperlink>
    </w:p>
    <w:p w14:paraId="25847F95" w14:textId="100A3074" w:rsidR="00976824" w:rsidRDefault="00976824">
      <w:pPr>
        <w:pStyle w:val="Obsah2"/>
        <w:rPr>
          <w:rFonts w:asciiTheme="minorHAnsi" w:eastAsiaTheme="minorEastAsia" w:hAnsiTheme="minorHAnsi"/>
          <w:noProof/>
          <w:spacing w:val="0"/>
          <w:kern w:val="2"/>
          <w:sz w:val="24"/>
          <w:szCs w:val="24"/>
          <w:lang w:eastAsia="cs-CZ"/>
          <w14:ligatures w14:val="standardContextual"/>
        </w:rPr>
      </w:pPr>
      <w:hyperlink w:anchor="_Toc202186807" w:history="1">
        <w:r w:rsidRPr="009E4B61">
          <w:rPr>
            <w:rStyle w:val="Hypertextovodkaz"/>
            <w:rFonts w:asciiTheme="majorHAnsi" w:hAnsiTheme="majorHAnsi"/>
          </w:rPr>
          <w:t>4.6</w:t>
        </w:r>
        <w:r>
          <w:rPr>
            <w:rFonts w:asciiTheme="minorHAnsi" w:eastAsiaTheme="minorEastAsia" w:hAnsiTheme="minorHAnsi"/>
            <w:noProof/>
            <w:spacing w:val="0"/>
            <w:kern w:val="2"/>
            <w:sz w:val="24"/>
            <w:szCs w:val="24"/>
            <w:lang w:eastAsia="cs-CZ"/>
            <w14:ligatures w14:val="standardContextual"/>
          </w:rPr>
          <w:tab/>
        </w:r>
        <w:r w:rsidRPr="009E4B61">
          <w:rPr>
            <w:rStyle w:val="Hypertextovodkaz"/>
          </w:rPr>
          <w:t>Životní prostředí</w:t>
        </w:r>
        <w:r>
          <w:rPr>
            <w:noProof/>
            <w:webHidden/>
          </w:rPr>
          <w:tab/>
        </w:r>
        <w:r>
          <w:rPr>
            <w:noProof/>
            <w:webHidden/>
          </w:rPr>
          <w:fldChar w:fldCharType="begin"/>
        </w:r>
        <w:r>
          <w:rPr>
            <w:noProof/>
            <w:webHidden/>
          </w:rPr>
          <w:instrText xml:space="preserve"> PAGEREF _Toc202186807 \h </w:instrText>
        </w:r>
        <w:r>
          <w:rPr>
            <w:noProof/>
            <w:webHidden/>
          </w:rPr>
        </w:r>
        <w:r>
          <w:rPr>
            <w:noProof/>
            <w:webHidden/>
          </w:rPr>
          <w:fldChar w:fldCharType="separate"/>
        </w:r>
        <w:r>
          <w:rPr>
            <w:noProof/>
            <w:webHidden/>
          </w:rPr>
          <w:t>12</w:t>
        </w:r>
        <w:r>
          <w:rPr>
            <w:noProof/>
            <w:webHidden/>
          </w:rPr>
          <w:fldChar w:fldCharType="end"/>
        </w:r>
      </w:hyperlink>
    </w:p>
    <w:p w14:paraId="671F4294" w14:textId="5957F34D" w:rsidR="00976824" w:rsidRDefault="00976824">
      <w:pPr>
        <w:pStyle w:val="Obsah2"/>
        <w:rPr>
          <w:rFonts w:asciiTheme="minorHAnsi" w:eastAsiaTheme="minorEastAsia" w:hAnsiTheme="minorHAnsi"/>
          <w:noProof/>
          <w:spacing w:val="0"/>
          <w:kern w:val="2"/>
          <w:sz w:val="24"/>
          <w:szCs w:val="24"/>
          <w:lang w:eastAsia="cs-CZ"/>
          <w14:ligatures w14:val="standardContextual"/>
        </w:rPr>
      </w:pPr>
      <w:hyperlink w:anchor="_Toc202186808" w:history="1">
        <w:r w:rsidRPr="009E4B61">
          <w:rPr>
            <w:rStyle w:val="Hypertextovodkaz"/>
            <w:rFonts w:asciiTheme="majorHAnsi" w:hAnsiTheme="majorHAnsi"/>
          </w:rPr>
          <w:t>4.7</w:t>
        </w:r>
        <w:r>
          <w:rPr>
            <w:rFonts w:asciiTheme="minorHAnsi" w:eastAsiaTheme="minorEastAsia" w:hAnsiTheme="minorHAnsi"/>
            <w:noProof/>
            <w:spacing w:val="0"/>
            <w:kern w:val="2"/>
            <w:sz w:val="24"/>
            <w:szCs w:val="24"/>
            <w:lang w:eastAsia="cs-CZ"/>
            <w14:ligatures w14:val="standardContextual"/>
          </w:rPr>
          <w:tab/>
        </w:r>
        <w:r w:rsidRPr="009E4B61">
          <w:rPr>
            <w:rStyle w:val="Hypertextovodkaz"/>
          </w:rPr>
          <w:t>Materiál dodávaný objednatelem (mimo CNM)</w:t>
        </w:r>
        <w:r>
          <w:rPr>
            <w:noProof/>
            <w:webHidden/>
          </w:rPr>
          <w:tab/>
        </w:r>
        <w:r>
          <w:rPr>
            <w:noProof/>
            <w:webHidden/>
          </w:rPr>
          <w:fldChar w:fldCharType="begin"/>
        </w:r>
        <w:r>
          <w:rPr>
            <w:noProof/>
            <w:webHidden/>
          </w:rPr>
          <w:instrText xml:space="preserve"> PAGEREF _Toc202186808 \h </w:instrText>
        </w:r>
        <w:r>
          <w:rPr>
            <w:noProof/>
            <w:webHidden/>
          </w:rPr>
        </w:r>
        <w:r>
          <w:rPr>
            <w:noProof/>
            <w:webHidden/>
          </w:rPr>
          <w:fldChar w:fldCharType="separate"/>
        </w:r>
        <w:r>
          <w:rPr>
            <w:noProof/>
            <w:webHidden/>
          </w:rPr>
          <w:t>14</w:t>
        </w:r>
        <w:r>
          <w:rPr>
            <w:noProof/>
            <w:webHidden/>
          </w:rPr>
          <w:fldChar w:fldCharType="end"/>
        </w:r>
      </w:hyperlink>
    </w:p>
    <w:p w14:paraId="354A2499" w14:textId="7711527C" w:rsidR="00976824" w:rsidRDefault="0097682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6809" w:history="1">
        <w:r w:rsidRPr="009E4B61">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9E4B61">
          <w:rPr>
            <w:rStyle w:val="Hypertextovodkaz"/>
          </w:rPr>
          <w:t>ORGANIZACE VÝSTAVBY, VÝLUKY</w:t>
        </w:r>
        <w:r>
          <w:rPr>
            <w:noProof/>
            <w:webHidden/>
          </w:rPr>
          <w:tab/>
        </w:r>
        <w:r>
          <w:rPr>
            <w:noProof/>
            <w:webHidden/>
          </w:rPr>
          <w:fldChar w:fldCharType="begin"/>
        </w:r>
        <w:r>
          <w:rPr>
            <w:noProof/>
            <w:webHidden/>
          </w:rPr>
          <w:instrText xml:space="preserve"> PAGEREF _Toc202186809 \h </w:instrText>
        </w:r>
        <w:r>
          <w:rPr>
            <w:noProof/>
            <w:webHidden/>
          </w:rPr>
        </w:r>
        <w:r>
          <w:rPr>
            <w:noProof/>
            <w:webHidden/>
          </w:rPr>
          <w:fldChar w:fldCharType="separate"/>
        </w:r>
        <w:r>
          <w:rPr>
            <w:noProof/>
            <w:webHidden/>
          </w:rPr>
          <w:t>15</w:t>
        </w:r>
        <w:r>
          <w:rPr>
            <w:noProof/>
            <w:webHidden/>
          </w:rPr>
          <w:fldChar w:fldCharType="end"/>
        </w:r>
      </w:hyperlink>
    </w:p>
    <w:p w14:paraId="786ACC95" w14:textId="18C877E6" w:rsidR="00976824" w:rsidRDefault="0097682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6810" w:history="1">
        <w:r w:rsidRPr="009E4B61">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9E4B61">
          <w:rPr>
            <w:rStyle w:val="Hypertextovodkaz"/>
          </w:rPr>
          <w:t>SOUVISEJÍCÍ DOKUMENTY A PŘEDPISY</w:t>
        </w:r>
        <w:r>
          <w:rPr>
            <w:noProof/>
            <w:webHidden/>
          </w:rPr>
          <w:tab/>
        </w:r>
        <w:r>
          <w:rPr>
            <w:noProof/>
            <w:webHidden/>
          </w:rPr>
          <w:fldChar w:fldCharType="begin"/>
        </w:r>
        <w:r>
          <w:rPr>
            <w:noProof/>
            <w:webHidden/>
          </w:rPr>
          <w:instrText xml:space="preserve"> PAGEREF _Toc202186810 \h </w:instrText>
        </w:r>
        <w:r>
          <w:rPr>
            <w:noProof/>
            <w:webHidden/>
          </w:rPr>
        </w:r>
        <w:r>
          <w:rPr>
            <w:noProof/>
            <w:webHidden/>
          </w:rPr>
          <w:fldChar w:fldCharType="separate"/>
        </w:r>
        <w:r>
          <w:rPr>
            <w:noProof/>
            <w:webHidden/>
          </w:rPr>
          <w:t>15</w:t>
        </w:r>
        <w:r>
          <w:rPr>
            <w:noProof/>
            <w:webHidden/>
          </w:rPr>
          <w:fldChar w:fldCharType="end"/>
        </w:r>
      </w:hyperlink>
    </w:p>
    <w:p w14:paraId="34376984" w14:textId="3A238EF5" w:rsidR="00976824" w:rsidRDefault="0097682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6811" w:history="1">
        <w:r w:rsidRPr="009E4B61">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9E4B61">
          <w:rPr>
            <w:rStyle w:val="Hypertextovodkaz"/>
          </w:rPr>
          <w:t>PŘÍLOHY</w:t>
        </w:r>
        <w:r>
          <w:rPr>
            <w:noProof/>
            <w:webHidden/>
          </w:rPr>
          <w:tab/>
        </w:r>
        <w:r>
          <w:rPr>
            <w:noProof/>
            <w:webHidden/>
          </w:rPr>
          <w:fldChar w:fldCharType="begin"/>
        </w:r>
        <w:r>
          <w:rPr>
            <w:noProof/>
            <w:webHidden/>
          </w:rPr>
          <w:instrText xml:space="preserve"> PAGEREF _Toc202186811 \h </w:instrText>
        </w:r>
        <w:r>
          <w:rPr>
            <w:noProof/>
            <w:webHidden/>
          </w:rPr>
        </w:r>
        <w:r>
          <w:rPr>
            <w:noProof/>
            <w:webHidden/>
          </w:rPr>
          <w:fldChar w:fldCharType="separate"/>
        </w:r>
        <w:r>
          <w:rPr>
            <w:noProof/>
            <w:webHidden/>
          </w:rPr>
          <w:t>15</w:t>
        </w:r>
        <w:r>
          <w:rPr>
            <w:noProof/>
            <w:webHidden/>
          </w:rPr>
          <w:fldChar w:fldCharType="end"/>
        </w:r>
      </w:hyperlink>
    </w:p>
    <w:p w14:paraId="30D8D7FD" w14:textId="4CD7AA52" w:rsidR="00AD0C7B" w:rsidRDefault="00BD7E91" w:rsidP="008D03B9">
      <w:r>
        <w:fldChar w:fldCharType="end"/>
      </w:r>
    </w:p>
    <w:p w14:paraId="5E492BC7" w14:textId="77777777" w:rsidR="00AD0C7B" w:rsidRDefault="00AD0C7B" w:rsidP="00DA1C67">
      <w:pPr>
        <w:pStyle w:val="Nadpisbezsl1-1"/>
        <w:outlineLvl w:val="0"/>
      </w:pPr>
      <w:bookmarkStart w:id="0" w:name="_Toc13731854"/>
      <w:bookmarkStart w:id="1" w:name="_Toc202186792"/>
      <w:r>
        <w:t>SEZNAM ZKRATEK</w:t>
      </w:r>
      <w:bookmarkEnd w:id="1"/>
      <w:r w:rsidR="0076790E">
        <w:t xml:space="preserve"> </w:t>
      </w:r>
      <w:bookmarkEnd w:id="0"/>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12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6539"/>
      </w:tblGrid>
      <w:tr w:rsidR="000C6ECB" w:rsidRPr="00AD0C7B" w14:paraId="53B777DA" w14:textId="77777777" w:rsidTr="00976824">
        <w:tc>
          <w:tcPr>
            <w:tcW w:w="6379" w:type="dxa"/>
            <w:tcMar>
              <w:top w:w="28" w:type="dxa"/>
              <w:left w:w="0" w:type="dxa"/>
              <w:bottom w:w="28" w:type="dxa"/>
              <w:right w:w="0" w:type="dxa"/>
            </w:tcMar>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
              <w:gridCol w:w="4480"/>
            </w:tblGrid>
            <w:tr w:rsidR="00976824" w:rsidRPr="00AD0C7B" w14:paraId="04CC7926" w14:textId="77777777" w:rsidTr="00976824">
              <w:tc>
                <w:tcPr>
                  <w:tcW w:w="907" w:type="dxa"/>
                  <w:tcMar>
                    <w:top w:w="28" w:type="dxa"/>
                    <w:left w:w="0" w:type="dxa"/>
                    <w:bottom w:w="28" w:type="dxa"/>
                    <w:right w:w="0" w:type="dxa"/>
                  </w:tcMar>
                </w:tcPr>
                <w:p w14:paraId="7173B86A" w14:textId="77777777" w:rsidR="00976824" w:rsidRPr="00AD0C7B" w:rsidRDefault="00976824" w:rsidP="00976824">
                  <w:pPr>
                    <w:pStyle w:val="Zkratky1"/>
                  </w:pPr>
                  <w:r>
                    <w:t>AZI</w:t>
                  </w:r>
                  <w:r w:rsidRPr="00A719C2">
                    <w:tab/>
                  </w:r>
                </w:p>
              </w:tc>
              <w:tc>
                <w:tcPr>
                  <w:tcW w:w="4480" w:type="dxa"/>
                  <w:tcMar>
                    <w:top w:w="28" w:type="dxa"/>
                    <w:left w:w="0" w:type="dxa"/>
                    <w:bottom w:w="28" w:type="dxa"/>
                    <w:right w:w="0" w:type="dxa"/>
                  </w:tcMar>
                </w:tcPr>
                <w:p w14:paraId="7F769F5C" w14:textId="77777777" w:rsidR="00976824" w:rsidRPr="001419C5" w:rsidRDefault="00976824" w:rsidP="00976824">
                  <w:pPr>
                    <w:pStyle w:val="Zkratky2"/>
                    <w:ind w:right="-2205"/>
                    <w:rPr>
                      <w:highlight w:val="yellow"/>
                    </w:rPr>
                  </w:pPr>
                  <w:r w:rsidRPr="007E0C1E">
                    <w:t>Autorizovaný zeměměřický inženýr (dříve ÚOZI)</w:t>
                  </w:r>
                </w:p>
              </w:tc>
            </w:tr>
            <w:tr w:rsidR="00976824" w:rsidRPr="00AD0C7B" w14:paraId="38ADEFE6" w14:textId="77777777" w:rsidTr="00976824">
              <w:tc>
                <w:tcPr>
                  <w:tcW w:w="907" w:type="dxa"/>
                  <w:tcMar>
                    <w:top w:w="28" w:type="dxa"/>
                    <w:left w:w="0" w:type="dxa"/>
                    <w:bottom w:w="28" w:type="dxa"/>
                    <w:right w:w="0" w:type="dxa"/>
                  </w:tcMar>
                </w:tcPr>
                <w:p w14:paraId="3350497F" w14:textId="77777777" w:rsidR="00976824" w:rsidRDefault="00976824" w:rsidP="00976824">
                  <w:pPr>
                    <w:pStyle w:val="Zkratky1"/>
                  </w:pPr>
                  <w:r>
                    <w:t>BZ</w:t>
                  </w:r>
                  <w:r w:rsidRPr="00A719C2">
                    <w:tab/>
                  </w:r>
                </w:p>
              </w:tc>
              <w:tc>
                <w:tcPr>
                  <w:tcW w:w="4480" w:type="dxa"/>
                  <w:tcMar>
                    <w:top w:w="28" w:type="dxa"/>
                    <w:left w:w="0" w:type="dxa"/>
                    <w:bottom w:w="28" w:type="dxa"/>
                    <w:right w:w="0" w:type="dxa"/>
                  </w:tcMar>
                </w:tcPr>
                <w:p w14:paraId="2A206ACC" w14:textId="77777777" w:rsidR="00976824" w:rsidRPr="00B05949" w:rsidRDefault="00976824" w:rsidP="00976824">
                  <w:pPr>
                    <w:pStyle w:val="Zkratky2"/>
                    <w:ind w:right="-2205"/>
                    <w:rPr>
                      <w:highlight w:val="yellow"/>
                    </w:rPr>
                  </w:pPr>
                  <w:r w:rsidRPr="008534D2">
                    <w:t>Bezpečnostní zábrana</w:t>
                  </w:r>
                </w:p>
              </w:tc>
            </w:tr>
            <w:tr w:rsidR="00976824" w:rsidRPr="00AD0C7B" w14:paraId="2C81DE9F" w14:textId="77777777" w:rsidTr="00976824">
              <w:tc>
                <w:tcPr>
                  <w:tcW w:w="907" w:type="dxa"/>
                  <w:tcMar>
                    <w:top w:w="28" w:type="dxa"/>
                    <w:left w:w="0" w:type="dxa"/>
                    <w:bottom w:w="28" w:type="dxa"/>
                    <w:right w:w="0" w:type="dxa"/>
                  </w:tcMar>
                </w:tcPr>
                <w:p w14:paraId="03D91197" w14:textId="77777777" w:rsidR="00976824" w:rsidRDefault="00976824" w:rsidP="00976824">
                  <w:pPr>
                    <w:pStyle w:val="Zkratky1"/>
                  </w:pPr>
                  <w:r>
                    <w:t>DDTS</w:t>
                  </w:r>
                  <w:r w:rsidRPr="00A719C2">
                    <w:tab/>
                  </w:r>
                </w:p>
              </w:tc>
              <w:tc>
                <w:tcPr>
                  <w:tcW w:w="4480" w:type="dxa"/>
                  <w:tcMar>
                    <w:top w:w="28" w:type="dxa"/>
                    <w:left w:w="0" w:type="dxa"/>
                    <w:bottom w:w="28" w:type="dxa"/>
                    <w:right w:w="0" w:type="dxa"/>
                  </w:tcMar>
                </w:tcPr>
                <w:p w14:paraId="398488D3" w14:textId="77777777" w:rsidR="00976824" w:rsidRPr="00B05949" w:rsidRDefault="00976824" w:rsidP="00976824">
                  <w:pPr>
                    <w:pStyle w:val="Zkratky2"/>
                    <w:ind w:right="-2205"/>
                    <w:rPr>
                      <w:highlight w:val="yellow"/>
                    </w:rPr>
                  </w:pPr>
                  <w:r w:rsidRPr="008534D2">
                    <w:t>Dálková diagnostika technologických systémů</w:t>
                  </w:r>
                </w:p>
              </w:tc>
            </w:tr>
            <w:tr w:rsidR="00976824" w:rsidRPr="00AD0C7B" w14:paraId="497F38FE" w14:textId="77777777" w:rsidTr="00976824">
              <w:tc>
                <w:tcPr>
                  <w:tcW w:w="907" w:type="dxa"/>
                  <w:tcMar>
                    <w:top w:w="28" w:type="dxa"/>
                    <w:left w:w="0" w:type="dxa"/>
                    <w:bottom w:w="28" w:type="dxa"/>
                    <w:right w:w="0" w:type="dxa"/>
                  </w:tcMar>
                </w:tcPr>
                <w:p w14:paraId="0D4636AF" w14:textId="77777777" w:rsidR="00976824" w:rsidRDefault="00976824" w:rsidP="00976824">
                  <w:pPr>
                    <w:pStyle w:val="Zkratky1"/>
                  </w:pPr>
                  <w:r>
                    <w:t>DTMŽ</w:t>
                  </w:r>
                  <w:r w:rsidRPr="00A719C2">
                    <w:tab/>
                  </w:r>
                </w:p>
              </w:tc>
              <w:tc>
                <w:tcPr>
                  <w:tcW w:w="4480" w:type="dxa"/>
                  <w:tcMar>
                    <w:top w:w="28" w:type="dxa"/>
                    <w:left w:w="0" w:type="dxa"/>
                    <w:bottom w:w="28" w:type="dxa"/>
                    <w:right w:w="0" w:type="dxa"/>
                  </w:tcMar>
                </w:tcPr>
                <w:p w14:paraId="59AC7E89" w14:textId="77777777" w:rsidR="00976824" w:rsidRPr="00B05949" w:rsidRDefault="00976824" w:rsidP="00976824">
                  <w:pPr>
                    <w:pStyle w:val="Zkratky2"/>
                    <w:ind w:right="-2205"/>
                    <w:rPr>
                      <w:highlight w:val="yellow"/>
                    </w:rPr>
                  </w:pPr>
                  <w:r w:rsidRPr="008534D2">
                    <w:t>Digitální technická mapa železnice</w:t>
                  </w:r>
                </w:p>
              </w:tc>
            </w:tr>
            <w:tr w:rsidR="00976824" w:rsidRPr="00AD0C7B" w14:paraId="0F5790B1" w14:textId="77777777" w:rsidTr="00976824">
              <w:tc>
                <w:tcPr>
                  <w:tcW w:w="907" w:type="dxa"/>
                  <w:tcMar>
                    <w:top w:w="28" w:type="dxa"/>
                    <w:left w:w="0" w:type="dxa"/>
                    <w:bottom w:w="28" w:type="dxa"/>
                    <w:right w:w="0" w:type="dxa"/>
                  </w:tcMar>
                </w:tcPr>
                <w:p w14:paraId="30BA3F57" w14:textId="77777777" w:rsidR="00976824" w:rsidRPr="007E0C1E" w:rsidRDefault="00976824" w:rsidP="00976824">
                  <w:pPr>
                    <w:pStyle w:val="Zkratky1"/>
                  </w:pPr>
                  <w:r w:rsidRPr="007E0C1E">
                    <w:t xml:space="preserve">OUA </w:t>
                  </w:r>
                  <w:r w:rsidRPr="00A719C2">
                    <w:tab/>
                  </w:r>
                </w:p>
              </w:tc>
              <w:tc>
                <w:tcPr>
                  <w:tcW w:w="4480" w:type="dxa"/>
                  <w:tcMar>
                    <w:top w:w="28" w:type="dxa"/>
                    <w:left w:w="0" w:type="dxa"/>
                    <w:bottom w:w="28" w:type="dxa"/>
                    <w:right w:w="0" w:type="dxa"/>
                  </w:tcMar>
                </w:tcPr>
                <w:p w14:paraId="741CC8FD" w14:textId="77777777" w:rsidR="00976824" w:rsidRPr="007E0C1E" w:rsidRDefault="00976824" w:rsidP="00976824">
                  <w:pPr>
                    <w:pStyle w:val="Zkratky2"/>
                    <w:ind w:right="-2205"/>
                  </w:pPr>
                  <w:r w:rsidRPr="007E0C1E">
                    <w:t>Opravné a údržbové akce</w:t>
                  </w:r>
                </w:p>
              </w:tc>
            </w:tr>
            <w:tr w:rsidR="00976824" w:rsidRPr="00AD0C7B" w14:paraId="1846CA51" w14:textId="77777777" w:rsidTr="00976824">
              <w:tc>
                <w:tcPr>
                  <w:tcW w:w="907" w:type="dxa"/>
                  <w:tcMar>
                    <w:top w:w="28" w:type="dxa"/>
                    <w:left w:w="0" w:type="dxa"/>
                    <w:bottom w:w="28" w:type="dxa"/>
                    <w:right w:w="0" w:type="dxa"/>
                  </w:tcMar>
                </w:tcPr>
                <w:p w14:paraId="2D5696AA" w14:textId="77777777" w:rsidR="00976824" w:rsidRPr="007E0C1E" w:rsidRDefault="00976824" w:rsidP="00976824">
                  <w:pPr>
                    <w:pStyle w:val="Zkratky1"/>
                  </w:pPr>
                  <w:r w:rsidRPr="007E0C1E">
                    <w:t>SPS</w:t>
                  </w:r>
                  <w:r w:rsidRPr="00A719C2">
                    <w:tab/>
                  </w:r>
                </w:p>
              </w:tc>
              <w:tc>
                <w:tcPr>
                  <w:tcW w:w="4480" w:type="dxa"/>
                  <w:tcMar>
                    <w:top w:w="28" w:type="dxa"/>
                    <w:left w:w="0" w:type="dxa"/>
                    <w:bottom w:w="28" w:type="dxa"/>
                    <w:right w:w="0" w:type="dxa"/>
                  </w:tcMar>
                </w:tcPr>
                <w:p w14:paraId="6DDED2B8" w14:textId="77777777" w:rsidR="00976824" w:rsidRPr="007E0C1E" w:rsidRDefault="00976824" w:rsidP="00976824">
                  <w:pPr>
                    <w:pStyle w:val="Zkratky2"/>
                    <w:ind w:right="-2205"/>
                  </w:pPr>
                  <w:r w:rsidRPr="007E0C1E">
                    <w:t>Správa pozemních staveb</w:t>
                  </w:r>
                </w:p>
              </w:tc>
            </w:tr>
            <w:tr w:rsidR="00976824" w:rsidRPr="00AD0C7B" w14:paraId="22E50409" w14:textId="77777777" w:rsidTr="00976824">
              <w:tc>
                <w:tcPr>
                  <w:tcW w:w="907" w:type="dxa"/>
                  <w:tcMar>
                    <w:top w:w="28" w:type="dxa"/>
                    <w:left w:w="0" w:type="dxa"/>
                    <w:bottom w:w="28" w:type="dxa"/>
                    <w:right w:w="0" w:type="dxa"/>
                  </w:tcMar>
                </w:tcPr>
                <w:p w14:paraId="6ECC476F" w14:textId="77777777" w:rsidR="00976824" w:rsidRPr="007E0C1E" w:rsidRDefault="00976824" w:rsidP="00976824">
                  <w:pPr>
                    <w:pStyle w:val="Zkratky1"/>
                  </w:pPr>
                  <w:r w:rsidRPr="007E0C1E">
                    <w:t>ÚMVŽST</w:t>
                  </w:r>
                  <w:r w:rsidRPr="00A719C2">
                    <w:tab/>
                  </w:r>
                </w:p>
              </w:tc>
              <w:tc>
                <w:tcPr>
                  <w:tcW w:w="4480" w:type="dxa"/>
                  <w:tcMar>
                    <w:top w:w="28" w:type="dxa"/>
                    <w:left w:w="0" w:type="dxa"/>
                    <w:bottom w:w="28" w:type="dxa"/>
                    <w:right w:w="0" w:type="dxa"/>
                  </w:tcMar>
                </w:tcPr>
                <w:p w14:paraId="2DDD6E81" w14:textId="77777777" w:rsidR="00976824" w:rsidRPr="007E0C1E" w:rsidRDefault="00976824" w:rsidP="00976824">
                  <w:pPr>
                    <w:pStyle w:val="Zkratky2"/>
                    <w:ind w:right="-2205"/>
                  </w:pPr>
                  <w:r w:rsidRPr="007E0C1E">
                    <w:t>Úprava majetkových vztahů v železničních stanicích</w:t>
                  </w:r>
                </w:p>
              </w:tc>
            </w:tr>
            <w:tr w:rsidR="00976824" w:rsidRPr="00AD0C7B" w14:paraId="1BB6FAB6" w14:textId="77777777" w:rsidTr="00976824">
              <w:tc>
                <w:tcPr>
                  <w:tcW w:w="907" w:type="dxa"/>
                  <w:tcMar>
                    <w:top w:w="28" w:type="dxa"/>
                    <w:left w:w="0" w:type="dxa"/>
                    <w:bottom w:w="28" w:type="dxa"/>
                    <w:right w:w="0" w:type="dxa"/>
                  </w:tcMar>
                </w:tcPr>
                <w:p w14:paraId="46D89773" w14:textId="77777777" w:rsidR="00976824" w:rsidRPr="007E0C1E" w:rsidRDefault="00976824" w:rsidP="00976824">
                  <w:pPr>
                    <w:pStyle w:val="Zkratky1"/>
                  </w:pPr>
                  <w:r w:rsidRPr="007E0C1E">
                    <w:t>ŽP</w:t>
                  </w:r>
                  <w:r w:rsidRPr="00A719C2">
                    <w:tab/>
                  </w:r>
                </w:p>
              </w:tc>
              <w:tc>
                <w:tcPr>
                  <w:tcW w:w="4480" w:type="dxa"/>
                  <w:tcMar>
                    <w:top w:w="28" w:type="dxa"/>
                    <w:left w:w="0" w:type="dxa"/>
                    <w:bottom w:w="28" w:type="dxa"/>
                    <w:right w:w="0" w:type="dxa"/>
                  </w:tcMar>
                </w:tcPr>
                <w:p w14:paraId="7E36E9DF" w14:textId="77777777" w:rsidR="00976824" w:rsidRPr="007E0C1E" w:rsidRDefault="00976824" w:rsidP="00976824">
                  <w:pPr>
                    <w:pStyle w:val="Zkratky2"/>
                    <w:ind w:right="-2205"/>
                  </w:pPr>
                  <w:r w:rsidRPr="007E0C1E">
                    <w:t>Životní prostředí</w:t>
                  </w:r>
                </w:p>
              </w:tc>
            </w:tr>
          </w:tbl>
          <w:p w14:paraId="526E077D" w14:textId="48418F34" w:rsidR="000C6ECB" w:rsidRPr="00AD0C7B" w:rsidRDefault="000C6ECB" w:rsidP="00976824">
            <w:pPr>
              <w:pStyle w:val="Zkratky1"/>
              <w:tabs>
                <w:tab w:val="clear" w:pos="1134"/>
                <w:tab w:val="right" w:leader="dot" w:pos="4536"/>
              </w:tabs>
              <w:ind w:right="-561"/>
            </w:pPr>
          </w:p>
        </w:tc>
        <w:tc>
          <w:tcPr>
            <w:tcW w:w="6539" w:type="dxa"/>
            <w:tcMar>
              <w:top w:w="28" w:type="dxa"/>
              <w:left w:w="0" w:type="dxa"/>
              <w:bottom w:w="28" w:type="dxa"/>
              <w:right w:w="0" w:type="dxa"/>
            </w:tcMar>
          </w:tcPr>
          <w:p w14:paraId="62222A23" w14:textId="6C81BD21" w:rsidR="000C6ECB" w:rsidRPr="006115D3" w:rsidRDefault="000C6ECB" w:rsidP="000C6ECB">
            <w:pPr>
              <w:pStyle w:val="Zkratky2"/>
            </w:pPr>
          </w:p>
        </w:tc>
      </w:tr>
      <w:tr w:rsidR="000C6ECB" w:rsidRPr="00AD0C7B" w14:paraId="0C196FA9" w14:textId="77777777" w:rsidTr="00976824">
        <w:tc>
          <w:tcPr>
            <w:tcW w:w="6379" w:type="dxa"/>
            <w:tcMar>
              <w:top w:w="28" w:type="dxa"/>
              <w:left w:w="0" w:type="dxa"/>
              <w:bottom w:w="28" w:type="dxa"/>
              <w:right w:w="0" w:type="dxa"/>
            </w:tcMar>
          </w:tcPr>
          <w:p w14:paraId="407DB8B1" w14:textId="537A44B6" w:rsidR="000C6ECB" w:rsidRPr="00AD0C7B" w:rsidRDefault="000C6ECB" w:rsidP="000C6ECB">
            <w:pPr>
              <w:pStyle w:val="Zkratky1"/>
            </w:pPr>
          </w:p>
        </w:tc>
        <w:tc>
          <w:tcPr>
            <w:tcW w:w="6539" w:type="dxa"/>
            <w:tcMar>
              <w:top w:w="28" w:type="dxa"/>
              <w:left w:w="0" w:type="dxa"/>
              <w:bottom w:w="28" w:type="dxa"/>
              <w:right w:w="0" w:type="dxa"/>
            </w:tcMar>
          </w:tcPr>
          <w:p w14:paraId="3223379E" w14:textId="161F8D3E" w:rsidR="000C6ECB" w:rsidRPr="006115D3" w:rsidRDefault="000C6ECB" w:rsidP="000C6ECB">
            <w:pPr>
              <w:pStyle w:val="Zkratky2"/>
            </w:pPr>
          </w:p>
        </w:tc>
      </w:tr>
      <w:tr w:rsidR="000C6ECB" w:rsidRPr="00AD0C7B" w14:paraId="76DD89FC" w14:textId="77777777" w:rsidTr="00976824">
        <w:tc>
          <w:tcPr>
            <w:tcW w:w="6379" w:type="dxa"/>
            <w:tcMar>
              <w:top w:w="28" w:type="dxa"/>
              <w:left w:w="0" w:type="dxa"/>
              <w:bottom w:w="28" w:type="dxa"/>
              <w:right w:w="0" w:type="dxa"/>
            </w:tcMar>
          </w:tcPr>
          <w:p w14:paraId="46DD4FE8" w14:textId="78BA6DDD" w:rsidR="000C6ECB" w:rsidRPr="00AD0C7B" w:rsidRDefault="000C6ECB" w:rsidP="000C6ECB">
            <w:pPr>
              <w:pStyle w:val="Zkratky1"/>
            </w:pPr>
          </w:p>
        </w:tc>
        <w:tc>
          <w:tcPr>
            <w:tcW w:w="6539" w:type="dxa"/>
            <w:tcMar>
              <w:top w:w="28" w:type="dxa"/>
              <w:left w:w="0" w:type="dxa"/>
              <w:bottom w:w="28" w:type="dxa"/>
              <w:right w:w="0" w:type="dxa"/>
            </w:tcMar>
          </w:tcPr>
          <w:p w14:paraId="02C5BC82" w14:textId="14AAD502" w:rsidR="000C6ECB" w:rsidRPr="006115D3" w:rsidRDefault="000C6ECB" w:rsidP="000C6ECB">
            <w:pPr>
              <w:pStyle w:val="Zkratky2"/>
            </w:pPr>
          </w:p>
        </w:tc>
      </w:tr>
      <w:tr w:rsidR="000C6ECB" w:rsidRPr="00AD0C7B" w14:paraId="2589B206" w14:textId="77777777" w:rsidTr="00976824">
        <w:tc>
          <w:tcPr>
            <w:tcW w:w="6379" w:type="dxa"/>
            <w:tcMar>
              <w:top w:w="28" w:type="dxa"/>
              <w:left w:w="0" w:type="dxa"/>
              <w:bottom w:w="28" w:type="dxa"/>
              <w:right w:w="0" w:type="dxa"/>
            </w:tcMar>
          </w:tcPr>
          <w:p w14:paraId="0C947373" w14:textId="2315A3B5" w:rsidR="000C6ECB" w:rsidRPr="00AD0C7B" w:rsidRDefault="000C6ECB" w:rsidP="00405E38">
            <w:pPr>
              <w:pStyle w:val="Zkratky1"/>
            </w:pPr>
          </w:p>
        </w:tc>
        <w:tc>
          <w:tcPr>
            <w:tcW w:w="6539" w:type="dxa"/>
            <w:tcMar>
              <w:top w:w="28" w:type="dxa"/>
              <w:left w:w="0" w:type="dxa"/>
              <w:bottom w:w="28" w:type="dxa"/>
              <w:right w:w="0" w:type="dxa"/>
            </w:tcMar>
          </w:tcPr>
          <w:p w14:paraId="2D9AC524" w14:textId="77777777" w:rsidR="000C6ECB" w:rsidRPr="006115D3" w:rsidRDefault="000C6ECB" w:rsidP="00405E38">
            <w:pPr>
              <w:pStyle w:val="Zkratky2"/>
            </w:pPr>
          </w:p>
        </w:tc>
      </w:tr>
      <w:tr w:rsidR="000C6ECB" w:rsidRPr="00AD0C7B" w14:paraId="00D369DE" w14:textId="77777777" w:rsidTr="00976824">
        <w:tc>
          <w:tcPr>
            <w:tcW w:w="6379" w:type="dxa"/>
            <w:tcMar>
              <w:top w:w="28" w:type="dxa"/>
              <w:left w:w="0" w:type="dxa"/>
              <w:bottom w:w="28" w:type="dxa"/>
              <w:right w:w="0" w:type="dxa"/>
            </w:tcMar>
          </w:tcPr>
          <w:p w14:paraId="201A7949" w14:textId="77777777" w:rsidR="000C6ECB" w:rsidRDefault="000C6ECB" w:rsidP="000C6ECB">
            <w:pPr>
              <w:pStyle w:val="Zkratky1"/>
            </w:pPr>
          </w:p>
        </w:tc>
        <w:tc>
          <w:tcPr>
            <w:tcW w:w="6539" w:type="dxa"/>
            <w:tcMar>
              <w:top w:w="28" w:type="dxa"/>
              <w:left w:w="0" w:type="dxa"/>
              <w:bottom w:w="28" w:type="dxa"/>
              <w:right w:w="0" w:type="dxa"/>
            </w:tcMar>
          </w:tcPr>
          <w:p w14:paraId="32ABB88B" w14:textId="77777777" w:rsidR="000C6ECB" w:rsidRDefault="000C6ECB" w:rsidP="000C6ECB">
            <w:pPr>
              <w:pStyle w:val="Zkratky2"/>
            </w:pPr>
          </w:p>
        </w:tc>
      </w:tr>
      <w:tr w:rsidR="00AD0C7B" w:rsidRPr="00AD0C7B" w14:paraId="66FE82A5" w14:textId="77777777" w:rsidTr="00976824">
        <w:tc>
          <w:tcPr>
            <w:tcW w:w="6379" w:type="dxa"/>
            <w:tcMar>
              <w:top w:w="28" w:type="dxa"/>
              <w:left w:w="0" w:type="dxa"/>
              <w:bottom w:w="28" w:type="dxa"/>
              <w:right w:w="0" w:type="dxa"/>
            </w:tcMar>
          </w:tcPr>
          <w:p w14:paraId="2C0382AF" w14:textId="77777777" w:rsidR="00AD0C7B" w:rsidRPr="00AD0C7B" w:rsidRDefault="00AD0C7B" w:rsidP="00AD0C7B">
            <w:pPr>
              <w:pStyle w:val="Zkratky1"/>
            </w:pPr>
          </w:p>
        </w:tc>
        <w:tc>
          <w:tcPr>
            <w:tcW w:w="6539" w:type="dxa"/>
            <w:tcMar>
              <w:top w:w="28" w:type="dxa"/>
              <w:left w:w="0" w:type="dxa"/>
              <w:bottom w:w="28" w:type="dxa"/>
              <w:right w:w="0" w:type="dxa"/>
            </w:tcMar>
          </w:tcPr>
          <w:p w14:paraId="4C1A1F78" w14:textId="77777777" w:rsidR="00AD0C7B" w:rsidRDefault="00AD0C7B" w:rsidP="000F15F1">
            <w:pPr>
              <w:pStyle w:val="Zkratky2"/>
            </w:pPr>
          </w:p>
          <w:p w14:paraId="00DEEDA4" w14:textId="77777777" w:rsidR="000C6ECB" w:rsidRDefault="000C6ECB" w:rsidP="000F15F1">
            <w:pPr>
              <w:pStyle w:val="Zkratky2"/>
            </w:pPr>
          </w:p>
          <w:p w14:paraId="767275CF" w14:textId="77777777" w:rsidR="000C6ECB" w:rsidRDefault="000C6ECB" w:rsidP="000F15F1">
            <w:pPr>
              <w:pStyle w:val="Zkratky2"/>
            </w:pPr>
          </w:p>
          <w:p w14:paraId="171E3D34" w14:textId="77777777" w:rsidR="000C6ECB" w:rsidRDefault="000C6ECB" w:rsidP="000F15F1">
            <w:pPr>
              <w:pStyle w:val="Zkratky2"/>
            </w:pPr>
          </w:p>
          <w:p w14:paraId="6DD2B391" w14:textId="77777777" w:rsidR="000C6ECB" w:rsidRDefault="000C6ECB" w:rsidP="000F15F1">
            <w:pPr>
              <w:pStyle w:val="Zkratky2"/>
            </w:pPr>
          </w:p>
          <w:p w14:paraId="7116D0D9" w14:textId="77777777" w:rsidR="000C6ECB" w:rsidRDefault="000C6ECB" w:rsidP="000F15F1">
            <w:pPr>
              <w:pStyle w:val="Zkratky2"/>
            </w:pPr>
          </w:p>
          <w:p w14:paraId="4FB2829F" w14:textId="77777777" w:rsidR="000C6ECB" w:rsidRDefault="000C6ECB" w:rsidP="000F15F1">
            <w:pPr>
              <w:pStyle w:val="Zkratky2"/>
            </w:pPr>
          </w:p>
          <w:p w14:paraId="23AF1005" w14:textId="77777777" w:rsidR="000C6ECB" w:rsidRDefault="000C6ECB" w:rsidP="000F15F1">
            <w:pPr>
              <w:pStyle w:val="Zkratky2"/>
            </w:pPr>
          </w:p>
          <w:p w14:paraId="38BCD464" w14:textId="77777777" w:rsidR="000C6ECB" w:rsidRDefault="000C6ECB" w:rsidP="000F15F1">
            <w:pPr>
              <w:pStyle w:val="Zkratky2"/>
            </w:pPr>
          </w:p>
          <w:p w14:paraId="7C6EE98F" w14:textId="77777777" w:rsidR="000C6ECB" w:rsidRDefault="000C6ECB" w:rsidP="000F15F1">
            <w:pPr>
              <w:pStyle w:val="Zkratky2"/>
            </w:pPr>
          </w:p>
          <w:p w14:paraId="64A4C071" w14:textId="77777777" w:rsidR="000C6ECB" w:rsidRDefault="000C6ECB" w:rsidP="000F15F1">
            <w:pPr>
              <w:pStyle w:val="Zkratky2"/>
            </w:pPr>
          </w:p>
          <w:p w14:paraId="1C017B5E" w14:textId="77777777" w:rsidR="000C6ECB" w:rsidRDefault="000C6ECB" w:rsidP="000F15F1">
            <w:pPr>
              <w:pStyle w:val="Zkratky2"/>
            </w:pPr>
          </w:p>
          <w:p w14:paraId="090E50D7" w14:textId="77777777" w:rsidR="000C6ECB" w:rsidRDefault="000C6ECB" w:rsidP="000F15F1">
            <w:pPr>
              <w:pStyle w:val="Zkratky2"/>
            </w:pPr>
          </w:p>
          <w:p w14:paraId="277C4B94" w14:textId="77777777" w:rsidR="000C6ECB" w:rsidRDefault="000C6ECB" w:rsidP="000F15F1">
            <w:pPr>
              <w:pStyle w:val="Zkratky2"/>
            </w:pPr>
          </w:p>
          <w:p w14:paraId="21CF2BF8" w14:textId="77777777" w:rsidR="000C6ECB" w:rsidRDefault="000C6ECB" w:rsidP="000F15F1">
            <w:pPr>
              <w:pStyle w:val="Zkratky2"/>
            </w:pPr>
          </w:p>
          <w:p w14:paraId="1DB940FA" w14:textId="77777777" w:rsidR="000C6ECB" w:rsidRPr="006115D3" w:rsidRDefault="000C6ECB" w:rsidP="000F15F1">
            <w:pPr>
              <w:pStyle w:val="Zkratky2"/>
            </w:pPr>
          </w:p>
        </w:tc>
      </w:tr>
    </w:tbl>
    <w:p w14:paraId="78B680FB" w14:textId="77777777" w:rsidR="00F92E3A" w:rsidRDefault="00F92E3A" w:rsidP="003B0494">
      <w:pPr>
        <w:pStyle w:val="Nadpisbezsl1-1"/>
        <w:outlineLvl w:val="0"/>
      </w:pPr>
      <w:bookmarkStart w:id="2" w:name="_Toc202186793"/>
      <w:r w:rsidRPr="00F92E3A">
        <w:lastRenderedPageBreak/>
        <w:t>Pojmy a definice</w:t>
      </w:r>
      <w:bookmarkEnd w:id="2"/>
    </w:p>
    <w:p w14:paraId="542038A2" w14:textId="77777777" w:rsidR="00976824" w:rsidRPr="0031518B" w:rsidRDefault="00976824" w:rsidP="00976824">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w:t>
      </w:r>
      <w:r w:rsidRPr="00626A8D">
        <w:rPr>
          <w:b/>
          <w:bCs/>
          <w:sz w:val="18"/>
          <w:szCs w:val="18"/>
        </w:rPr>
        <w:t>pro povolení stavby</w:t>
      </w:r>
      <w:r w:rsidRPr="00A878E6">
        <w:rPr>
          <w:sz w:val="18"/>
          <w:szCs w:val="18"/>
        </w:rPr>
        <w:t xml:space="preserve"> </w:t>
      </w:r>
      <w:r w:rsidRPr="00BB77E1">
        <w:rPr>
          <w:sz w:val="18"/>
          <w:szCs w:val="18"/>
        </w:rPr>
        <w:t>(dále také „D</w:t>
      </w:r>
      <w:r>
        <w:rPr>
          <w:sz w:val="18"/>
          <w:szCs w:val="18"/>
        </w:rPr>
        <w:t>PS</w:t>
      </w:r>
      <w:r w:rsidRPr="00BB77E1">
        <w:rPr>
          <w:sz w:val="18"/>
          <w:szCs w:val="18"/>
        </w:rPr>
        <w:t>“)</w:t>
      </w:r>
      <w:r w:rsidRPr="00A878E6">
        <w:t xml:space="preserve"> </w:t>
      </w:r>
      <w:r w:rsidRPr="00A878E6">
        <w:rPr>
          <w:sz w:val="18"/>
          <w:szCs w:val="18"/>
        </w:rPr>
        <w:t>je dokumentace pro vydání povolení záměru (povolení stavby) dle zákona č. 283/2021 Sb., stavební zákon, která se zpracovává v členění a rozsahu přílohy č. 1 vyhlášky č. 227/2024 Sb. o rozsahu a obsahu projektové dokumentace staveb dopravní infrastruktury. Pro potřeby projednání, zejména v rámci Správy železnic, státní organizace (dále jen „SŽ“), bude obsah dokumentace DPS odpovídat podrobnosti a obsahu příslušných vnitřních předpisů.</w:t>
      </w:r>
      <w:r w:rsidRPr="00BB77E1">
        <w:rPr>
          <w:sz w:val="18"/>
          <w:szCs w:val="18"/>
        </w:rPr>
        <w:t xml:space="preserve"> </w:t>
      </w:r>
    </w:p>
    <w:p w14:paraId="73298893" w14:textId="77777777" w:rsidR="00976824" w:rsidRPr="0031518B" w:rsidRDefault="00976824" w:rsidP="00976824">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w:t>
      </w:r>
      <w:r>
        <w:rPr>
          <w:sz w:val="18"/>
          <w:szCs w:val="18"/>
        </w:rPr>
        <w:t>dále také „</w:t>
      </w:r>
      <w:r w:rsidRPr="003226D3">
        <w:rPr>
          <w:sz w:val="18"/>
          <w:szCs w:val="18"/>
        </w:rPr>
        <w:t>PDPS</w:t>
      </w:r>
      <w:r>
        <w:rPr>
          <w:sz w:val="18"/>
          <w:szCs w:val="18"/>
        </w:rPr>
        <w:t>“</w:t>
      </w:r>
      <w:r w:rsidRPr="003226D3">
        <w:rPr>
          <w:sz w:val="18"/>
          <w:szCs w:val="18"/>
        </w:rPr>
        <w:t>) je projektovou dokumentací,</w:t>
      </w:r>
      <w:r>
        <w:rPr>
          <w:sz w:val="18"/>
          <w:szCs w:val="18"/>
        </w:rPr>
        <w:t xml:space="preserve"> </w:t>
      </w:r>
      <w:r w:rsidRPr="00837668">
        <w:rPr>
          <w:sz w:val="18"/>
          <w:szCs w:val="18"/>
        </w:rPr>
        <w:t xml:space="preserve">která se zpracovává </w:t>
      </w:r>
      <w:r w:rsidRPr="00A878E6">
        <w:rPr>
          <w:sz w:val="18"/>
          <w:szCs w:val="18"/>
        </w:rPr>
        <w:t>v členění a rozsahu přílohy č. 3 vyhlášky č. 227/2024 Sb., o rozsahu a obsahu projektové dokumentace staveb dopravní infrastruktury,</w:t>
      </w:r>
      <w:r>
        <w:rPr>
          <w:sz w:val="18"/>
          <w:szCs w:val="18"/>
        </w:rPr>
        <w:t xml:space="preserve"> </w:t>
      </w:r>
      <w:r w:rsidRPr="00A878E6">
        <w:rPr>
          <w:sz w:val="18"/>
          <w:szCs w:val="18"/>
        </w:rPr>
        <w:t>v platném znění</w:t>
      </w:r>
      <w:r>
        <w:rPr>
          <w:sz w:val="18"/>
          <w:szCs w:val="18"/>
        </w:rPr>
        <w:t>.</w:t>
      </w:r>
      <w:r w:rsidRPr="00A878E6">
        <w:t xml:space="preserve"> </w:t>
      </w:r>
      <w:r w:rsidRPr="00A878E6">
        <w:rPr>
          <w:sz w:val="18"/>
          <w:szCs w:val="18"/>
        </w:rPr>
        <w:t>Jedná se o dokumentaci, jež obsahově i věcně vychází z dokumentace, na jejímž základě bylo vydáno povolení záměru (povolení stavby), která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 Pro potřeby projednání, zejména v rámci SŽ bude dokumentace zpracována podle příslušných vnitřních předpisů.</w:t>
      </w:r>
    </w:p>
    <w:p w14:paraId="1B69548F" w14:textId="77777777" w:rsidR="00976824" w:rsidRPr="0031518B" w:rsidRDefault="00976824" w:rsidP="00976824">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w:t>
      </w:r>
      <w:r>
        <w:rPr>
          <w:sz w:val="18"/>
          <w:szCs w:val="18"/>
        </w:rPr>
        <w:t>dále také „</w:t>
      </w:r>
      <w:r w:rsidRPr="00F92E3A">
        <w:rPr>
          <w:sz w:val="18"/>
          <w:szCs w:val="18"/>
        </w:rPr>
        <w:t>RDS</w:t>
      </w:r>
      <w:r>
        <w:rPr>
          <w:sz w:val="18"/>
          <w:szCs w:val="18"/>
        </w:rPr>
        <w:t>“</w:t>
      </w:r>
      <w:r w:rsidRPr="00F92E3A">
        <w:rPr>
          <w:sz w:val="18"/>
          <w:szCs w:val="18"/>
        </w:rPr>
        <w:t>) je dokumentací zhotovitele stavby a zpracovává</w:t>
      </w:r>
      <w:r>
        <w:rPr>
          <w:sz w:val="18"/>
          <w:szCs w:val="18"/>
        </w:rPr>
        <w:t xml:space="preserve"> </w:t>
      </w:r>
      <w:r w:rsidRPr="00837668">
        <w:rPr>
          <w:sz w:val="18"/>
          <w:szCs w:val="18"/>
        </w:rPr>
        <w:t>se samostatně pro jednotlivé objekty. Jedná se o dokumentaci, která rozpracovává PDPS s</w:t>
      </w:r>
      <w:r>
        <w:rPr>
          <w:sz w:val="18"/>
          <w:szCs w:val="18"/>
        </w:rPr>
        <w:t> </w:t>
      </w:r>
      <w:r w:rsidRPr="00837668">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Pr>
          <w:sz w:val="18"/>
          <w:szCs w:val="18"/>
        </w:rPr>
        <w:t> </w:t>
      </w:r>
      <w:r w:rsidRPr="00837668">
        <w:rPr>
          <w:sz w:val="18"/>
          <w:szCs w:val="18"/>
        </w:rPr>
        <w:t xml:space="preserve">předcházejícího stupně dokumentace nebo smluvního ujednání. RDS nemění koncepčně-technické řešení stavby navržené v rámci předcházející projektové přípravy, pokud není OP stanoveno jinak. Obsah a rozsah RDS je definován přílohou P8 </w:t>
      </w:r>
      <w:r>
        <w:rPr>
          <w:sz w:val="18"/>
          <w:szCs w:val="18"/>
        </w:rPr>
        <w:t xml:space="preserve">směrnice </w:t>
      </w:r>
      <w:r w:rsidRPr="00837668">
        <w:rPr>
          <w:sz w:val="18"/>
          <w:szCs w:val="18"/>
        </w:rPr>
        <w:t>SŽ SM011. Náklady spojené se zpracováním RDS budou uvedené v samostatné položce</w:t>
      </w:r>
      <w:r>
        <w:rPr>
          <w:sz w:val="18"/>
          <w:szCs w:val="18"/>
        </w:rPr>
        <w:t xml:space="preserve"> </w:t>
      </w:r>
      <w:r w:rsidRPr="00837668">
        <w:rPr>
          <w:sz w:val="18"/>
          <w:szCs w:val="18"/>
        </w:rPr>
        <w:t>v soupisu prací příslušných objektů SO</w:t>
      </w:r>
      <w:r>
        <w:rPr>
          <w:sz w:val="18"/>
          <w:szCs w:val="18"/>
        </w:rPr>
        <w:t xml:space="preserve"> a </w:t>
      </w:r>
      <w:r w:rsidRPr="00837668">
        <w:rPr>
          <w:sz w:val="18"/>
          <w:szCs w:val="18"/>
        </w:rPr>
        <w:t>PS, u kterých je opodstatněné takovéto činnosti vyžadovat.</w:t>
      </w:r>
    </w:p>
    <w:p w14:paraId="32DDADD1" w14:textId="77777777" w:rsidR="00976824" w:rsidRPr="0031518B" w:rsidRDefault="00976824" w:rsidP="00976824">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Pr="00DF6242">
        <w:rPr>
          <w:sz w:val="18"/>
          <w:szCs w:val="18"/>
        </w:rPr>
        <w:t>(</w:t>
      </w:r>
      <w:r w:rsidRPr="00A878E6">
        <w:rPr>
          <w:sz w:val="18"/>
          <w:szCs w:val="18"/>
        </w:rPr>
        <w:t xml:space="preserve">dále také </w:t>
      </w:r>
      <w:r>
        <w:rPr>
          <w:sz w:val="18"/>
          <w:szCs w:val="18"/>
        </w:rPr>
        <w:t>„</w:t>
      </w:r>
      <w:r w:rsidRPr="00DF6242">
        <w:rPr>
          <w:sz w:val="18"/>
          <w:szCs w:val="18"/>
        </w:rPr>
        <w:t>DSPS</w:t>
      </w:r>
      <w:r>
        <w:rPr>
          <w:sz w:val="18"/>
          <w:szCs w:val="18"/>
        </w:rPr>
        <w:t>“</w:t>
      </w:r>
      <w:r w:rsidRPr="00DF6242">
        <w:rPr>
          <w:sz w:val="18"/>
          <w:szCs w:val="18"/>
        </w:rPr>
        <w:t xml:space="preserve">) je dokumentace, která se zpracovává přiměřeně v rozsahu </w:t>
      </w:r>
      <w:r w:rsidRPr="00A878E6">
        <w:rPr>
          <w:sz w:val="18"/>
          <w:szCs w:val="18"/>
        </w:rPr>
        <w:t xml:space="preserve">a členění podle požadavků Přílohy P9 </w:t>
      </w:r>
      <w:r w:rsidRPr="00DF6242">
        <w:rPr>
          <w:sz w:val="18"/>
          <w:szCs w:val="18"/>
        </w:rPr>
        <w:t>směrnice SŽ SM011 a požadavků Smlouvy. Jedná se o dokumentaci, kterou zpracovává Zhotovitel stavby po ukončení stavebních prací. DSPS zaznamenává skutečný stav po provedení prací. Dokumentaci skutečného provedení stavby může tvořit kopie ověřené projektové dokumentace na jejímž základě byla stavba povolena, doplněná výkresy odchylek, pokud to není na újmu přehlednosti a srozumitelnosti dokumentace.</w:t>
      </w:r>
      <w:r w:rsidRPr="00DF6242" w:rsidDel="00DF6242">
        <w:rPr>
          <w:sz w:val="18"/>
          <w:szCs w:val="18"/>
        </w:rPr>
        <w:t xml:space="preserve"> </w:t>
      </w:r>
    </w:p>
    <w:p w14:paraId="7D6209C8" w14:textId="77777777" w:rsidR="00976824" w:rsidRPr="0031518B" w:rsidRDefault="00976824" w:rsidP="00976824">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(dále také „ZD“) je soubor dokumentů (</w:t>
      </w:r>
      <w:r w:rsidRPr="00A878E6">
        <w:rPr>
          <w:sz w:val="18"/>
          <w:szCs w:val="18"/>
        </w:rPr>
        <w:t>Obchodní podmínky</w:t>
      </w:r>
      <w:r w:rsidRPr="00F92E3A">
        <w:rPr>
          <w:sz w:val="18"/>
          <w:szCs w:val="18"/>
        </w:rPr>
        <w:t xml:space="preserve">,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351E3C36" w14:textId="77777777" w:rsidR="00976824" w:rsidRPr="0031518B" w:rsidRDefault="00976824" w:rsidP="00976824">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Pr>
          <w:b/>
          <w:sz w:val="18"/>
          <w:szCs w:val="18"/>
        </w:rPr>
        <w:t>/Stavební postup</w:t>
      </w:r>
      <w:r w:rsidRPr="00DF6242">
        <w:rPr>
          <w:sz w:val="18"/>
          <w:szCs w:val="18"/>
        </w:rPr>
        <w:t xml:space="preserve"> je ucelená Část Díla.</w:t>
      </w:r>
    </w:p>
    <w:p w14:paraId="63F8B583" w14:textId="77777777" w:rsidR="00976824" w:rsidRDefault="00976824" w:rsidP="00976824">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Pr>
          <w:sz w:val="18"/>
          <w:szCs w:val="18"/>
        </w:rPr>
        <w:t>dále také „</w:t>
      </w:r>
      <w:r w:rsidRPr="00F92E3A">
        <w:rPr>
          <w:sz w:val="18"/>
          <w:szCs w:val="18"/>
        </w:rPr>
        <w:t>TDS</w:t>
      </w:r>
      <w:r>
        <w:rPr>
          <w:sz w:val="18"/>
          <w:szCs w:val="18"/>
        </w:rPr>
        <w:t>“</w:t>
      </w:r>
      <w:r w:rsidRPr="00F92E3A">
        <w:rPr>
          <w:sz w:val="18"/>
          <w:szCs w:val="18"/>
        </w:rPr>
        <w:t>) – Objednatel se zavazuje u staveb financovaných</w:t>
      </w:r>
      <w:r>
        <w:rPr>
          <w:sz w:val="18"/>
          <w:szCs w:val="18"/>
        </w:rPr>
        <w:t xml:space="preserve"> </w:t>
      </w:r>
      <w:r w:rsidRPr="00837668">
        <w:rPr>
          <w:sz w:val="18"/>
          <w:szCs w:val="18"/>
        </w:rPr>
        <w:t>z veřejného rozpočtu, které provádí Zhotovitel, zajistit technický dozor stavebníka nad prováděním Díla dle § 1</w:t>
      </w:r>
      <w:r>
        <w:rPr>
          <w:sz w:val="18"/>
          <w:szCs w:val="18"/>
        </w:rPr>
        <w:t>61</w:t>
      </w:r>
      <w:r w:rsidRPr="00837668">
        <w:rPr>
          <w:sz w:val="18"/>
          <w:szCs w:val="18"/>
        </w:rPr>
        <w:t xml:space="preserve"> odst. (</w:t>
      </w:r>
      <w:r>
        <w:rPr>
          <w:sz w:val="18"/>
          <w:szCs w:val="18"/>
        </w:rPr>
        <w:t>2</w:t>
      </w:r>
      <w:r w:rsidRPr="00837668">
        <w:rPr>
          <w:sz w:val="18"/>
          <w:szCs w:val="18"/>
        </w:rPr>
        <w:t xml:space="preserve">) zákona č. </w:t>
      </w:r>
      <w:r>
        <w:rPr>
          <w:sz w:val="18"/>
          <w:szCs w:val="18"/>
        </w:rPr>
        <w:t>2</w:t>
      </w:r>
      <w:r w:rsidRPr="00837668">
        <w:rPr>
          <w:sz w:val="18"/>
          <w:szCs w:val="18"/>
        </w:rPr>
        <w:t>83/</w:t>
      </w:r>
      <w:r>
        <w:rPr>
          <w:sz w:val="18"/>
          <w:szCs w:val="18"/>
        </w:rPr>
        <w:t>2021</w:t>
      </w:r>
      <w:r w:rsidRPr="00837668">
        <w:rPr>
          <w:sz w:val="18"/>
          <w:szCs w:val="18"/>
        </w:rPr>
        <w:t xml:space="preserve"> Sb.</w:t>
      </w:r>
      <w:r w:rsidRPr="00A878E6">
        <w:t xml:space="preserve"> </w:t>
      </w:r>
      <w:r w:rsidRPr="00A878E6">
        <w:rPr>
          <w:sz w:val="18"/>
          <w:szCs w:val="18"/>
        </w:rPr>
        <w:t>(stavební zákon).</w:t>
      </w:r>
      <w:r w:rsidRPr="00837668">
        <w:rPr>
          <w:sz w:val="18"/>
          <w:szCs w:val="18"/>
        </w:rPr>
        <w:t xml:space="preserve"> Funkce</w:t>
      </w:r>
      <w:r>
        <w:rPr>
          <w:sz w:val="18"/>
          <w:szCs w:val="18"/>
        </w:rPr>
        <w:t xml:space="preserve"> </w:t>
      </w:r>
      <w:r w:rsidRPr="00837668">
        <w:rPr>
          <w:sz w:val="18"/>
          <w:szCs w:val="18"/>
        </w:rPr>
        <w:t xml:space="preserve">technický dozor stavebníka není totožná s funkcí stavební dozor dle § </w:t>
      </w:r>
      <w:r>
        <w:rPr>
          <w:sz w:val="18"/>
          <w:szCs w:val="18"/>
        </w:rPr>
        <w:t>14</w:t>
      </w:r>
      <w:r w:rsidRPr="00837668">
        <w:rPr>
          <w:sz w:val="18"/>
          <w:szCs w:val="18"/>
        </w:rPr>
        <w:t xml:space="preserve"> písm. </w:t>
      </w:r>
      <w:r>
        <w:rPr>
          <w:sz w:val="18"/>
          <w:szCs w:val="18"/>
        </w:rPr>
        <w:t>g</w:t>
      </w:r>
      <w:r w:rsidRPr="00837668">
        <w:rPr>
          <w:sz w:val="18"/>
          <w:szCs w:val="18"/>
        </w:rPr>
        <w:t>) stavebního zákona.</w:t>
      </w:r>
    </w:p>
    <w:p w14:paraId="575850E2" w14:textId="77777777" w:rsidR="00976824" w:rsidRPr="00626A8D" w:rsidRDefault="00976824" w:rsidP="00976824">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626A8D">
        <w:rPr>
          <w:b/>
          <w:bCs/>
          <w:sz w:val="18"/>
          <w:szCs w:val="18"/>
        </w:rPr>
        <w:t>Dozor projektanta</w:t>
      </w:r>
      <w:r w:rsidRPr="00A878E6">
        <w:rPr>
          <w:sz w:val="18"/>
          <w:szCs w:val="18"/>
        </w:rPr>
        <w:t xml:space="preserve"> je průběžný odborný dozor nad souladem realizace dokumentace pro provádění záměru (tj. zhotovením projektové dokumentace pro provádění stavby) s dokumentací pro povolení záměru (tj. s projektovou dokumentací pro povolení stavby) a dále průběžný odborný dozor nad prováděním záměru (tj. prováděním stavby) v souladu s dokumentací pro provedení záměru (tj. projektovou dokumentací pro provádění stavby) včetně RDS. Popis a požadavky Dozoru projektanta při provádění stavby (dříve Autorský dozor) jsou uvedeny v Příloze B Kapitoly 1 TKP a v zadávací dokumentaci</w:t>
      </w:r>
      <w:r>
        <w:rPr>
          <w:sz w:val="18"/>
          <w:szCs w:val="18"/>
        </w:rPr>
        <w:t>.</w:t>
      </w:r>
    </w:p>
    <w:p w14:paraId="7223D653" w14:textId="77777777" w:rsidR="00976824" w:rsidRPr="0031518B" w:rsidRDefault="00976824" w:rsidP="00976824">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5170AC">
        <w:rPr>
          <w:sz w:val="18"/>
          <w:szCs w:val="18"/>
        </w:rPr>
        <w:lastRenderedPageBreak/>
        <w:t>Pokud jsou v textu ZTP odkazy na obecně závazné právní předpisy, normy nebo vnitřní předpisy, pak se vždy vztahují na platné znění příslušného dokumentu.</w:t>
      </w:r>
    </w:p>
    <w:p w14:paraId="63E22164" w14:textId="77777777" w:rsidR="00976824" w:rsidRPr="0031518B" w:rsidRDefault="00976824" w:rsidP="00976824">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Pr="008C3B2B">
        <w:rPr>
          <w:b/>
          <w:sz w:val="18"/>
          <w:szCs w:val="18"/>
        </w:rPr>
        <w:t>Zvláštních technických podmínkách</w:t>
      </w:r>
      <w:r w:rsidRPr="00A774DB">
        <w:rPr>
          <w:sz w:val="18"/>
          <w:szCs w:val="18"/>
        </w:rPr>
        <w:t xml:space="preserve"> </w:t>
      </w:r>
      <w:r>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5165CBE2" w:rsidR="00A774DB" w:rsidRPr="005D336A" w:rsidRDefault="00976824" w:rsidP="00976824">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r>
        <w:rPr>
          <w:rFonts w:cs="Verdana"/>
          <w:sz w:val="18"/>
          <w:szCs w:val="18"/>
        </w:rPr>
        <w:t>.</w:t>
      </w:r>
    </w:p>
    <w:p w14:paraId="49E26161" w14:textId="77777777" w:rsidR="00826B7B" w:rsidRPr="00A16611" w:rsidRDefault="00826B7B" w:rsidP="00517E55">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389559699"/>
      <w:bookmarkStart w:id="5" w:name="_Toc397429847"/>
      <w:bookmarkStart w:id="6" w:name="_Ref433028040"/>
      <w:bookmarkStart w:id="7" w:name="_Toc1048197"/>
      <w:bookmarkStart w:id="8" w:name="_Toc13731855"/>
      <w:bookmarkStart w:id="9" w:name="_Toc202186794"/>
      <w:r w:rsidRPr="00782CE4">
        <w:lastRenderedPageBreak/>
        <w:t>SPECIFIKACE</w:t>
      </w:r>
      <w:r>
        <w:t xml:space="preserve"> PŘEDMĚTU DÍLA</w:t>
      </w:r>
      <w:bookmarkEnd w:id="3"/>
      <w:bookmarkEnd w:id="9"/>
    </w:p>
    <w:p w14:paraId="05AE8C5C" w14:textId="77777777" w:rsidR="00DF7BAA" w:rsidRDefault="00DF7BAA" w:rsidP="00DF7BAA">
      <w:pPr>
        <w:pStyle w:val="Nadpis2-2"/>
      </w:pPr>
      <w:bookmarkStart w:id="10" w:name="_Toc6410430"/>
      <w:bookmarkStart w:id="11" w:name="_Toc202186795"/>
      <w:r>
        <w:t>Účel a rozsah předmětu Díla</w:t>
      </w:r>
      <w:bookmarkEnd w:id="10"/>
      <w:bookmarkEnd w:id="11"/>
    </w:p>
    <w:p w14:paraId="144B4FC2" w14:textId="488EDCC5" w:rsidR="00DF7BAA" w:rsidRPr="00A16611" w:rsidRDefault="00DF7BAA" w:rsidP="008F090E">
      <w:pPr>
        <w:pStyle w:val="Text2-1"/>
      </w:pPr>
      <w:r w:rsidRPr="00A16611">
        <w:t>Předmětem díla je zhotovení stavby</w:t>
      </w:r>
      <w:r w:rsidR="00280695">
        <w:t xml:space="preserve"> – </w:t>
      </w:r>
      <w:r w:rsidR="000C6ECB">
        <w:t xml:space="preserve">provedení </w:t>
      </w:r>
      <w:r w:rsidR="00280695">
        <w:t>stavebních prací pod názvem</w:t>
      </w:r>
      <w:r w:rsidRPr="00A16611">
        <w:t xml:space="preserve"> </w:t>
      </w:r>
      <w:r w:rsidR="00251CE3" w:rsidRPr="002126AD">
        <w:rPr>
          <w:b/>
        </w:rPr>
        <w:t>„</w:t>
      </w:r>
      <w:r w:rsidR="008F090E" w:rsidRPr="008F090E">
        <w:t>Údržba a opravy bytů u pozemních objektů SPS v obvodu OŘ Ostrava 202</w:t>
      </w:r>
      <w:r w:rsidR="0027512F">
        <w:t>5</w:t>
      </w:r>
      <w:r w:rsidR="008F090E" w:rsidRPr="008F090E">
        <w:t>/202</w:t>
      </w:r>
      <w:r w:rsidR="0027512F">
        <w:t>6</w:t>
      </w:r>
      <w:r w:rsidR="00251CE3">
        <w:t>“</w:t>
      </w:r>
      <w:r w:rsidR="00EC4FA5" w:rsidRPr="00A16611">
        <w:t>,</w:t>
      </w:r>
      <w:r w:rsidRPr="00A16611">
        <w:t xml:space="preserve"> jejímž cílem</w:t>
      </w:r>
      <w:r w:rsidR="00280695" w:rsidRPr="00280695">
        <w:t xml:space="preserve"> </w:t>
      </w:r>
      <w:r w:rsidR="00280695">
        <w:t xml:space="preserve">je realizace údržbových a opravných stavebních prací včetně odstranění závad </w:t>
      </w:r>
      <w:r w:rsidR="009442DE">
        <w:t>bytového fondu v</w:t>
      </w:r>
      <w:r w:rsidR="00280695">
        <w:t xml:space="preserve"> </w:t>
      </w:r>
      <w:r w:rsidR="00251CE3">
        <w:t>pozemních objektech</w:t>
      </w:r>
      <w:r w:rsidR="00FA4C8E">
        <w:t xml:space="preserve"> </w:t>
      </w:r>
      <w:r w:rsidR="008825BA">
        <w:t>za</w:t>
      </w:r>
      <w:r w:rsidR="00280695">
        <w:t xml:space="preserve"> účelem zajištění </w:t>
      </w:r>
      <w:r w:rsidR="009442DE">
        <w:t xml:space="preserve">jejich </w:t>
      </w:r>
      <w:r w:rsidR="00280695">
        <w:t xml:space="preserve">bezpečného a provozuschopného stavu. </w:t>
      </w:r>
      <w:r w:rsidR="00280695" w:rsidRPr="00A16611">
        <w:t xml:space="preserve"> </w:t>
      </w:r>
    </w:p>
    <w:p w14:paraId="29AAB0CD" w14:textId="0ED0BC9C" w:rsidR="00E70AB8" w:rsidRPr="009442DE" w:rsidRDefault="00A16611" w:rsidP="008F090E">
      <w:pPr>
        <w:pStyle w:val="Text2-1"/>
      </w:pPr>
      <w:r w:rsidRPr="009442DE">
        <w:t xml:space="preserve">Rozsah Díla </w:t>
      </w:r>
      <w:r w:rsidR="00251CE3" w:rsidRPr="009442DE">
        <w:rPr>
          <w:b/>
        </w:rPr>
        <w:t>„</w:t>
      </w:r>
      <w:r w:rsidR="008F090E" w:rsidRPr="009442DE">
        <w:t>Údržba a opravy bytů u pozemních objektů SPS v obvodu OŘ Ostrava 202</w:t>
      </w:r>
      <w:r w:rsidR="0027512F">
        <w:t>5</w:t>
      </w:r>
      <w:r w:rsidR="008F090E" w:rsidRPr="009442DE">
        <w:t>/202</w:t>
      </w:r>
      <w:r w:rsidR="0027512F">
        <w:t>6</w:t>
      </w:r>
      <w:r w:rsidR="00251CE3" w:rsidRPr="009442DE">
        <w:t>“</w:t>
      </w:r>
      <w:r w:rsidRPr="009442DE">
        <w:t xml:space="preserve"> </w:t>
      </w:r>
      <w:r w:rsidR="009442DE" w:rsidRPr="009442DE">
        <w:t xml:space="preserve">je </w:t>
      </w:r>
      <w:r w:rsidR="00280695" w:rsidRPr="009442DE">
        <w:t>z hlediska věcného rozsahu a požadovaného množství (předpoklad) uveden v</w:t>
      </w:r>
      <w:r w:rsidR="000C6ECB" w:rsidRPr="009442DE">
        <w:t xml:space="preserve"> Bližší specifikaci díla (Díl 2_2 Zadávací dokumentace) a </w:t>
      </w:r>
      <w:r w:rsidR="008F090E" w:rsidRPr="009442DE">
        <w:t>Nabídkovém koeficientu</w:t>
      </w:r>
      <w:r w:rsidR="00280695" w:rsidRPr="009442DE">
        <w:t xml:space="preserve"> (</w:t>
      </w:r>
      <w:r w:rsidR="000C6ECB" w:rsidRPr="009442DE">
        <w:t>Díl 2_3</w:t>
      </w:r>
      <w:r w:rsidR="009B1DD9">
        <w:t>a</w:t>
      </w:r>
      <w:r w:rsidR="00A861B4" w:rsidRPr="009442DE">
        <w:t xml:space="preserve"> </w:t>
      </w:r>
      <w:r w:rsidR="00280695" w:rsidRPr="009442DE">
        <w:t>Zadávací dokumentace</w:t>
      </w:r>
      <w:r w:rsidR="000C6ECB" w:rsidRPr="009442DE">
        <w:t>). Přesný rozsah Díla bude stanoven až na základě dílčích smluv – objednávek (dále jen „Objednávky“) zadávaných v souladu s rámcovou dohodou.</w:t>
      </w:r>
    </w:p>
    <w:p w14:paraId="79B5C973" w14:textId="77777777" w:rsidR="00DF7BAA" w:rsidRDefault="00DF7BAA" w:rsidP="00DF7BAA">
      <w:pPr>
        <w:pStyle w:val="Nadpis2-2"/>
      </w:pPr>
      <w:bookmarkStart w:id="12" w:name="_Toc6410431"/>
      <w:bookmarkStart w:id="13" w:name="_Toc202186796"/>
      <w:r>
        <w:t>Umístění stavby</w:t>
      </w:r>
      <w:bookmarkEnd w:id="12"/>
      <w:bookmarkEnd w:id="13"/>
    </w:p>
    <w:p w14:paraId="4DFE4759" w14:textId="6F9A4BA6" w:rsidR="008825BA" w:rsidRDefault="005C5596" w:rsidP="008825BA">
      <w:pPr>
        <w:pStyle w:val="Text2-1"/>
      </w:pPr>
      <w:r>
        <w:t>Stavební práce</w:t>
      </w:r>
      <w:r w:rsidR="00DF7BAA">
        <w:t xml:space="preserve"> bud</w:t>
      </w:r>
      <w:r>
        <w:t>ou</w:t>
      </w:r>
      <w:r w:rsidR="00DF7BAA">
        <w:t xml:space="preserve"> probíhat </w:t>
      </w:r>
      <w:r w:rsidR="00280695">
        <w:t>v </w:t>
      </w:r>
      <w:r w:rsidR="008825BA">
        <w:t>obvodu</w:t>
      </w:r>
      <w:r w:rsidR="00280695">
        <w:t xml:space="preserve"> </w:t>
      </w:r>
      <w:r w:rsidR="00251CE3" w:rsidRPr="00547136">
        <w:t>Správy pozemních staveb</w:t>
      </w:r>
      <w:r w:rsidR="00251CE3">
        <w:t xml:space="preserve"> (SPS) </w:t>
      </w:r>
      <w:r w:rsidR="00280695">
        <w:t>Oblastního ředitelství Ostrava</w:t>
      </w:r>
      <w:r w:rsidR="000C6ECB">
        <w:t xml:space="preserve">, </w:t>
      </w:r>
      <w:r w:rsidR="000C6ECB" w:rsidRPr="00837668">
        <w:t>jehož vymezení je stanoveno v dalších částech Zadávací dokumentace</w:t>
      </w:r>
      <w:r w:rsidR="009442DE">
        <w:t>, zejm. v Dílu 3_1 Zadávací dokumentace a Příloze č.2 těchto ZTP</w:t>
      </w:r>
      <w:r w:rsidR="000C6ECB" w:rsidRPr="00883327">
        <w:t>.</w:t>
      </w:r>
      <w:r w:rsidR="000C6ECB" w:rsidRPr="00837668">
        <w:t xml:space="preserve"> </w:t>
      </w:r>
      <w:r w:rsidR="000C6ECB" w:rsidRPr="00883327">
        <w:t>Přesné vymezení místa plnění bude stanoveno v Objednávce při zadávání dílčích veřejných zakázek zadávaných v souladu s rámcovou dohodou.</w:t>
      </w:r>
    </w:p>
    <w:p w14:paraId="481509A7" w14:textId="77777777" w:rsidR="00DF7BAA" w:rsidRDefault="00DF7BAA" w:rsidP="00DF7BAA">
      <w:pPr>
        <w:pStyle w:val="Nadpis2-1"/>
      </w:pPr>
      <w:bookmarkStart w:id="14" w:name="_Toc6410432"/>
      <w:bookmarkStart w:id="15" w:name="_Toc202186797"/>
      <w:r>
        <w:t>PŘEHLED VÝCHOZÍCH PODKLADŮ</w:t>
      </w:r>
      <w:bookmarkEnd w:id="14"/>
      <w:bookmarkEnd w:id="15"/>
    </w:p>
    <w:p w14:paraId="6A2039BC" w14:textId="77777777" w:rsidR="00DF7BAA" w:rsidRDefault="00DF7BAA" w:rsidP="00DF7BAA">
      <w:pPr>
        <w:pStyle w:val="Nadpis2-2"/>
      </w:pPr>
      <w:bookmarkStart w:id="16" w:name="_Toc6410433"/>
      <w:bookmarkStart w:id="17" w:name="_Toc202186798"/>
      <w:r>
        <w:t>Projektová dokumentace</w:t>
      </w:r>
      <w:bookmarkEnd w:id="16"/>
      <w:bookmarkEnd w:id="17"/>
    </w:p>
    <w:p w14:paraId="4D8E81F7" w14:textId="243EE8EA" w:rsidR="005E47F4" w:rsidRDefault="000C6ECB" w:rsidP="00615BEC">
      <w:pPr>
        <w:pStyle w:val="Text2-1"/>
      </w:pPr>
      <w:r>
        <w:t xml:space="preserve">Budou-li stavební práce zadávány na základě projektové dokumentace, bude tato předána před uzavřením Objednávky </w:t>
      </w:r>
      <w:bookmarkStart w:id="18" w:name="_Hlk144282388"/>
      <w:r>
        <w:t xml:space="preserve">při zadávání dílčích veřejných zakázek. </w:t>
      </w:r>
      <w:bookmarkEnd w:id="18"/>
      <w:r>
        <w:t>V ostatních případech bude řešeno formou Technické specifikace požadovaných stavebních prací, která bude nedílnou součástí Objednávky při zadávání dílčích veřejných zakázek zadávaných v souladu s rámcovou dohodou.</w:t>
      </w:r>
    </w:p>
    <w:p w14:paraId="52904154" w14:textId="77777777" w:rsidR="00DF7BAA" w:rsidRPr="00860F4E" w:rsidRDefault="00DF7BAA" w:rsidP="00DF7BAA">
      <w:pPr>
        <w:pStyle w:val="Nadpis2-2"/>
      </w:pPr>
      <w:bookmarkStart w:id="19" w:name="_Toc6410434"/>
      <w:bookmarkStart w:id="20" w:name="_Toc202186799"/>
      <w:r w:rsidRPr="00860F4E">
        <w:t>Související dokumentace</w:t>
      </w:r>
      <w:bookmarkEnd w:id="19"/>
      <w:bookmarkEnd w:id="20"/>
    </w:p>
    <w:p w14:paraId="0C10CA0D" w14:textId="77777777" w:rsidR="000C6ECB" w:rsidRPr="003D097F" w:rsidRDefault="000C6ECB" w:rsidP="000C6ECB">
      <w:pPr>
        <w:pStyle w:val="Text2-1"/>
      </w:pPr>
      <w:r w:rsidRPr="003D097F">
        <w:t xml:space="preserve">Prováděné stavební práce vzhledem k jejich charakteru zpravidla nepodléhají stavebnímu či jinému řízení, nebo nevyžadují ohlášení stavby stavebnímu úřadu. </w:t>
      </w:r>
    </w:p>
    <w:p w14:paraId="241A176F" w14:textId="72F1FEC4" w:rsidR="008170FD" w:rsidRDefault="000C6ECB" w:rsidP="000C6ECB">
      <w:pPr>
        <w:pStyle w:val="Text2-1"/>
      </w:pPr>
      <w:r w:rsidRPr="003D097F">
        <w:t>V případě požadavku na provedení stavebních prací, které podléhají stavebnímu povolení nebo jinému veřejnoprávnímu rozhodnutí, bude příslušný dokument předán Zhotoviteli před uzavřením Objednávky při zadávání dílčích veřejných zakázek. V takovém případě bude v Objednávce uveden odkaz na uvedené stavební povolení nebo jiné veřejnoprávní rozhodnutí, které bude pro Zhotovitele závazné</w:t>
      </w:r>
      <w:r w:rsidR="00AB410B">
        <w:t>.</w:t>
      </w:r>
      <w:r w:rsidR="008170FD">
        <w:t xml:space="preserve"> </w:t>
      </w:r>
    </w:p>
    <w:p w14:paraId="68275920" w14:textId="77777777" w:rsidR="00DF7BAA" w:rsidRDefault="00DF7BAA" w:rsidP="00DF7BAA">
      <w:pPr>
        <w:pStyle w:val="Nadpis2-1"/>
      </w:pPr>
      <w:bookmarkStart w:id="21" w:name="_Toc6410435"/>
      <w:bookmarkStart w:id="22" w:name="_Toc202186800"/>
      <w:r>
        <w:t>KOORDINACE S JINÝMI STAVBAMI</w:t>
      </w:r>
      <w:bookmarkEnd w:id="21"/>
      <w:bookmarkEnd w:id="22"/>
      <w:r>
        <w:t xml:space="preserve"> </w:t>
      </w:r>
    </w:p>
    <w:p w14:paraId="48930A80" w14:textId="659C3D37" w:rsidR="00DF7BAA" w:rsidRDefault="00DF7BAA" w:rsidP="00DF7BAA">
      <w:pPr>
        <w:pStyle w:val="Text2-1"/>
      </w:pPr>
      <w:r>
        <w:t xml:space="preserve">Zhotovení stavby musí být provedeno v koordinaci s připravovanými, případně aktuálně realizovanými </w:t>
      </w:r>
      <w:r w:rsidR="00AA0C46">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6F56EB94" w:rsidR="00A10D37" w:rsidRPr="008170FD" w:rsidRDefault="001F25FE" w:rsidP="00A10D37">
      <w:pPr>
        <w:pStyle w:val="Text2-1"/>
      </w:pPr>
      <w:r>
        <w:t>V případě požadavku na koordinaci s jinými stavbami bude řešeno Objednatelem se Zhotovitelem před uzavřením Objednávky při zadávání dílčích veřejných zakázek zadávaných v souladu s rámcovou dohodou, příp. v průběhu realizace Díla, pokud by nastala objektivní okolnost požadavku na koordinaci až v okamžiku po uzavření Objednávky, o které v době jejího uzavření Objednatel nevěděl ani ji nemohl předpokládat</w:t>
      </w:r>
      <w:r w:rsidR="00234F48" w:rsidRPr="008170FD">
        <w:t xml:space="preserve">. </w:t>
      </w:r>
    </w:p>
    <w:p w14:paraId="32E3FFCA" w14:textId="77777777" w:rsidR="00DF7BAA" w:rsidRPr="002F3B4D" w:rsidRDefault="0025048A" w:rsidP="00DF7BAA">
      <w:pPr>
        <w:pStyle w:val="Nadpis2-1"/>
      </w:pPr>
      <w:bookmarkStart w:id="23" w:name="_Toc6410436"/>
      <w:bookmarkStart w:id="24" w:name="_Toc202186801"/>
      <w:r w:rsidRPr="002F3B4D">
        <w:lastRenderedPageBreak/>
        <w:t xml:space="preserve">Zvláštní </w:t>
      </w:r>
      <w:r w:rsidR="00DF7BAA" w:rsidRPr="002F3B4D">
        <w:t xml:space="preserve">TECHNICKÉ </w:t>
      </w:r>
      <w:r w:rsidRPr="002F3B4D">
        <w:t>podmímky a požadavky na</w:t>
      </w:r>
      <w:r w:rsidR="00DF7BAA" w:rsidRPr="002F3B4D">
        <w:t xml:space="preserve"> PROVEDENÍ DÍLA</w:t>
      </w:r>
      <w:bookmarkEnd w:id="23"/>
      <w:bookmarkEnd w:id="24"/>
    </w:p>
    <w:p w14:paraId="6FD8A9DE" w14:textId="77777777" w:rsidR="00DF7BAA" w:rsidRDefault="00DF7BAA" w:rsidP="00DF7BAA">
      <w:pPr>
        <w:pStyle w:val="Nadpis2-2"/>
      </w:pPr>
      <w:bookmarkStart w:id="25" w:name="_Toc6410437"/>
      <w:bookmarkStart w:id="26" w:name="_Toc202186802"/>
      <w:r>
        <w:t>Všeobecně</w:t>
      </w:r>
      <w:bookmarkEnd w:id="25"/>
      <w:bookmarkEnd w:id="26"/>
    </w:p>
    <w:p w14:paraId="65532685" w14:textId="7DEBE4BF" w:rsidR="00700A8A" w:rsidRPr="00700A8A" w:rsidRDefault="000C6ECB" w:rsidP="00251CE3">
      <w:pPr>
        <w:pStyle w:val="Text2-1"/>
      </w:pPr>
      <w:r w:rsidRPr="0056233E">
        <w:rPr>
          <w:b/>
        </w:rPr>
        <w:t>ZTP</w:t>
      </w:r>
      <w:r>
        <w:t xml:space="preserve"> jsou vydávány pro každou Rámcovou dohodu zvlášť. Definují další parametry Díla a upřesňují konkrétní podmínky a specifické požadavky, dle účelu a rozsahu předmětu Díla dle </w:t>
      </w:r>
      <w:r w:rsidRPr="000258E6">
        <w:t>aktuálních TKP</w:t>
      </w:r>
      <w:r>
        <w:t>, není-li v dílčí smlouvě (Objednávce) dohodnuto jinak</w:t>
      </w:r>
      <w:r w:rsidR="00700A8A" w:rsidRPr="00700A8A">
        <w:t>.</w:t>
      </w:r>
    </w:p>
    <w:p w14:paraId="6D100930" w14:textId="2149C01E" w:rsidR="000C6ECB" w:rsidRDefault="000C6ECB" w:rsidP="000C6ECB">
      <w:pPr>
        <w:pStyle w:val="Text2-1"/>
      </w:pPr>
      <w:r>
        <w:t>V</w:t>
      </w:r>
      <w:r w:rsidRPr="00EB6387">
        <w:t> ZTP upraven</w:t>
      </w:r>
      <w:r>
        <w:t>é</w:t>
      </w:r>
      <w:r w:rsidRPr="00EB6387">
        <w:t xml:space="preserve"> znění ustanovení TKP, Kapitoly 1 se uplatní </w:t>
      </w:r>
      <w:r w:rsidRPr="003B0494">
        <w:t>přiměřeně</w:t>
      </w:r>
      <w:r>
        <w:t xml:space="preserve"> dle účelu a rozsahu předmětu Díla Rámcové dohody.</w:t>
      </w:r>
      <w:r w:rsidRPr="003B0494">
        <w:t xml:space="preserve"> Relevantní ustanovení TKP obsahující podmínky na zajištění </w:t>
      </w:r>
      <w:r w:rsidR="00AA0C46" w:rsidRPr="003B0494">
        <w:t>postupů,</w:t>
      </w:r>
      <w:r w:rsidRPr="003B0494">
        <w:t xml:space="preserve"> aby kvalita provedených prací minimálně splňovala požadavky platných norem a předpisů, nebo měla obvyklou úroveň s přihlédnutím k funkci bezpečnosti a životnosti celé opravované a udržované stavby se uplatní vždy.</w:t>
      </w:r>
    </w:p>
    <w:p w14:paraId="1B3D6B07" w14:textId="77777777" w:rsidR="000C6ECB" w:rsidRPr="003B0494" w:rsidRDefault="000C6ECB" w:rsidP="000C6ECB">
      <w:pPr>
        <w:pStyle w:val="Text2-2"/>
        <w:tabs>
          <w:tab w:val="clear" w:pos="5076"/>
          <w:tab w:val="num" w:pos="1701"/>
        </w:tabs>
        <w:ind w:left="1701"/>
      </w:pPr>
      <w:r w:rsidRPr="003B0494">
        <w:t>Čl. 1.4.8 TKP, odst. 5 Text „…</w:t>
      </w:r>
      <w:bookmarkStart w:id="27" w:name="_Hlk115084506"/>
      <w:r w:rsidRPr="003B0494">
        <w:t>nejméně 5 pracovních dnů před termínem</w:t>
      </w:r>
      <w:bookmarkEnd w:id="27"/>
      <w:r w:rsidRPr="003B0494">
        <w:t>…“ se mění na „…nejméně 2 pracovní dny před termínem …“.</w:t>
      </w:r>
    </w:p>
    <w:p w14:paraId="1E3FB74C" w14:textId="569945BA" w:rsidR="000C6ECB" w:rsidRPr="003B0494" w:rsidRDefault="000C6ECB" w:rsidP="000C6ECB">
      <w:pPr>
        <w:pStyle w:val="Text2-2"/>
        <w:tabs>
          <w:tab w:val="clear" w:pos="5076"/>
          <w:tab w:val="num" w:pos="1701"/>
        </w:tabs>
        <w:ind w:left="1701"/>
      </w:pPr>
      <w:r w:rsidRPr="003B0494">
        <w:t>V čl. 1.7.1 TKP, odst. 1 se doplňuje text „…se zásadami směrnice SŽ SM011</w:t>
      </w:r>
      <w:r>
        <w:t xml:space="preserve"> (Dokumentace staveb Správy železnic, státní organizace)</w:t>
      </w:r>
      <w:r w:rsidRPr="003B0494">
        <w:t xml:space="preserve"> </w:t>
      </w:r>
      <w:r w:rsidR="00976824">
        <w:t>a</w:t>
      </w:r>
      <w:r w:rsidRPr="003B0494">
        <w:t xml:space="preserve"> pokynu GŘ SŽ PO-06/2020-GŘ</w:t>
      </w:r>
      <w:r w:rsidRPr="00F04838">
        <w:t xml:space="preserve"> </w:t>
      </w:r>
      <w:r>
        <w:t>(Pokyn generálního ředitele k poskytování geodetických podkladů a činností pro přípravu a realizaci opravných a investičních akcí)</w:t>
      </w:r>
      <w:r w:rsidRPr="003B0494">
        <w:t xml:space="preserve"> a dále v souladu s dokumenty v této kapitole citovanými.“</w:t>
      </w:r>
    </w:p>
    <w:p w14:paraId="0D67AA97" w14:textId="77777777" w:rsidR="000C6ECB" w:rsidRPr="003B0494" w:rsidRDefault="000C6ECB" w:rsidP="000C6ECB">
      <w:pPr>
        <w:pStyle w:val="Text2-2"/>
        <w:tabs>
          <w:tab w:val="clear" w:pos="5076"/>
          <w:tab w:val="num" w:pos="1701"/>
        </w:tabs>
        <w:ind w:left="1701"/>
      </w:pPr>
      <w:r w:rsidRPr="003B0494">
        <w:t xml:space="preserve">Čl. 1.7.3.2 TKP, odst. 1 se </w:t>
      </w:r>
      <w:r>
        <w:t>nepoužije.</w:t>
      </w:r>
    </w:p>
    <w:p w14:paraId="5D081D5F" w14:textId="77777777" w:rsidR="000C6ECB" w:rsidRPr="003B0494" w:rsidRDefault="000C6ECB" w:rsidP="000C6ECB">
      <w:pPr>
        <w:pStyle w:val="Text2-2"/>
        <w:tabs>
          <w:tab w:val="clear" w:pos="5076"/>
          <w:tab w:val="num" w:pos="1701"/>
        </w:tabs>
        <w:ind w:left="1701"/>
      </w:pPr>
      <w:r w:rsidRPr="003B0494">
        <w:t xml:space="preserve">Čl. </w:t>
      </w:r>
      <w:bookmarkStart w:id="28" w:name="_Hlk115950514"/>
      <w:r w:rsidRPr="003B0494">
        <w:t xml:space="preserve">1.7.3.2 TKP, odst. 7 </w:t>
      </w:r>
      <w:bookmarkEnd w:id="28"/>
      <w:r w:rsidRPr="003B0494">
        <w:t xml:space="preserve">se </w:t>
      </w:r>
      <w:r>
        <w:t>nepoužije</w:t>
      </w:r>
      <w:r w:rsidRPr="003B0494">
        <w:t>.</w:t>
      </w:r>
    </w:p>
    <w:p w14:paraId="1B5BC066" w14:textId="77777777" w:rsidR="000C6ECB" w:rsidRPr="003B0494" w:rsidRDefault="000C6ECB" w:rsidP="000C6ECB">
      <w:pPr>
        <w:pStyle w:val="Text2-2"/>
        <w:tabs>
          <w:tab w:val="clear" w:pos="5076"/>
          <w:tab w:val="num" w:pos="1701"/>
        </w:tabs>
        <w:ind w:left="1701"/>
      </w:pPr>
      <w:r w:rsidRPr="003B0494">
        <w:t>Čl. 1.7.3.3 TKP, odst. 1 se mění takto:</w:t>
      </w:r>
    </w:p>
    <w:p w14:paraId="29F0B856" w14:textId="321C4EA4" w:rsidR="000C6ECB" w:rsidRDefault="000C6ECB" w:rsidP="000C6ECB">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w:t>
      </w:r>
      <w:r w:rsidR="00976824">
        <w:t>tě</w:t>
      </w:r>
      <w:r w:rsidRPr="003B0494">
        <w:t>) a schválen</w:t>
      </w:r>
      <w:r w:rsidR="00976824">
        <w:t>ých</w:t>
      </w:r>
      <w:r w:rsidRPr="003B0494">
        <w:t xml:space="preserve"> bod</w:t>
      </w:r>
      <w:r w:rsidR="00976824">
        <w:t>ů</w:t>
      </w:r>
      <w:r w:rsidRPr="003B0494">
        <w:t xml:space="preserve"> definitivního zajištění v souřadnicovém systému S-JTSK a ve výškovém systému </w:t>
      </w:r>
      <w:proofErr w:type="spellStart"/>
      <w:r w:rsidRPr="003B0494">
        <w:t>Bpv</w:t>
      </w:r>
      <w:proofErr w:type="spellEnd"/>
      <w:r w:rsidRPr="003B0494">
        <w:t>.</w:t>
      </w:r>
    </w:p>
    <w:p w14:paraId="55543EDF" w14:textId="77777777" w:rsidR="00976824" w:rsidRPr="00A878E6" w:rsidRDefault="00976824" w:rsidP="00976824">
      <w:pPr>
        <w:pStyle w:val="Text2-2"/>
        <w:tabs>
          <w:tab w:val="clear" w:pos="5076"/>
          <w:tab w:val="num" w:pos="1701"/>
        </w:tabs>
        <w:ind w:left="1701"/>
      </w:pPr>
      <w:r w:rsidRPr="00A878E6">
        <w:t>Čl. 1.7.3.3 TKP, odst. 3 se mění takto:</w:t>
      </w:r>
    </w:p>
    <w:p w14:paraId="1BFCC5D5" w14:textId="77777777" w:rsidR="00976824" w:rsidRDefault="00976824" w:rsidP="00976824">
      <w:pPr>
        <w:pStyle w:val="Text2-2"/>
        <w:numPr>
          <w:ilvl w:val="0"/>
          <w:numId w:val="0"/>
        </w:numPr>
        <w:ind w:left="1701"/>
      </w:pPr>
      <w:r w:rsidRPr="00A878E6">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p>
    <w:p w14:paraId="4B3E4788" w14:textId="77777777" w:rsidR="00976824" w:rsidRPr="00A878E6" w:rsidRDefault="00976824" w:rsidP="00976824">
      <w:pPr>
        <w:pStyle w:val="Text2-2"/>
        <w:tabs>
          <w:tab w:val="clear" w:pos="5076"/>
          <w:tab w:val="num" w:pos="1701"/>
        </w:tabs>
        <w:ind w:left="1701"/>
      </w:pPr>
      <w:r w:rsidRPr="00A878E6">
        <w:t>Čl. 1.7.3.3 TKP, odst. 5 se nepoužije.</w:t>
      </w:r>
    </w:p>
    <w:p w14:paraId="3772DC01" w14:textId="77777777" w:rsidR="00976824" w:rsidRDefault="00976824" w:rsidP="00976824">
      <w:pPr>
        <w:pStyle w:val="Text2-2"/>
        <w:tabs>
          <w:tab w:val="clear" w:pos="5076"/>
          <w:tab w:val="num" w:pos="1701"/>
        </w:tabs>
        <w:ind w:left="1701"/>
      </w:pPr>
      <w:r w:rsidRPr="00A878E6">
        <w:t>Čl. 1.7.3.3 TKP, odst. 7 se nepoužije</w:t>
      </w:r>
    </w:p>
    <w:p w14:paraId="12DC8653" w14:textId="7BE5BC39" w:rsidR="000C6ECB" w:rsidRPr="00F23487" w:rsidRDefault="000C6ECB" w:rsidP="00976824">
      <w:pPr>
        <w:pStyle w:val="Text2-2"/>
        <w:tabs>
          <w:tab w:val="clear" w:pos="5076"/>
          <w:tab w:val="num" w:pos="1701"/>
        </w:tabs>
        <w:ind w:left="1701"/>
      </w:pPr>
      <w:r w:rsidRPr="00F23487">
        <w:t xml:space="preserve">V čl. 1.7.3.5 TKP, odst.1 se mění takto: </w:t>
      </w:r>
    </w:p>
    <w:p w14:paraId="3119D1C7" w14:textId="42C47CDE" w:rsidR="000C6ECB" w:rsidRDefault="000C6ECB" w:rsidP="000C6ECB">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w:t>
      </w:r>
      <w:r w:rsidR="00976824">
        <w:t xml:space="preserve"> o katastru nemovitostí</w:t>
      </w:r>
      <w:r w:rsidRPr="00F23487">
        <w:t xml:space="preserve"> s výjimkou případu, kdy mu Objednatel oznámí, že jejich vyhotovení zajistí sám nebo že je zajistí vlastník (správce) technické infrastruktury.</w:t>
      </w:r>
    </w:p>
    <w:p w14:paraId="46919EE7" w14:textId="77777777" w:rsidR="000C6ECB" w:rsidRDefault="000C6ECB" w:rsidP="000C6ECB">
      <w:pPr>
        <w:pStyle w:val="Text2-2"/>
        <w:tabs>
          <w:tab w:val="clear" w:pos="5076"/>
          <w:tab w:val="num" w:pos="1701"/>
        </w:tabs>
        <w:ind w:left="1701"/>
      </w:pPr>
      <w:r w:rsidRPr="00EB6387">
        <w:t xml:space="preserve">V čl. 1.7.3.5 TKP, se </w:t>
      </w:r>
      <w:r>
        <w:t>nepoužijí</w:t>
      </w:r>
      <w:r w:rsidRPr="00EB6387">
        <w:t xml:space="preserve"> odstavce 5 a 6.</w:t>
      </w:r>
    </w:p>
    <w:p w14:paraId="5B89D510" w14:textId="77777777" w:rsidR="000C6ECB" w:rsidRDefault="000C6ECB" w:rsidP="000C6ECB">
      <w:pPr>
        <w:pStyle w:val="Text2-2"/>
        <w:tabs>
          <w:tab w:val="clear" w:pos="5076"/>
          <w:tab w:val="num" w:pos="1701"/>
        </w:tabs>
        <w:ind w:left="1701"/>
      </w:pPr>
      <w:r w:rsidRPr="00EB6387">
        <w:t>Čl.</w:t>
      </w:r>
      <w:r>
        <w:t xml:space="preserve"> </w:t>
      </w:r>
      <w:r w:rsidRPr="00EB6387">
        <w:t>1.8.2 TKP, odst. 6 písm. a) se doplňuje textem „…byla-li RDS zpracována</w:t>
      </w:r>
      <w:bookmarkStart w:id="29" w:name="_Hlk115329733"/>
      <w:bookmarkStart w:id="30" w:name="_Hlk115427294"/>
      <w:r w:rsidRPr="00EB6387">
        <w:t>…“</w:t>
      </w:r>
      <w:bookmarkEnd w:id="29"/>
      <w:r w:rsidRPr="00EB6387">
        <w:t>.</w:t>
      </w:r>
      <w:bookmarkEnd w:id="30"/>
    </w:p>
    <w:p w14:paraId="51BFBC26" w14:textId="77777777" w:rsidR="000C6ECB" w:rsidRPr="00F832AA" w:rsidRDefault="000C6ECB" w:rsidP="000C6ECB">
      <w:pPr>
        <w:pStyle w:val="Text2-2"/>
        <w:tabs>
          <w:tab w:val="clear" w:pos="5076"/>
          <w:tab w:val="num" w:pos="1701"/>
        </w:tabs>
        <w:ind w:left="1701"/>
      </w:pPr>
      <w:r w:rsidRPr="00F832AA">
        <w:t xml:space="preserve">Čl. 1.8.2 TKP, odst. 7 se </w:t>
      </w:r>
      <w:r>
        <w:t>nepoužije</w:t>
      </w:r>
      <w:r w:rsidRPr="00F832AA">
        <w:t>.</w:t>
      </w:r>
    </w:p>
    <w:p w14:paraId="43A1E8E1" w14:textId="77777777" w:rsidR="000C6ECB" w:rsidRPr="00F832AA" w:rsidRDefault="000C6ECB" w:rsidP="000C6ECB">
      <w:pPr>
        <w:pStyle w:val="Text2-2"/>
        <w:tabs>
          <w:tab w:val="clear" w:pos="5076"/>
          <w:tab w:val="num" w:pos="1701"/>
        </w:tabs>
        <w:ind w:left="1701"/>
      </w:pPr>
      <w:r w:rsidRPr="00F832AA">
        <w:t xml:space="preserve">V čl. 1.8.3.1 TKP, odst. 2 se ruší text </w:t>
      </w:r>
      <w:bookmarkStart w:id="31" w:name="_Hlk115877962"/>
      <w:r w:rsidRPr="00F832AA">
        <w:t>„…</w:t>
      </w:r>
      <w:bookmarkEnd w:id="31"/>
      <w:r w:rsidRPr="00F832AA">
        <w:t xml:space="preserve"> tj. zpravidla Stavební správa SŽ</w:t>
      </w:r>
      <w:bookmarkStart w:id="32" w:name="_Hlk115334079"/>
      <w:r w:rsidRPr="00F832AA">
        <w:t>…“.</w:t>
      </w:r>
      <w:bookmarkEnd w:id="32"/>
    </w:p>
    <w:p w14:paraId="356FC8DF" w14:textId="77777777" w:rsidR="000C6ECB" w:rsidRPr="00F832AA" w:rsidRDefault="000C6ECB" w:rsidP="000C6ECB">
      <w:pPr>
        <w:pStyle w:val="Text2-2"/>
        <w:tabs>
          <w:tab w:val="clear" w:pos="5076"/>
          <w:tab w:val="num" w:pos="1701"/>
        </w:tabs>
        <w:ind w:left="1701"/>
      </w:pPr>
      <w:r w:rsidRPr="00F832AA">
        <w:t>V čl. 1.9.2 TKP, odst. 3 se mění lhůta z 14 kalendářních dní na 7 kalendářních dní.</w:t>
      </w:r>
    </w:p>
    <w:p w14:paraId="1C79D148" w14:textId="77777777" w:rsidR="000C6ECB" w:rsidRPr="00F832AA" w:rsidRDefault="000C6ECB" w:rsidP="000C6ECB">
      <w:pPr>
        <w:pStyle w:val="Text2-2"/>
        <w:tabs>
          <w:tab w:val="clear" w:pos="5076"/>
          <w:tab w:val="num" w:pos="1701"/>
        </w:tabs>
        <w:ind w:left="1701"/>
      </w:pPr>
      <w:r w:rsidRPr="00F832AA">
        <w:lastRenderedPageBreak/>
        <w:t>V čl. 1.9.2 TKP, odst. 4 v odrážce „body ŽBP“ se ruší text „...v Dokladové části – Geodetický podklad pro projektovou činnost zpracovaný podle jiných právních předpisů…“</w:t>
      </w:r>
    </w:p>
    <w:p w14:paraId="085E6876" w14:textId="77777777" w:rsidR="000C6ECB" w:rsidRPr="001A001A" w:rsidRDefault="000C6ECB" w:rsidP="000C6ECB">
      <w:pPr>
        <w:pStyle w:val="Text2-2"/>
        <w:tabs>
          <w:tab w:val="clear" w:pos="5076"/>
          <w:tab w:val="num" w:pos="1701"/>
        </w:tabs>
        <w:ind w:left="1701"/>
      </w:pPr>
      <w:r w:rsidRPr="001A001A">
        <w:t xml:space="preserve">Čl. 1.9.2 TKP, odst. 7 se </w:t>
      </w:r>
      <w:r>
        <w:t>nepoužije</w:t>
      </w:r>
      <w:r w:rsidRPr="001A001A">
        <w:t>.</w:t>
      </w:r>
    </w:p>
    <w:p w14:paraId="28DA3E47" w14:textId="77777777" w:rsidR="000C6ECB" w:rsidRDefault="000C6ECB" w:rsidP="000C6ECB">
      <w:pPr>
        <w:pStyle w:val="Text2-2"/>
        <w:tabs>
          <w:tab w:val="clear" w:pos="5076"/>
          <w:tab w:val="num" w:pos="1701"/>
        </w:tabs>
        <w:ind w:left="1701"/>
      </w:pPr>
      <w:r>
        <w:t xml:space="preserve">Čl. 1.9.4 TKP, odst. 2 se mění takto: </w:t>
      </w:r>
    </w:p>
    <w:p w14:paraId="5793E13D" w14:textId="77777777" w:rsidR="000C6ECB" w:rsidRPr="00EB6387" w:rsidRDefault="000C6ECB" w:rsidP="000C6ECB">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5F34CAE2" w14:textId="77777777" w:rsidR="000C6ECB" w:rsidRPr="001A001A" w:rsidRDefault="000C6ECB" w:rsidP="000C6ECB">
      <w:pPr>
        <w:pStyle w:val="Text2-2"/>
        <w:tabs>
          <w:tab w:val="clear" w:pos="5076"/>
          <w:tab w:val="num" w:pos="1701"/>
        </w:tabs>
        <w:ind w:left="1701"/>
      </w:pPr>
      <w:r w:rsidRPr="001A001A">
        <w:t>Čl. 1.9.4 TKP, odst.5 se mění takto:</w:t>
      </w:r>
    </w:p>
    <w:p w14:paraId="07582542" w14:textId="77777777" w:rsidR="000C6ECB" w:rsidRDefault="000C6ECB" w:rsidP="000C6ECB">
      <w:pPr>
        <w:pStyle w:val="Text2-2"/>
        <w:numPr>
          <w:ilvl w:val="0"/>
          <w:numId w:val="0"/>
        </w:numPr>
        <w:ind w:left="1701"/>
      </w:pPr>
      <w:r w:rsidRPr="001A001A">
        <w:t>Zhotovitel se zavazuje zpracovat havarijní plán pro případný únik ropných látek ve smyslu zákona č. 254/2001</w:t>
      </w:r>
      <w:r>
        <w:t> </w:t>
      </w:r>
      <w:r w:rsidRPr="001A001A">
        <w:t>Sb.</w:t>
      </w:r>
      <w:r>
        <w:t xml:space="preserve"> (vodní zákon). </w:t>
      </w:r>
      <w:r w:rsidRPr="001A001A">
        <w:t xml:space="preserve"> Zhotovitel bude řešit způsob odstavení stavebních strojů, zásobování strojů pohonnými hmotami, ochranu proti znečištění povrchových a podzemních vod a ovzduší.</w:t>
      </w:r>
    </w:p>
    <w:p w14:paraId="5B9A10B1" w14:textId="77777777" w:rsidR="000C6ECB" w:rsidRPr="002E5B84" w:rsidRDefault="000C6ECB" w:rsidP="000C6ECB">
      <w:pPr>
        <w:pStyle w:val="Text2-2"/>
        <w:tabs>
          <w:tab w:val="clear" w:pos="5076"/>
          <w:tab w:val="num" w:pos="1701"/>
        </w:tabs>
        <w:ind w:left="1701"/>
      </w:pPr>
      <w:r w:rsidRPr="002E5B84">
        <w:t xml:space="preserve">V čl. </w:t>
      </w:r>
      <w:bookmarkStart w:id="33" w:name="_Hlk115953274"/>
      <w:r w:rsidRPr="002E5B84">
        <w:t xml:space="preserve">1.9.5.1 TKP, odst. 1, </w:t>
      </w:r>
      <w:bookmarkEnd w:id="33"/>
      <w:r w:rsidRPr="002E5B84">
        <w:t>písm. e) se mění lhůta z 21 dnů na 7 dnů.</w:t>
      </w:r>
    </w:p>
    <w:p w14:paraId="407F4D96" w14:textId="77777777" w:rsidR="000C6ECB" w:rsidRPr="002E5B84" w:rsidRDefault="000C6ECB" w:rsidP="000C6ECB">
      <w:pPr>
        <w:pStyle w:val="Text2-2"/>
        <w:tabs>
          <w:tab w:val="clear" w:pos="5076"/>
          <w:tab w:val="num" w:pos="1701"/>
        </w:tabs>
        <w:ind w:left="1701"/>
      </w:pPr>
      <w:r w:rsidRPr="002E5B84">
        <w:t>V čl. 1.10.5.2 TKP, odst. 3 se ruší text „… (zpravidla Stavební správa)“.</w:t>
      </w:r>
    </w:p>
    <w:p w14:paraId="6ED053EC" w14:textId="77777777" w:rsidR="000C6ECB" w:rsidRPr="002E5B84" w:rsidRDefault="000C6ECB" w:rsidP="000C6ECB">
      <w:pPr>
        <w:pStyle w:val="Text2-2"/>
        <w:tabs>
          <w:tab w:val="clear" w:pos="5076"/>
          <w:tab w:val="num" w:pos="1701"/>
        </w:tabs>
        <w:ind w:left="1701"/>
      </w:pPr>
      <w:r w:rsidRPr="002E5B84">
        <w:t>V článcích 1.10.9 TKP a navazujících je „stavebním deníkem v listinné podobě“ pro údržbu a opravy myšlena vždy forma dle čl. 1.10.9.1 TKP, odst. 4.</w:t>
      </w:r>
    </w:p>
    <w:p w14:paraId="49307C2B" w14:textId="77777777" w:rsidR="000C6ECB" w:rsidRPr="00DF7856" w:rsidRDefault="000C6ECB" w:rsidP="000C6ECB">
      <w:pPr>
        <w:pStyle w:val="Text2-2"/>
        <w:tabs>
          <w:tab w:val="clear" w:pos="5076"/>
          <w:tab w:val="num" w:pos="1701"/>
        </w:tabs>
        <w:ind w:left="1701"/>
      </w:pPr>
      <w:r w:rsidRPr="00DF7856">
        <w:t xml:space="preserve">Čl. 1.10.9.3 TKP, odst. 7 se </w:t>
      </w:r>
      <w:r>
        <w:t>nepoužije</w:t>
      </w:r>
      <w:r w:rsidRPr="00DF7856">
        <w:t>.</w:t>
      </w:r>
    </w:p>
    <w:p w14:paraId="64186C23" w14:textId="77777777" w:rsidR="000C6ECB" w:rsidRPr="00DF7856" w:rsidRDefault="000C6ECB" w:rsidP="000C6ECB">
      <w:pPr>
        <w:pStyle w:val="Text2-2"/>
        <w:tabs>
          <w:tab w:val="clear" w:pos="5076"/>
          <w:tab w:val="num" w:pos="1701"/>
        </w:tabs>
        <w:ind w:left="1701"/>
      </w:pPr>
      <w:r w:rsidRPr="00DF7856">
        <w:t>V čl. 1.11.3 TKP, odst. 4, písm. c) se mění lhůta z 90 dnů na 15 dnů a dále se mění počet z tří na jedno pracovní vyhotovení RDS osobě vykonávající Stavební dozor k posouzení a ke schválení</w:t>
      </w:r>
      <w:r>
        <w:t>.</w:t>
      </w:r>
    </w:p>
    <w:p w14:paraId="17F977D9" w14:textId="77777777" w:rsidR="000C6ECB" w:rsidRPr="00DF7856" w:rsidRDefault="000C6ECB" w:rsidP="000C6ECB">
      <w:pPr>
        <w:pStyle w:val="Text2-2"/>
        <w:tabs>
          <w:tab w:val="clear" w:pos="5076"/>
          <w:tab w:val="num" w:pos="1701"/>
        </w:tabs>
        <w:ind w:left="1701"/>
      </w:pPr>
      <w:r w:rsidRPr="00DF7856">
        <w:t>V čl. 1.11.3 TKP, odst. 4, písm. d) se mění počet 4 souprav závěrových tabulek na 3 soupravy závěrových tabulek.</w:t>
      </w:r>
    </w:p>
    <w:p w14:paraId="58778058" w14:textId="77777777" w:rsidR="000C6ECB" w:rsidRDefault="000C6ECB" w:rsidP="000C6ECB">
      <w:pPr>
        <w:pStyle w:val="Text2-2"/>
        <w:tabs>
          <w:tab w:val="clear" w:pos="5076"/>
          <w:tab w:val="num" w:pos="1701"/>
        </w:tabs>
        <w:ind w:left="1701"/>
      </w:pPr>
      <w:r w:rsidRPr="00DF7856">
        <w:t>V čl. 1.11.3 TKP, odst. 4, písm. e) se mění takto:</w:t>
      </w:r>
    </w:p>
    <w:p w14:paraId="7B8398DD" w14:textId="77777777" w:rsidR="000C6ECB" w:rsidRDefault="000C6ECB" w:rsidP="000C6ECB">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28C61E1" w14:textId="77777777" w:rsidR="000C6ECB" w:rsidRPr="00DF7856" w:rsidRDefault="000C6ECB" w:rsidP="000C6ECB">
      <w:pPr>
        <w:pStyle w:val="Text2-2"/>
        <w:tabs>
          <w:tab w:val="clear" w:pos="5076"/>
          <w:tab w:val="num" w:pos="1701"/>
        </w:tabs>
        <w:ind w:left="1701"/>
      </w:pPr>
      <w:r w:rsidRPr="00DF7856">
        <w:t>V čl. 1.11.3 TKP, odst. 5, se mění lhůta z 45 dnů na 15 dnů</w:t>
      </w:r>
      <w:r>
        <w:t>.</w:t>
      </w:r>
    </w:p>
    <w:p w14:paraId="5E93B77F" w14:textId="77777777" w:rsidR="000C6ECB" w:rsidRPr="00DF7856" w:rsidRDefault="000C6ECB" w:rsidP="000C6ECB">
      <w:pPr>
        <w:pStyle w:val="Text2-2"/>
        <w:tabs>
          <w:tab w:val="clear" w:pos="5076"/>
          <w:tab w:val="num" w:pos="1701"/>
        </w:tabs>
        <w:ind w:left="1701"/>
      </w:pPr>
      <w:r w:rsidRPr="00DF7856">
        <w:t xml:space="preserve">V čl. 1.11.5 TKP, odst. 2 se vypouští text: </w:t>
      </w:r>
      <w:bookmarkStart w:id="34" w:name="_Hlk115869021"/>
      <w:r w:rsidRPr="00DF7856">
        <w:t>„…</w:t>
      </w:r>
      <w:bookmarkEnd w:id="34"/>
      <w:r w:rsidRPr="00DF7856">
        <w:t>a v podrobnostech směrnice SŽ SM011“</w:t>
      </w:r>
    </w:p>
    <w:p w14:paraId="63F37D45" w14:textId="77777777" w:rsidR="000C6ECB" w:rsidRPr="000C6ECB" w:rsidRDefault="000C6ECB" w:rsidP="000C6ECB">
      <w:pPr>
        <w:pStyle w:val="Text2-2"/>
        <w:tabs>
          <w:tab w:val="clear" w:pos="5076"/>
          <w:tab w:val="num" w:pos="1701"/>
        </w:tabs>
        <w:ind w:left="1701"/>
      </w:pPr>
      <w:bookmarkStart w:id="35" w:name="_Ref137828191"/>
      <w:r w:rsidRPr="000C6ECB">
        <w:t>Čl. 1.11.5.1 TKP, odst. 3 se mění takto:</w:t>
      </w:r>
      <w:bookmarkEnd w:id="35"/>
    </w:p>
    <w:p w14:paraId="0F19B3C2" w14:textId="744E59A9" w:rsidR="000C6ECB" w:rsidRPr="000C6ECB" w:rsidRDefault="000C6ECB" w:rsidP="000C6ECB">
      <w:pPr>
        <w:pStyle w:val="Text2-2"/>
        <w:numPr>
          <w:ilvl w:val="0"/>
          <w:numId w:val="0"/>
        </w:numPr>
        <w:ind w:left="1701"/>
      </w:pPr>
      <w:r w:rsidRPr="000C6ECB">
        <w:t xml:space="preserve">Předání Dokumentace skutečného provedení stavby týkající se díla Zhotovitelem Objednateli proběhne </w:t>
      </w:r>
      <w:r w:rsidRPr="000C6ECB">
        <w:rPr>
          <w:b/>
        </w:rPr>
        <w:t>v listinné podobě ve třech vyhotoveních</w:t>
      </w:r>
      <w:r w:rsidRPr="000C6ECB">
        <w:t xml:space="preserve"> pro technickou část do 2 měsíců, pro souborné zpracování geodetické části do 2 měsíců a kompletní </w:t>
      </w:r>
      <w:r w:rsidRPr="000C6ECB">
        <w:rPr>
          <w:b/>
        </w:rPr>
        <w:t xml:space="preserve">dokumentace v elektronické podobě v rozsahu dle čl. </w:t>
      </w:r>
      <w:r w:rsidR="00976824">
        <w:rPr>
          <w:b/>
        </w:rPr>
        <w:t>4.1.2.30</w:t>
      </w:r>
      <w:r w:rsidRPr="000C6ECB">
        <w:rPr>
          <w:b/>
        </w:rPr>
        <w:t xml:space="preserve"> těchto ZTP</w:t>
      </w:r>
      <w:r w:rsidRPr="000C6ECB">
        <w:t xml:space="preserve"> do 3 měsíců ode dne, kdy byl proveden poslední Zápis o předání a převzetí díla.</w:t>
      </w:r>
    </w:p>
    <w:p w14:paraId="6811DE55" w14:textId="77777777" w:rsidR="000C6ECB" w:rsidRPr="004C1240" w:rsidRDefault="000C6ECB" w:rsidP="000C6ECB">
      <w:pPr>
        <w:pStyle w:val="Text2-2"/>
        <w:tabs>
          <w:tab w:val="clear" w:pos="5076"/>
          <w:tab w:val="num" w:pos="1701"/>
        </w:tabs>
        <w:ind w:left="1701"/>
      </w:pPr>
      <w:r>
        <w:t>Čl. 1.11.5.1 TKP, se nepoužijí odstavce 4 a 5.</w:t>
      </w:r>
    </w:p>
    <w:p w14:paraId="108B6050" w14:textId="77777777" w:rsidR="000C6ECB" w:rsidRPr="000C6ECB" w:rsidRDefault="000C6ECB" w:rsidP="000C6ECB">
      <w:pPr>
        <w:pStyle w:val="Text2-2"/>
        <w:tabs>
          <w:tab w:val="clear" w:pos="5076"/>
          <w:tab w:val="num" w:pos="1701"/>
        </w:tabs>
        <w:ind w:left="1701"/>
      </w:pPr>
      <w:bookmarkStart w:id="36" w:name="_Ref137824493"/>
      <w:r w:rsidRPr="000C6ECB">
        <w:t>ČL 1.11.5.1 TKP, odst. 6 se mění takto:</w:t>
      </w:r>
      <w:bookmarkEnd w:id="36"/>
    </w:p>
    <w:p w14:paraId="4DFA9316" w14:textId="77777777" w:rsidR="000C6ECB" w:rsidRPr="000C6ECB" w:rsidRDefault="000C6ECB" w:rsidP="000C6ECB">
      <w:pPr>
        <w:pStyle w:val="Text2-2"/>
        <w:numPr>
          <w:ilvl w:val="0"/>
          <w:numId w:val="0"/>
        </w:numPr>
        <w:ind w:left="1701"/>
      </w:pPr>
      <w:r w:rsidRPr="000C6ECB">
        <w:t>Odevzdání dokumentace (DSPS) bude v elektronické podobě provedeno dle směrnice SŽDC č. 117 a pokynu GŘ č. 4/2016 na záznamovém médiu uvedeném v ZD:</w:t>
      </w:r>
    </w:p>
    <w:p w14:paraId="20E98B69" w14:textId="77777777" w:rsidR="000C6ECB" w:rsidRPr="000C6ECB" w:rsidRDefault="000C6ECB" w:rsidP="000C6ECB">
      <w:pPr>
        <w:pStyle w:val="Text2-2"/>
        <w:numPr>
          <w:ilvl w:val="0"/>
          <w:numId w:val="22"/>
        </w:numPr>
      </w:pPr>
      <w:r w:rsidRPr="000C6ECB">
        <w:t>kompletní dokumentace stavby v otevřené formě</w:t>
      </w:r>
    </w:p>
    <w:p w14:paraId="3A95FB82" w14:textId="77777777" w:rsidR="000C6ECB" w:rsidRPr="000C6ECB" w:rsidRDefault="000C6ECB" w:rsidP="000C6ECB">
      <w:pPr>
        <w:pStyle w:val="Text2-2"/>
        <w:numPr>
          <w:ilvl w:val="0"/>
          <w:numId w:val="22"/>
        </w:numPr>
      </w:pPr>
      <w:r w:rsidRPr="000C6ECB">
        <w:t>kompletní dokumentace stavby v uzavřené formě</w:t>
      </w:r>
    </w:p>
    <w:p w14:paraId="26DE8531" w14:textId="77777777" w:rsidR="000C6ECB" w:rsidRPr="000C6ECB" w:rsidRDefault="000C6ECB" w:rsidP="000C6ECB">
      <w:pPr>
        <w:pStyle w:val="Text2-2"/>
        <w:numPr>
          <w:ilvl w:val="0"/>
          <w:numId w:val="22"/>
        </w:numPr>
      </w:pPr>
      <w:r w:rsidRPr="000C6ECB">
        <w:lastRenderedPageBreak/>
        <w:t>kompletní dokumentace stavby ve struktuře TreeInfo (InvestDokument) v otevřené a uzavřené formě.</w:t>
      </w:r>
    </w:p>
    <w:p w14:paraId="75D9FF94" w14:textId="77777777" w:rsidR="000C6ECB" w:rsidRDefault="000C6ECB" w:rsidP="000C6ECB">
      <w:pPr>
        <w:pStyle w:val="Text2-2"/>
        <w:tabs>
          <w:tab w:val="clear" w:pos="5076"/>
          <w:tab w:val="num" w:pos="1701"/>
        </w:tabs>
        <w:ind w:left="1701"/>
      </w:pPr>
      <w:bookmarkStart w:id="37" w:name="_Ref137828246"/>
      <w:r w:rsidRPr="000C6ECB">
        <w:t>V čl. 1.11.5.1 TKP, odst. 7 se ruší text: „…*.XML (datový předpis XDC)“.</w:t>
      </w:r>
      <w:bookmarkEnd w:id="37"/>
    </w:p>
    <w:p w14:paraId="54C5FB66" w14:textId="77777777" w:rsidR="00976824" w:rsidRDefault="00976824" w:rsidP="00976824">
      <w:pPr>
        <w:pStyle w:val="Text2-2"/>
        <w:tabs>
          <w:tab w:val="clear" w:pos="5076"/>
          <w:tab w:val="num" w:pos="1701"/>
        </w:tabs>
        <w:ind w:left="1701"/>
      </w:pPr>
      <w:r w:rsidRPr="009A7127">
        <w:t>Čl. 1.11.5.1 TKP odstavec 7 se po dobu přechodného období zavádění technických standardů DTMŽ rozšiřuje o požadavky k předání geodetické části DSPS uvedené v kapitole 4.2 Zeměměřická činnost zhotovitele těchto ZTP.</w:t>
      </w:r>
    </w:p>
    <w:p w14:paraId="4A4A5DF6" w14:textId="77777777" w:rsidR="00976824" w:rsidRDefault="00976824" w:rsidP="00976824">
      <w:pPr>
        <w:pStyle w:val="Text2-2"/>
        <w:tabs>
          <w:tab w:val="clear" w:pos="5076"/>
          <w:tab w:val="num" w:pos="1701"/>
        </w:tabs>
        <w:ind w:left="1701"/>
      </w:pPr>
      <w:r w:rsidRPr="00BE35C1">
        <w:t>V čl. 1.11.5.2 TKP, odst. 3 se mění takto:</w:t>
      </w:r>
    </w:p>
    <w:p w14:paraId="2203720C" w14:textId="77777777" w:rsidR="00976824" w:rsidRDefault="00976824" w:rsidP="00976824">
      <w:pPr>
        <w:pStyle w:val="Text2-2"/>
        <w:numPr>
          <w:ilvl w:val="0"/>
          <w:numId w:val="0"/>
        </w:numPr>
        <w:ind w:left="1701"/>
      </w:pPr>
      <w:r w:rsidRPr="00BE35C1">
        <w:t>Souborné zpracování geodetické části DSPS musí obsahovat náležitosti potvrzující, že data předaná do IS DTMŽ zahrnují kompletní zaměření všech SO a PS podléhající evidenci DTMŽ.</w:t>
      </w:r>
    </w:p>
    <w:p w14:paraId="62A0050C" w14:textId="76BE0E5D" w:rsidR="00976824" w:rsidRPr="000C6ECB" w:rsidRDefault="00976824" w:rsidP="00976824">
      <w:pPr>
        <w:pStyle w:val="Text2-2"/>
        <w:tabs>
          <w:tab w:val="clear" w:pos="5076"/>
          <w:tab w:val="num" w:pos="1701"/>
        </w:tabs>
        <w:ind w:left="1701"/>
      </w:pPr>
      <w:r w:rsidRPr="00BE35C1">
        <w:t>Čl. 1.11.5.2 TKP, odst. 4 se nepoužije</w:t>
      </w:r>
      <w:r>
        <w:t>.</w:t>
      </w:r>
    </w:p>
    <w:p w14:paraId="472ECAF9" w14:textId="77777777" w:rsidR="000C6ECB" w:rsidRPr="000C6ECB" w:rsidRDefault="000C6ECB" w:rsidP="000C6ECB">
      <w:pPr>
        <w:pStyle w:val="Text2-1"/>
        <w:rPr>
          <w:b/>
        </w:rPr>
      </w:pPr>
      <w:r w:rsidRPr="000C6ECB">
        <w:t>Vzhledem k tomu, že Zadávací dokumentace neobsahuje Všeobecní technické podmínky (VTP), tak odkazy v TKP na VTP jsou odkazem na ZTP.</w:t>
      </w:r>
    </w:p>
    <w:p w14:paraId="692D962F" w14:textId="77777777" w:rsidR="000C6ECB" w:rsidRPr="000C6ECB" w:rsidRDefault="000C6ECB" w:rsidP="000C6ECB">
      <w:pPr>
        <w:pStyle w:val="Text2-2"/>
        <w:numPr>
          <w:ilvl w:val="3"/>
          <w:numId w:val="21"/>
        </w:numPr>
        <w:ind w:left="1701" w:hanging="992"/>
        <w:rPr>
          <w:rFonts w:asciiTheme="minorHAnsi" w:hAnsiTheme="minorHAnsi"/>
        </w:rPr>
      </w:pPr>
      <w:r w:rsidRPr="000C6ECB">
        <w:t xml:space="preserve">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 odkladu </w:t>
      </w:r>
      <w:r w:rsidRPr="000C6ECB">
        <w:rPr>
          <w:rFonts w:asciiTheme="minorHAnsi" w:hAnsiTheme="minorHAnsi"/>
        </w:rPr>
        <w:t xml:space="preserve">v souladu s čl.  2.6 Rámcové dohody a čl. </w:t>
      </w:r>
      <w:r w:rsidRPr="000C6ECB">
        <w:rPr>
          <w:rFonts w:asciiTheme="minorHAnsi" w:hAnsiTheme="minorHAnsi"/>
        </w:rPr>
        <w:fldChar w:fldCharType="begin"/>
      </w:r>
      <w:r w:rsidRPr="000C6ECB">
        <w:rPr>
          <w:rFonts w:asciiTheme="minorHAnsi" w:hAnsiTheme="minorHAnsi"/>
        </w:rPr>
        <w:instrText xml:space="preserve"> REF _Ref143240729 \r \h  \* MERGEFORMAT </w:instrText>
      </w:r>
      <w:r w:rsidRPr="000C6ECB">
        <w:rPr>
          <w:rFonts w:asciiTheme="minorHAnsi" w:hAnsiTheme="minorHAnsi"/>
        </w:rPr>
      </w:r>
      <w:r w:rsidRPr="000C6ECB">
        <w:rPr>
          <w:rFonts w:asciiTheme="minorHAnsi" w:hAnsiTheme="minorHAnsi"/>
        </w:rPr>
        <w:fldChar w:fldCharType="separate"/>
      </w:r>
      <w:r w:rsidRPr="000C6ECB">
        <w:rPr>
          <w:rFonts w:asciiTheme="minorHAnsi" w:hAnsiTheme="minorHAnsi"/>
        </w:rPr>
        <w:t>5.1.3</w:t>
      </w:r>
      <w:r w:rsidRPr="000C6ECB">
        <w:rPr>
          <w:rFonts w:asciiTheme="minorHAnsi" w:hAnsiTheme="minorHAnsi"/>
        </w:rPr>
        <w:fldChar w:fldCharType="end"/>
      </w:r>
      <w:r w:rsidRPr="000C6ECB">
        <w:rPr>
          <w:rFonts w:asciiTheme="minorHAnsi" w:hAnsiTheme="minorHAnsi"/>
        </w:rPr>
        <w:t xml:space="preserve"> těchto ZTP.</w:t>
      </w:r>
    </w:p>
    <w:p w14:paraId="14E78037" w14:textId="42DD9641" w:rsidR="000C6ECB" w:rsidRPr="009A2A71" w:rsidRDefault="000C6ECB" w:rsidP="000C6ECB">
      <w:pPr>
        <w:pStyle w:val="Text2-2"/>
        <w:tabs>
          <w:tab w:val="clear" w:pos="5076"/>
          <w:tab w:val="num" w:pos="1701"/>
        </w:tabs>
        <w:ind w:left="1701"/>
      </w:pPr>
      <w:r w:rsidRPr="009A2A71">
        <w:t>Neobsazeno.</w:t>
      </w:r>
    </w:p>
    <w:p w14:paraId="102E6A1E" w14:textId="77777777" w:rsidR="000C6ECB" w:rsidRPr="000C6ECB" w:rsidRDefault="000C6ECB" w:rsidP="000C6ECB">
      <w:pPr>
        <w:pStyle w:val="Text2-2"/>
        <w:tabs>
          <w:tab w:val="clear" w:pos="5076"/>
          <w:tab w:val="num" w:pos="1701"/>
        </w:tabs>
        <w:ind w:left="1701"/>
      </w:pPr>
      <w:r w:rsidRPr="000C6ECB">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p>
    <w:p w14:paraId="0C657975" w14:textId="50BF98A5" w:rsidR="000C6ECB" w:rsidRPr="000C6ECB" w:rsidRDefault="000C6ECB" w:rsidP="000C6ECB">
      <w:pPr>
        <w:pStyle w:val="Text2-2"/>
        <w:tabs>
          <w:tab w:val="clear" w:pos="5076"/>
          <w:tab w:val="num" w:pos="1701"/>
        </w:tabs>
        <w:ind w:left="1701"/>
      </w:pPr>
      <w:r w:rsidRPr="000C6ECB">
        <w:t>Neobsazeno.</w:t>
      </w:r>
    </w:p>
    <w:p w14:paraId="2BF12704" w14:textId="193CD711" w:rsidR="000C6ECB" w:rsidRPr="000C6ECB" w:rsidRDefault="000C6ECB" w:rsidP="000C6ECB">
      <w:pPr>
        <w:pStyle w:val="Text2-2"/>
        <w:tabs>
          <w:tab w:val="clear" w:pos="5076"/>
          <w:tab w:val="num" w:pos="1701"/>
        </w:tabs>
        <w:ind w:left="1701"/>
      </w:pPr>
      <w:r w:rsidRPr="000C6ECB">
        <w:t>Neobsazeno.</w:t>
      </w:r>
    </w:p>
    <w:p w14:paraId="69C64CE8" w14:textId="4A6F6AAA" w:rsidR="000C6ECB" w:rsidRPr="000C6ECB" w:rsidRDefault="000C6ECB" w:rsidP="000C6ECB">
      <w:pPr>
        <w:pStyle w:val="Text2-2"/>
        <w:tabs>
          <w:tab w:val="clear" w:pos="5076"/>
          <w:tab w:val="num" w:pos="1701"/>
        </w:tabs>
        <w:ind w:left="1701"/>
      </w:pPr>
      <w:r w:rsidRPr="000C6ECB">
        <w:t>Neobsazeno</w:t>
      </w:r>
      <w:r w:rsidR="009A2A71">
        <w:t>.</w:t>
      </w:r>
      <w:r w:rsidRPr="000C6ECB">
        <w:rPr>
          <w:b/>
        </w:rPr>
        <w:t xml:space="preserve"> </w:t>
      </w:r>
    </w:p>
    <w:p w14:paraId="2EF2C93F" w14:textId="7D72E951" w:rsidR="000C6ECB" w:rsidRPr="000C6ECB" w:rsidRDefault="009A2A71" w:rsidP="009A2A71">
      <w:pPr>
        <w:pStyle w:val="Text2-2"/>
        <w:tabs>
          <w:tab w:val="clear" w:pos="5076"/>
          <w:tab w:val="num" w:pos="1701"/>
        </w:tabs>
        <w:ind w:left="1701"/>
      </w:pPr>
      <w:r w:rsidRPr="000C6ECB">
        <w:t>Neobsazeno</w:t>
      </w:r>
      <w:r>
        <w:t>.</w:t>
      </w:r>
    </w:p>
    <w:p w14:paraId="331F459D" w14:textId="77777777" w:rsidR="000C6ECB" w:rsidRPr="00BD583A" w:rsidRDefault="000C6ECB" w:rsidP="000C6ECB">
      <w:pPr>
        <w:pStyle w:val="Text2-2"/>
        <w:tabs>
          <w:tab w:val="clear" w:pos="5076"/>
          <w:tab w:val="num" w:pos="1701"/>
        </w:tabs>
        <w:ind w:left="1701"/>
      </w:pPr>
      <w:r w:rsidRPr="00BD583A">
        <w:rPr>
          <w:b/>
        </w:rPr>
        <w:t>U majetkoprávního vypořádání s ČD</w:t>
      </w:r>
      <w:r>
        <w:t xml:space="preserve"> se Zhotovitel zavazuje respektovat aktuální stav a postupy vypořádání v rámci </w:t>
      </w:r>
      <w:r w:rsidRPr="00BD583A">
        <w:rPr>
          <w:b/>
        </w:rPr>
        <w:t>UMVŽST.</w:t>
      </w:r>
    </w:p>
    <w:p w14:paraId="51BE55B3" w14:textId="77777777" w:rsidR="000C6ECB" w:rsidRPr="009358DC" w:rsidRDefault="000C6ECB" w:rsidP="000C6ECB">
      <w:pPr>
        <w:pStyle w:val="Text2-2"/>
        <w:tabs>
          <w:tab w:val="clear" w:pos="5076"/>
          <w:tab w:val="num" w:pos="1701"/>
        </w:tabs>
        <w:ind w:left="1701"/>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0DEAA0AD" w14:textId="77777777" w:rsidR="000C6ECB" w:rsidRPr="00065260" w:rsidRDefault="000C6ECB" w:rsidP="000C6ECB">
      <w:pPr>
        <w:pStyle w:val="Text2-2"/>
        <w:tabs>
          <w:tab w:val="clear" w:pos="5076"/>
          <w:tab w:val="num" w:pos="1701"/>
        </w:tabs>
        <w:ind w:left="1701"/>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D22CEDB" w14:textId="77777777" w:rsidR="000C6ECB" w:rsidRDefault="000C6ECB" w:rsidP="000C6ECB">
      <w:pPr>
        <w:pStyle w:val="Text2-2"/>
        <w:tabs>
          <w:tab w:val="clear" w:pos="5076"/>
          <w:tab w:val="num" w:pos="1701"/>
        </w:tabs>
        <w:ind w:left="1701"/>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3B66A8BC" w14:textId="77777777" w:rsidR="000C6ECB" w:rsidRDefault="000C6ECB" w:rsidP="000C6ECB">
      <w:pPr>
        <w:pStyle w:val="Text2-2"/>
        <w:tabs>
          <w:tab w:val="clear" w:pos="5076"/>
          <w:tab w:val="num" w:pos="1701"/>
        </w:tabs>
        <w:ind w:left="1701"/>
      </w:pPr>
      <w:r w:rsidRPr="00C711EA">
        <w:t>Výkopové práce pro podzemní vedení a zařízení technické infrastruktury se Zhotovitel zavazuje koordinovat s ostatní stavební činností v rámci Staveniště.</w:t>
      </w:r>
    </w:p>
    <w:p w14:paraId="6C6413D4" w14:textId="77777777" w:rsidR="000C6ECB" w:rsidRPr="0020474A" w:rsidRDefault="000C6ECB" w:rsidP="000C6ECB">
      <w:pPr>
        <w:pStyle w:val="Text2-2"/>
        <w:tabs>
          <w:tab w:val="clear" w:pos="5076"/>
          <w:tab w:val="num" w:pos="1701"/>
        </w:tabs>
        <w:ind w:left="1701"/>
      </w:pPr>
      <w:r w:rsidRPr="0020474A">
        <w:t>Zhotovitel provede ruční kopané sondy za účelem ověření skutečného vedení inženýrské sítě před započetím zemních prací strojmo.</w:t>
      </w:r>
    </w:p>
    <w:p w14:paraId="46D7ED32" w14:textId="31CFF6E8" w:rsidR="000C6ECB" w:rsidRPr="003E555B" w:rsidRDefault="000C6ECB" w:rsidP="000C6ECB">
      <w:pPr>
        <w:pStyle w:val="Text2-2"/>
        <w:tabs>
          <w:tab w:val="clear" w:pos="5076"/>
          <w:tab w:val="num" w:pos="1701"/>
        </w:tabs>
        <w:ind w:left="1701"/>
      </w:pPr>
      <w:r w:rsidRPr="0020474A">
        <w:t>V rámci výkopových prací pro podzemní vedení sítí technické infrastruktury bude kladen zvýšený důraz na ruční výkopy. Strojní mechanizace se bude moc použít až po odhalení všech podzemních vedení a se souhlasem jejich správce.</w:t>
      </w:r>
    </w:p>
    <w:p w14:paraId="535B9991" w14:textId="6604BD69" w:rsidR="00976824" w:rsidRDefault="00976824" w:rsidP="000C6ECB">
      <w:pPr>
        <w:pStyle w:val="Text2-2"/>
        <w:tabs>
          <w:tab w:val="clear" w:pos="5076"/>
          <w:tab w:val="num" w:pos="1701"/>
        </w:tabs>
        <w:ind w:left="1701"/>
      </w:pPr>
      <w:r w:rsidRPr="003A2026">
        <w:lastRenderedPageBreak/>
        <w:t>Zhotovitel se při zajištění a ochraně kabelizace řídí pokynem SŽ PO-09/2023-GŘ Pokyn generálního ředitele ve věci ochrany kabelizace v průběhu přípravy a realizace investičních a opravných prací ze dne 4. 6. 2024</w:t>
      </w:r>
      <w:r>
        <w:t>.</w:t>
      </w:r>
    </w:p>
    <w:p w14:paraId="64B3696F" w14:textId="0D8C1DB0" w:rsidR="000C6ECB" w:rsidRPr="000C6ECB" w:rsidRDefault="000C6ECB" w:rsidP="000C6ECB">
      <w:pPr>
        <w:pStyle w:val="Text2-2"/>
        <w:tabs>
          <w:tab w:val="clear" w:pos="5076"/>
          <w:tab w:val="num" w:pos="1701"/>
        </w:tabs>
        <w:ind w:left="1701"/>
      </w:pPr>
      <w:r w:rsidRPr="000C6ECB">
        <w:t xml:space="preserve">Neobsazeno. </w:t>
      </w:r>
    </w:p>
    <w:p w14:paraId="51E0B219" w14:textId="28E20626" w:rsidR="000C6ECB" w:rsidRPr="000C6ECB" w:rsidRDefault="009A2A71" w:rsidP="000C6ECB">
      <w:pPr>
        <w:pStyle w:val="Text2-2"/>
        <w:tabs>
          <w:tab w:val="clear" w:pos="5076"/>
          <w:tab w:val="num" w:pos="1701"/>
        </w:tabs>
        <w:ind w:left="1701"/>
      </w:pPr>
      <w:r w:rsidRPr="000C6ECB">
        <w:t>Neobsazeno.</w:t>
      </w:r>
    </w:p>
    <w:p w14:paraId="578D6064" w14:textId="260032C9" w:rsidR="00976824" w:rsidRPr="00976824" w:rsidRDefault="00976824" w:rsidP="000C6ECB">
      <w:pPr>
        <w:pStyle w:val="Text2-2"/>
        <w:tabs>
          <w:tab w:val="clear" w:pos="5076"/>
          <w:tab w:val="num" w:pos="1701"/>
        </w:tabs>
        <w:ind w:left="1701"/>
        <w:rPr>
          <w:b/>
        </w:rPr>
      </w:pPr>
      <w:r w:rsidRPr="003A2026">
        <w:t xml:space="preserve">Zhotovitel </w:t>
      </w:r>
      <w:r w:rsidRPr="00626A8D">
        <w:rPr>
          <w:b/>
          <w:bCs/>
        </w:rPr>
        <w:t>v případě plánovaného zásahu do komunikační přenosové sítě nebo radiové technologie (prvky GSM-R)</w:t>
      </w:r>
      <w:r w:rsidRPr="003A2026">
        <w:t xml:space="preserve"> musí postupovat podle pokynu SŽ PO-05/2025-GŘ Pokyn generálního ředitele pro plánované zásahy a řešení poruch přenosové sítě státní organizace Správa železnic a v dostatečném předstihu zažádá o výluku provozovaného kabelu podle tohoto pokynu. Tento pokyn také řeší postup při vzniku poruchy na přenosové síti.</w:t>
      </w:r>
    </w:p>
    <w:p w14:paraId="341D3CB4" w14:textId="05137C1F" w:rsidR="000C6ECB" w:rsidRPr="000C6ECB" w:rsidRDefault="000C6ECB" w:rsidP="000C6ECB">
      <w:pPr>
        <w:pStyle w:val="Text2-2"/>
        <w:tabs>
          <w:tab w:val="clear" w:pos="5076"/>
          <w:tab w:val="num" w:pos="1701"/>
        </w:tabs>
        <w:ind w:left="1701"/>
        <w:rPr>
          <w:b/>
        </w:rPr>
      </w:pPr>
      <w:r w:rsidRPr="000C6ECB">
        <w:t xml:space="preserve">Zhotovitel se zavazuje nejméně 5 dní před zahájením příslušné činnosti oznámit TDS a projednat s příslušným vlastníkem (správcem) </w:t>
      </w:r>
      <w:r w:rsidRPr="000C6ECB">
        <w:rPr>
          <w:b/>
        </w:rPr>
        <w:t>zásahy do jeho provozovaného zařízení technické infrastruktury.</w:t>
      </w:r>
    </w:p>
    <w:p w14:paraId="60AE9423" w14:textId="124526ED" w:rsidR="000C6ECB" w:rsidRPr="000C6ECB" w:rsidRDefault="000C6ECB" w:rsidP="000C6ECB">
      <w:pPr>
        <w:pStyle w:val="Text2-2"/>
        <w:tabs>
          <w:tab w:val="clear" w:pos="5076"/>
          <w:tab w:val="num" w:pos="1701"/>
        </w:tabs>
        <w:ind w:left="1701"/>
      </w:pPr>
      <w:r w:rsidRPr="000C6ECB">
        <w:t xml:space="preserve">Neobsazeno. </w:t>
      </w:r>
    </w:p>
    <w:p w14:paraId="2475FF3F" w14:textId="473CE229" w:rsidR="000C6ECB" w:rsidRPr="000C6ECB" w:rsidRDefault="000C6ECB" w:rsidP="000C6ECB">
      <w:pPr>
        <w:pStyle w:val="Text2-2"/>
        <w:tabs>
          <w:tab w:val="clear" w:pos="5076"/>
          <w:tab w:val="num" w:pos="1701"/>
        </w:tabs>
        <w:ind w:left="1701"/>
      </w:pPr>
      <w:r w:rsidRPr="000C6ECB">
        <w:t>Neobsazeno.</w:t>
      </w:r>
    </w:p>
    <w:p w14:paraId="36B59131" w14:textId="77777777" w:rsidR="000C6ECB" w:rsidRPr="000C6ECB" w:rsidRDefault="000C6ECB" w:rsidP="000C6ECB">
      <w:pPr>
        <w:pStyle w:val="Text2-2"/>
        <w:tabs>
          <w:tab w:val="clear" w:pos="5076"/>
          <w:tab w:val="num" w:pos="1701"/>
        </w:tabs>
        <w:ind w:left="1701"/>
      </w:pPr>
      <w:r w:rsidRPr="000C6ECB">
        <w:t>Neobsazeno.</w:t>
      </w:r>
    </w:p>
    <w:p w14:paraId="22F47FFD" w14:textId="77777777" w:rsidR="000C6ECB" w:rsidRPr="000C6ECB" w:rsidRDefault="000C6ECB" w:rsidP="000C6ECB">
      <w:pPr>
        <w:pStyle w:val="Text2-2"/>
        <w:tabs>
          <w:tab w:val="clear" w:pos="5076"/>
          <w:tab w:val="num" w:pos="1701"/>
        </w:tabs>
        <w:ind w:left="1701"/>
      </w:pPr>
      <w:r w:rsidRPr="000C6ECB">
        <w:t>Neobsazeno.</w:t>
      </w:r>
    </w:p>
    <w:p w14:paraId="65722273" w14:textId="77777777" w:rsidR="000C6ECB" w:rsidRPr="000C6ECB" w:rsidRDefault="000C6ECB" w:rsidP="000C6ECB">
      <w:pPr>
        <w:pStyle w:val="Text2-2"/>
        <w:tabs>
          <w:tab w:val="clear" w:pos="5076"/>
          <w:tab w:val="num" w:pos="1701"/>
        </w:tabs>
        <w:ind w:left="1701"/>
      </w:pPr>
      <w:r w:rsidRPr="000C6ECB">
        <w:t>Neobsazeno.</w:t>
      </w:r>
    </w:p>
    <w:p w14:paraId="77958CD2" w14:textId="77777777" w:rsidR="000C6ECB" w:rsidRPr="000C6ECB" w:rsidRDefault="000C6ECB" w:rsidP="000C6ECB">
      <w:pPr>
        <w:pStyle w:val="Text2-2"/>
        <w:tabs>
          <w:tab w:val="clear" w:pos="5076"/>
          <w:tab w:val="num" w:pos="1701"/>
        </w:tabs>
        <w:ind w:left="1701"/>
      </w:pPr>
      <w:r w:rsidRPr="000C6ECB">
        <w:t>Neobsazeno.</w:t>
      </w:r>
    </w:p>
    <w:p w14:paraId="5C36B6EC" w14:textId="77777777" w:rsidR="000C6ECB" w:rsidRPr="000C6ECB" w:rsidRDefault="000C6ECB" w:rsidP="000C6ECB">
      <w:pPr>
        <w:pStyle w:val="Text2-2"/>
        <w:tabs>
          <w:tab w:val="clear" w:pos="5076"/>
          <w:tab w:val="num" w:pos="1701"/>
        </w:tabs>
        <w:ind w:left="1701"/>
      </w:pPr>
      <w:r w:rsidRPr="000C6ECB">
        <w:t>Neobsazeno.</w:t>
      </w:r>
    </w:p>
    <w:p w14:paraId="16F761D3" w14:textId="09256D98" w:rsidR="00976824" w:rsidRDefault="00976824" w:rsidP="00976824">
      <w:pPr>
        <w:pStyle w:val="Text2-2"/>
        <w:tabs>
          <w:tab w:val="clear" w:pos="5076"/>
          <w:tab w:val="num" w:pos="1701"/>
        </w:tabs>
        <w:ind w:left="1701"/>
        <w:rPr>
          <w:bCs/>
        </w:rPr>
      </w:pPr>
      <w:r>
        <w:rPr>
          <w:bCs/>
        </w:rPr>
        <w:t>Neobsazeno.</w:t>
      </w:r>
    </w:p>
    <w:p w14:paraId="335147A8" w14:textId="732CC10F" w:rsidR="00976824" w:rsidRPr="00A00A78" w:rsidRDefault="00976824" w:rsidP="00976824">
      <w:pPr>
        <w:pStyle w:val="Text2-2"/>
        <w:tabs>
          <w:tab w:val="clear" w:pos="5076"/>
          <w:tab w:val="num" w:pos="1701"/>
        </w:tabs>
        <w:ind w:left="1701"/>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Pr>
          <w:bCs/>
        </w:rPr>
        <w:t> </w:t>
      </w:r>
      <w:r w:rsidRPr="00A00A78">
        <w:rPr>
          <w:bCs/>
        </w:rPr>
        <w:t>309/2006 Sb. (zákon o zajištění dalších podmínek bezpečnosti a ochrany zdraví při práci)) a doložit splnění této povinnosti písemně před předáním Staveniště Zhotoviteli</w:t>
      </w:r>
      <w:r>
        <w:rPr>
          <w:bCs/>
        </w:rPr>
        <w:t>, bude-li plán BOZP daný charakterem o rozsahem Díla nutný</w:t>
      </w:r>
      <w:r w:rsidRPr="00A00A78">
        <w:rPr>
          <w:bCs/>
        </w:rPr>
        <w:t xml:space="preserve">. </w:t>
      </w:r>
    </w:p>
    <w:p w14:paraId="5036CC8D" w14:textId="77777777" w:rsidR="00976824" w:rsidRPr="00A00A78" w:rsidRDefault="00976824" w:rsidP="00976824">
      <w:pPr>
        <w:pStyle w:val="Text2-2"/>
        <w:tabs>
          <w:tab w:val="clear" w:pos="5076"/>
          <w:tab w:val="num" w:pos="1701"/>
        </w:tabs>
        <w:ind w:left="1701"/>
        <w:rPr>
          <w:bCs/>
        </w:rPr>
      </w:pPr>
      <w:r w:rsidRPr="00A00A78">
        <w:rPr>
          <w:bCs/>
        </w:rPr>
        <w:t>Zhotovitel se zavazuje zajistit, že zaměstnanci Zhotovitele a Poddodavatelů v</w:t>
      </w:r>
      <w:r>
        <w:rPr>
          <w:bCs/>
        </w:rPr>
        <w:t> </w:t>
      </w:r>
      <w:r w:rsidRPr="00A00A78">
        <w:rPr>
          <w:bCs/>
        </w:rPr>
        <w:t>technických funkcích od funkce mistra (včetně) a výše budou při pobytu v</w:t>
      </w:r>
      <w:r>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615212DD" w14:textId="77777777" w:rsidR="00976824" w:rsidRPr="00A00A78" w:rsidRDefault="00976824" w:rsidP="00976824">
      <w:pPr>
        <w:pStyle w:val="Text2-2"/>
        <w:tabs>
          <w:tab w:val="clear" w:pos="5076"/>
          <w:tab w:val="num" w:pos="1701"/>
        </w:tabs>
        <w:ind w:left="1701"/>
        <w:rPr>
          <w:bCs/>
        </w:rPr>
      </w:pPr>
      <w:r w:rsidRPr="00A00A78">
        <w:rPr>
          <w:bCs/>
        </w:rPr>
        <w:t>Zhotovitel se zavazuje zajistit, že na všech vozidlech Zhotovitele a</w:t>
      </w:r>
      <w:r>
        <w:rPr>
          <w:bCs/>
        </w:rPr>
        <w:t> </w:t>
      </w:r>
      <w:r w:rsidRPr="00A00A78">
        <w:rPr>
          <w:bCs/>
        </w:rPr>
        <w:t>Poddodavatelů, používaných na Staveništi, bude viditelně vyznačena obchodní firma nebo jméno.</w:t>
      </w:r>
    </w:p>
    <w:p w14:paraId="24AA99BB" w14:textId="77777777" w:rsidR="00976824" w:rsidRDefault="00976824" w:rsidP="00976824">
      <w:pPr>
        <w:pStyle w:val="Text2-2"/>
        <w:tabs>
          <w:tab w:val="clear" w:pos="5076"/>
          <w:tab w:val="num" w:pos="1701"/>
        </w:tabs>
        <w:ind w:left="1701"/>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3FD84E8F" w14:textId="77777777" w:rsidR="00976824" w:rsidRPr="008C3673" w:rsidRDefault="00976824" w:rsidP="00976824">
      <w:pPr>
        <w:pStyle w:val="Text2-2"/>
        <w:tabs>
          <w:tab w:val="clear" w:pos="5076"/>
          <w:tab w:val="num" w:pos="1701"/>
        </w:tabs>
        <w:ind w:left="1701"/>
        <w:rPr>
          <w:bCs/>
        </w:rPr>
      </w:pPr>
      <w:r w:rsidRPr="008C3673">
        <w:rPr>
          <w:bCs/>
        </w:rPr>
        <w:t>Zhotovitel se zavazuje, že bude respektovat TKP kapitolu 2 Příprava staveniště, čl. 2.3.1.odst.2) a rovněž čl. 2.11.2 odst.2.</w:t>
      </w:r>
    </w:p>
    <w:p w14:paraId="1271761A" w14:textId="7458A7AB" w:rsidR="00976824" w:rsidRPr="008C3673" w:rsidRDefault="00976824" w:rsidP="00976824">
      <w:pPr>
        <w:pStyle w:val="Text2-2"/>
        <w:tabs>
          <w:tab w:val="clear" w:pos="5076"/>
          <w:tab w:val="num" w:pos="1701"/>
        </w:tabs>
        <w:ind w:left="1701"/>
        <w:rPr>
          <w:bCs/>
        </w:rPr>
      </w:pPr>
      <w:r>
        <w:rPr>
          <w:bCs/>
        </w:rPr>
        <w:t>Neobsazeno.</w:t>
      </w:r>
    </w:p>
    <w:p w14:paraId="25CC6C0F" w14:textId="31A3F2C4" w:rsidR="00976824" w:rsidRPr="00976824" w:rsidRDefault="00976824" w:rsidP="00976824">
      <w:pPr>
        <w:pStyle w:val="Text2-2"/>
        <w:tabs>
          <w:tab w:val="clear" w:pos="5076"/>
          <w:tab w:val="num" w:pos="1701"/>
        </w:tabs>
        <w:ind w:left="1701"/>
        <w:rPr>
          <w:bCs/>
        </w:rPr>
      </w:pPr>
      <w:bookmarkStart w:id="38" w:name="_Ref173393035"/>
      <w:r>
        <w:rPr>
          <w:bCs/>
        </w:rPr>
        <w:t xml:space="preserve">Neobsazeno. </w:t>
      </w:r>
      <w:bookmarkEnd w:id="38"/>
    </w:p>
    <w:p w14:paraId="56D679B3" w14:textId="624ECA3D" w:rsidR="000C6ECB" w:rsidRPr="00BB2CFA" w:rsidRDefault="000C6ECB" w:rsidP="000C6ECB">
      <w:pPr>
        <w:pStyle w:val="Text2-2"/>
        <w:tabs>
          <w:tab w:val="clear" w:pos="5076"/>
          <w:tab w:val="num" w:pos="1701"/>
        </w:tabs>
        <w:ind w:left="1701"/>
        <w:rPr>
          <w:bCs/>
        </w:rPr>
      </w:pPr>
      <w:r w:rsidRPr="00837668">
        <w:lastRenderedPageBreak/>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7D07B652" w14:textId="77777777" w:rsidR="000C6ECB" w:rsidRPr="00837668" w:rsidRDefault="000C6ECB" w:rsidP="000C6ECB">
      <w:pPr>
        <w:pStyle w:val="Odstavecseseznamem"/>
        <w:numPr>
          <w:ilvl w:val="4"/>
          <w:numId w:val="6"/>
        </w:numPr>
        <w:jc w:val="both"/>
        <w:rPr>
          <w:sz w:val="18"/>
          <w:szCs w:val="18"/>
        </w:rPr>
      </w:pPr>
      <w:r w:rsidRPr="00837668">
        <w:rPr>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BEA5004" w14:textId="77777777" w:rsidR="000C6ECB" w:rsidRPr="00837668" w:rsidRDefault="000C6ECB" w:rsidP="000C6ECB">
      <w:pPr>
        <w:pStyle w:val="Text2-2"/>
        <w:numPr>
          <w:ilvl w:val="4"/>
          <w:numId w:val="6"/>
        </w:numPr>
      </w:pPr>
      <w:r w:rsidRPr="00837668">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570C7667" w14:textId="77777777" w:rsidR="000C6ECB" w:rsidRPr="00837668" w:rsidRDefault="000C6ECB" w:rsidP="000C6ECB">
      <w:pPr>
        <w:pStyle w:val="Text2-2"/>
        <w:numPr>
          <w:ilvl w:val="4"/>
          <w:numId w:val="6"/>
        </w:numPr>
      </w:pPr>
      <w:r w:rsidRPr="00837668">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14273C2A" w14:textId="77777777" w:rsidR="000C6ECB" w:rsidRPr="00837668" w:rsidRDefault="000C6ECB" w:rsidP="000C6ECB">
      <w:pPr>
        <w:pStyle w:val="Text2-2"/>
        <w:numPr>
          <w:ilvl w:val="4"/>
          <w:numId w:val="6"/>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403BDC91" w14:textId="77777777" w:rsidR="000C6ECB" w:rsidRPr="00837668" w:rsidRDefault="000C6ECB" w:rsidP="000C6ECB">
      <w:pPr>
        <w:pStyle w:val="Odstavecseseznamem"/>
        <w:numPr>
          <w:ilvl w:val="4"/>
          <w:numId w:val="6"/>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3898130" w14:textId="77777777" w:rsidR="000C6ECB" w:rsidRPr="00837668" w:rsidRDefault="000C6ECB" w:rsidP="000C6ECB">
      <w:pPr>
        <w:pStyle w:val="Text2-2"/>
        <w:numPr>
          <w:ilvl w:val="4"/>
          <w:numId w:val="6"/>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D2DF876" w14:textId="77777777" w:rsidR="000C6ECB" w:rsidRPr="00837668" w:rsidRDefault="000C6ECB" w:rsidP="000C6ECB">
      <w:pPr>
        <w:pStyle w:val="Text2-2"/>
        <w:tabs>
          <w:tab w:val="clear" w:pos="5076"/>
          <w:tab w:val="num" w:pos="1701"/>
        </w:tabs>
        <w:ind w:left="1701"/>
      </w:pPr>
      <w:r w:rsidRPr="00837668">
        <w:t>Označníky je nutno k uloženým kabelům, potrubím a podzemním zařízením pevně upevňovat (např. plastovou vázací páskou).</w:t>
      </w:r>
    </w:p>
    <w:p w14:paraId="47A1A188" w14:textId="77777777" w:rsidR="000C6ECB" w:rsidRPr="00837668" w:rsidRDefault="000C6ECB" w:rsidP="000C6ECB">
      <w:pPr>
        <w:pStyle w:val="Text2-2"/>
        <w:tabs>
          <w:tab w:val="clear" w:pos="5076"/>
          <w:tab w:val="num" w:pos="1701"/>
        </w:tabs>
        <w:ind w:left="1701"/>
      </w:pPr>
      <w:r w:rsidRPr="00837668">
        <w:t>U sdělovacích a zabezpečovacích kabelů OŘ se bude informace o markerech zadávat do pasportu do volitelné položky 2 pod označením „RFID“.</w:t>
      </w:r>
    </w:p>
    <w:p w14:paraId="1EBEB001" w14:textId="77777777" w:rsidR="000C6ECB" w:rsidRPr="00837668" w:rsidRDefault="000C6ECB" w:rsidP="000C6ECB">
      <w:pPr>
        <w:pStyle w:val="Text2-2"/>
        <w:tabs>
          <w:tab w:val="clear" w:pos="5076"/>
          <w:tab w:val="num" w:pos="1701"/>
        </w:tabs>
        <w:ind w:left="1701"/>
      </w:pPr>
      <w:r w:rsidRPr="00837668">
        <w:t>U složek, které nemají žádnou elektronickou databázi, se bude tato informace zadávat ve stejném znění do dokumentace.</w:t>
      </w:r>
    </w:p>
    <w:p w14:paraId="1472E8CA" w14:textId="77777777" w:rsidR="000C6ECB" w:rsidRPr="00837668" w:rsidRDefault="000C6ECB" w:rsidP="000C6ECB">
      <w:pPr>
        <w:pStyle w:val="Text2-2"/>
        <w:tabs>
          <w:tab w:val="clear" w:pos="5076"/>
          <w:tab w:val="num" w:pos="1701"/>
        </w:tabs>
        <w:ind w:left="1701"/>
      </w:pPr>
      <w:r w:rsidRPr="00837668">
        <w:t>Informace o použití markerů bude zaznamenaná do DSPS.</w:t>
      </w:r>
    </w:p>
    <w:p w14:paraId="1759395E" w14:textId="77777777" w:rsidR="000C6ECB" w:rsidRPr="00837668" w:rsidRDefault="000C6ECB" w:rsidP="000C6ECB">
      <w:pPr>
        <w:pStyle w:val="Text2-2"/>
        <w:tabs>
          <w:tab w:val="clear" w:pos="5076"/>
          <w:tab w:val="num" w:pos="1701"/>
        </w:tabs>
        <w:ind w:left="1701"/>
      </w:pPr>
      <w:r w:rsidRPr="00837668">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76B7BE23" w14:textId="000CA14A" w:rsidR="00976824" w:rsidRDefault="00976824" w:rsidP="00976824">
      <w:pPr>
        <w:pStyle w:val="Text2-1"/>
      </w:pPr>
      <w:r>
        <w:t>Neobsazeno.</w:t>
      </w:r>
    </w:p>
    <w:p w14:paraId="493F9884" w14:textId="694A45ED" w:rsidR="00976824" w:rsidRDefault="00976824" w:rsidP="00976824">
      <w:pPr>
        <w:pStyle w:val="Text2-1"/>
      </w:pPr>
      <w:r>
        <w:t>Neobsazeno.</w:t>
      </w:r>
    </w:p>
    <w:p w14:paraId="4F3C3493" w14:textId="0E7FAB79" w:rsidR="00976824" w:rsidRDefault="00976824" w:rsidP="00976824">
      <w:pPr>
        <w:pStyle w:val="Text2-1"/>
      </w:pPr>
      <w:r>
        <w:lastRenderedPageBreak/>
        <w:t>Neobsazeno.</w:t>
      </w:r>
    </w:p>
    <w:p w14:paraId="2147E578" w14:textId="1F469343" w:rsidR="00976824" w:rsidRDefault="00976824" w:rsidP="00976824">
      <w:pPr>
        <w:pStyle w:val="Text2-1"/>
      </w:pPr>
      <w:r>
        <w:t>Neobsazeno</w:t>
      </w:r>
      <w:r>
        <w:t>.</w:t>
      </w:r>
    </w:p>
    <w:p w14:paraId="6CFF0C99" w14:textId="32992761" w:rsidR="00976824" w:rsidRDefault="00976824" w:rsidP="00976824">
      <w:pPr>
        <w:pStyle w:val="Text2-1"/>
      </w:pPr>
      <w:r>
        <w:t>Neobsazeno.</w:t>
      </w:r>
    </w:p>
    <w:p w14:paraId="7E05248D" w14:textId="77777777" w:rsidR="009815E8" w:rsidRPr="009815E8" w:rsidRDefault="009815E8" w:rsidP="009815E8">
      <w:pPr>
        <w:pStyle w:val="Text2-1"/>
        <w:tabs>
          <w:tab w:val="clear" w:pos="737"/>
        </w:tabs>
      </w:pPr>
      <w:r w:rsidRPr="009815E8">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09AF70B0" w14:textId="265836DA" w:rsidR="00976824" w:rsidRDefault="009815E8" w:rsidP="009815E8">
      <w:pPr>
        <w:pStyle w:val="Text2-1"/>
      </w:pPr>
      <w:r w:rsidRPr="009815E8">
        <w:t>Zhotovitel je povinen dodržovat podmínky pro přístupy osob v prostoru stavby v souladu s Pokynem generálního ředitele SŽ PO-09/2021-GŘ, který byl Zhotoviteli poskytnut jako součást Zadávací dokumentace (Díl 5_2 Zadávací dokumentace).</w:t>
      </w:r>
    </w:p>
    <w:p w14:paraId="28F30F55" w14:textId="13E0B12A" w:rsidR="009815E8" w:rsidRPr="009815E8" w:rsidRDefault="009815E8" w:rsidP="009815E8">
      <w:pPr>
        <w:pStyle w:val="Text2-1"/>
      </w:pPr>
      <w:r>
        <w:t>Neobsazeno.</w:t>
      </w:r>
    </w:p>
    <w:p w14:paraId="16426AE8" w14:textId="00B36A0F" w:rsidR="00DF7BAA" w:rsidRDefault="00DF7BAA" w:rsidP="00DF7BAA">
      <w:pPr>
        <w:pStyle w:val="Nadpis2-2"/>
      </w:pPr>
      <w:bookmarkStart w:id="39" w:name="_Toc202186803"/>
      <w:r>
        <w:t xml:space="preserve">Zeměměřická </w:t>
      </w:r>
      <w:r w:rsidRPr="0080577B">
        <w:t>činnost</w:t>
      </w:r>
      <w:r>
        <w:t xml:space="preserve"> zhotovitele</w:t>
      </w:r>
      <w:bookmarkEnd w:id="39"/>
      <w:r w:rsidR="001F25FE">
        <w:t xml:space="preserve"> </w:t>
      </w:r>
    </w:p>
    <w:p w14:paraId="0D0C0FDD" w14:textId="5DA50FD9" w:rsidR="00DC55C8" w:rsidRDefault="00DC55C8" w:rsidP="00605834">
      <w:pPr>
        <w:pStyle w:val="Text2-1"/>
      </w:pPr>
      <w:r w:rsidRPr="00DC55C8">
        <w:t>Zhotovitel zažádá jmenovaného ÚOZI (úředně oprávněný zeměměřičský inženýr) Objednatele</w:t>
      </w:r>
      <w:r w:rsidR="00605834">
        <w:t xml:space="preserve"> </w:t>
      </w:r>
      <w:r w:rsidRPr="00DC55C8">
        <w:t>o zajištění aktuálních podkladů a postupu vyplývajícího z požadavků uvedených v TKP a těchto ZTP pro provedení díla nejpozději do termínu předání Staveniště.</w:t>
      </w:r>
    </w:p>
    <w:p w14:paraId="205DEE12" w14:textId="68882737" w:rsidR="00D53BF5" w:rsidRPr="00BB770C" w:rsidRDefault="00D53BF5" w:rsidP="00D53BF5">
      <w:pPr>
        <w:pStyle w:val="Text2-1"/>
        <w:numPr>
          <w:ilvl w:val="0"/>
          <w:numId w:val="0"/>
        </w:numPr>
        <w:ind w:left="737"/>
        <w:rPr>
          <w:b/>
        </w:rPr>
      </w:pPr>
      <w:r w:rsidRPr="00BB770C">
        <w:rPr>
          <w:b/>
        </w:rPr>
        <w:t>Pro oblast Ostrava:</w:t>
      </w:r>
    </w:p>
    <w:p w14:paraId="69140DF9" w14:textId="511FE7E0" w:rsidR="00D53BF5" w:rsidRPr="00605834" w:rsidRDefault="00D53BF5" w:rsidP="00D53BF5">
      <w:pPr>
        <w:pStyle w:val="Bezmezer"/>
        <w:ind w:left="737"/>
        <w:rPr>
          <w:sz w:val="18"/>
          <w:szCs w:val="18"/>
        </w:rPr>
      </w:pPr>
      <w:r w:rsidRPr="00605834">
        <w:rPr>
          <w:sz w:val="18"/>
          <w:szCs w:val="18"/>
        </w:rPr>
        <w:t xml:space="preserve">Úředně oprávněný zeměměřičský inženýr ÚOZI: Ing. </w:t>
      </w:r>
      <w:r>
        <w:rPr>
          <w:sz w:val="18"/>
          <w:szCs w:val="18"/>
        </w:rPr>
        <w:t>Martin Votoupal</w:t>
      </w:r>
    </w:p>
    <w:p w14:paraId="4168F401" w14:textId="77777777" w:rsidR="00D53BF5" w:rsidRPr="00605834" w:rsidRDefault="00D53BF5" w:rsidP="00D53BF5">
      <w:pPr>
        <w:pStyle w:val="Bezmezer"/>
        <w:ind w:left="737"/>
        <w:rPr>
          <w:sz w:val="18"/>
          <w:szCs w:val="18"/>
        </w:rPr>
      </w:pPr>
      <w:r w:rsidRPr="00605834">
        <w:rPr>
          <w:sz w:val="18"/>
          <w:szCs w:val="18"/>
        </w:rPr>
        <w:t>Adresa: Nerudova 773/1, 77900 Olomouc</w:t>
      </w:r>
    </w:p>
    <w:p w14:paraId="7265AF70" w14:textId="4B5E3278" w:rsidR="00D53BF5" w:rsidRDefault="00D53BF5" w:rsidP="00D53BF5">
      <w:pPr>
        <w:pStyle w:val="Bezmezer"/>
        <w:ind w:left="737"/>
        <w:rPr>
          <w:sz w:val="18"/>
          <w:szCs w:val="18"/>
        </w:rPr>
      </w:pPr>
      <w:r w:rsidRPr="00605834">
        <w:rPr>
          <w:sz w:val="18"/>
          <w:szCs w:val="18"/>
        </w:rPr>
        <w:t xml:space="preserve">E-mail: </w:t>
      </w:r>
      <w:hyperlink r:id="rId11" w:history="1">
        <w:r w:rsidRPr="00A0537C">
          <w:rPr>
            <w:rStyle w:val="Hypertextovodkaz"/>
            <w:noProof w:val="0"/>
            <w:sz w:val="18"/>
            <w:szCs w:val="18"/>
          </w:rPr>
          <w:t>votoupal@spravazeleznic.cz</w:t>
        </w:r>
      </w:hyperlink>
    </w:p>
    <w:p w14:paraId="42085D2A" w14:textId="6FA6052C" w:rsidR="00D53BF5" w:rsidRDefault="00D53BF5" w:rsidP="00D53BF5">
      <w:pPr>
        <w:pStyle w:val="Bezmezer"/>
        <w:ind w:left="737"/>
        <w:rPr>
          <w:sz w:val="18"/>
          <w:szCs w:val="18"/>
        </w:rPr>
      </w:pPr>
      <w:r w:rsidRPr="00605834">
        <w:rPr>
          <w:sz w:val="18"/>
          <w:szCs w:val="18"/>
        </w:rPr>
        <w:t>Telefon: +420</w:t>
      </w:r>
      <w:r>
        <w:rPr>
          <w:sz w:val="18"/>
          <w:szCs w:val="18"/>
        </w:rPr>
        <w:t> 727 877 362</w:t>
      </w:r>
      <w:r w:rsidRPr="00605834">
        <w:rPr>
          <w:sz w:val="18"/>
          <w:szCs w:val="18"/>
        </w:rPr>
        <w:t xml:space="preserve"> </w:t>
      </w:r>
    </w:p>
    <w:p w14:paraId="4F214F43" w14:textId="77777777" w:rsidR="00D53BF5" w:rsidRDefault="00D53BF5" w:rsidP="00D53BF5">
      <w:pPr>
        <w:pStyle w:val="Bezmezer"/>
        <w:ind w:left="737"/>
        <w:rPr>
          <w:sz w:val="18"/>
          <w:szCs w:val="18"/>
        </w:rPr>
      </w:pPr>
    </w:p>
    <w:p w14:paraId="52CE1DE0" w14:textId="2163247A" w:rsidR="00D53BF5" w:rsidRPr="00BB770C" w:rsidRDefault="00D53BF5" w:rsidP="00D53BF5">
      <w:pPr>
        <w:pStyle w:val="Text2-1"/>
        <w:numPr>
          <w:ilvl w:val="0"/>
          <w:numId w:val="0"/>
        </w:numPr>
        <w:ind w:left="737"/>
        <w:rPr>
          <w:b/>
        </w:rPr>
      </w:pPr>
      <w:r w:rsidRPr="00BB770C">
        <w:rPr>
          <w:b/>
        </w:rPr>
        <w:t>Pro oblast Olomouc:</w:t>
      </w:r>
    </w:p>
    <w:p w14:paraId="6F7D80BF" w14:textId="77777777" w:rsidR="00605834" w:rsidRPr="00605834" w:rsidRDefault="00605834" w:rsidP="00605834">
      <w:pPr>
        <w:pStyle w:val="Bezmezer"/>
        <w:ind w:left="737"/>
        <w:rPr>
          <w:sz w:val="18"/>
          <w:szCs w:val="18"/>
        </w:rPr>
      </w:pPr>
      <w:r w:rsidRPr="00605834">
        <w:rPr>
          <w:sz w:val="18"/>
          <w:szCs w:val="18"/>
        </w:rPr>
        <w:t>Úředně oprávněný zeměměřičský inženýr ÚOZI: Ing. Jiří Jalůvka</w:t>
      </w:r>
    </w:p>
    <w:p w14:paraId="3CC12536" w14:textId="77777777" w:rsidR="00605834" w:rsidRPr="00605834" w:rsidRDefault="00605834" w:rsidP="00605834">
      <w:pPr>
        <w:pStyle w:val="Bezmezer"/>
        <w:ind w:left="737"/>
        <w:rPr>
          <w:sz w:val="18"/>
          <w:szCs w:val="18"/>
        </w:rPr>
      </w:pPr>
      <w:r w:rsidRPr="00605834">
        <w:rPr>
          <w:sz w:val="18"/>
          <w:szCs w:val="18"/>
        </w:rPr>
        <w:t>Adresa: Nerudova 773/1, 77900 Olomouc</w:t>
      </w:r>
    </w:p>
    <w:p w14:paraId="58BD4BFA" w14:textId="77777777" w:rsidR="00605834" w:rsidRPr="00605834" w:rsidRDefault="00605834" w:rsidP="00605834">
      <w:pPr>
        <w:pStyle w:val="Bezmezer"/>
        <w:ind w:left="737"/>
        <w:rPr>
          <w:sz w:val="18"/>
          <w:szCs w:val="18"/>
        </w:rPr>
      </w:pPr>
      <w:r w:rsidRPr="00605834">
        <w:rPr>
          <w:sz w:val="18"/>
          <w:szCs w:val="18"/>
        </w:rPr>
        <w:t xml:space="preserve">E-mail: </w:t>
      </w:r>
      <w:hyperlink r:id="rId12" w:history="1">
        <w:r w:rsidRPr="00605834">
          <w:rPr>
            <w:rStyle w:val="Hypertextovodkaz"/>
            <w:noProof w:val="0"/>
            <w:sz w:val="18"/>
            <w:szCs w:val="18"/>
          </w:rPr>
          <w:t>jaluvka@spravazeleznic.cz</w:t>
        </w:r>
      </w:hyperlink>
    </w:p>
    <w:p w14:paraId="71189AF9" w14:textId="77777777" w:rsidR="00605834" w:rsidRDefault="00605834" w:rsidP="00605834">
      <w:pPr>
        <w:pStyle w:val="Bezmezer"/>
        <w:ind w:left="737"/>
        <w:rPr>
          <w:sz w:val="18"/>
          <w:szCs w:val="18"/>
        </w:rPr>
      </w:pPr>
      <w:r w:rsidRPr="00605834">
        <w:rPr>
          <w:sz w:val="18"/>
          <w:szCs w:val="18"/>
        </w:rPr>
        <w:t>Telefon: +420 724 263</w:t>
      </w:r>
      <w:r>
        <w:rPr>
          <w:sz w:val="18"/>
          <w:szCs w:val="18"/>
        </w:rPr>
        <w:t> </w:t>
      </w:r>
      <w:r w:rsidRPr="00605834">
        <w:rPr>
          <w:sz w:val="18"/>
          <w:szCs w:val="18"/>
        </w:rPr>
        <w:t xml:space="preserve">476 </w:t>
      </w:r>
    </w:p>
    <w:p w14:paraId="46DA9F2B" w14:textId="77777777" w:rsidR="00605834" w:rsidRDefault="00605834" w:rsidP="00605834">
      <w:pPr>
        <w:pStyle w:val="Text2-1"/>
        <w:numPr>
          <w:ilvl w:val="0"/>
          <w:numId w:val="0"/>
        </w:numPr>
        <w:ind w:left="737"/>
      </w:pPr>
    </w:p>
    <w:p w14:paraId="4F09C53C" w14:textId="2D9E2319" w:rsidR="00DF7BAA" w:rsidRPr="00DB1800" w:rsidRDefault="00DF7BAA" w:rsidP="00DF7BAA">
      <w:pPr>
        <w:pStyle w:val="Nadpis2-2"/>
      </w:pPr>
      <w:bookmarkStart w:id="40" w:name="_Toc6410438"/>
      <w:bookmarkStart w:id="41" w:name="_Toc202186804"/>
      <w:r w:rsidRPr="00DB1800">
        <w:t>Doklady pře</w:t>
      </w:r>
      <w:r w:rsidR="00F606EE" w:rsidRPr="00DB1800">
        <w:t>d</w:t>
      </w:r>
      <w:r w:rsidRPr="00DB1800">
        <w:t>kládané zhotovitelem</w:t>
      </w:r>
      <w:bookmarkEnd w:id="40"/>
      <w:bookmarkEnd w:id="41"/>
    </w:p>
    <w:p w14:paraId="44E06185" w14:textId="1443E557" w:rsidR="00D12C76" w:rsidRDefault="000C6ECB" w:rsidP="00562909">
      <w:pPr>
        <w:pStyle w:val="Text2-1"/>
      </w:pPr>
      <w:r w:rsidRPr="00837668">
        <w:t>Pokud již Zhotovitel nepředložil dále uvedené doklady pře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DB1800">
        <w:t>.</w:t>
      </w:r>
    </w:p>
    <w:p w14:paraId="6F8C1AA1" w14:textId="311238FC" w:rsidR="00733263" w:rsidRPr="00DB1800" w:rsidRDefault="00733263" w:rsidP="00562909">
      <w:pPr>
        <w:pStyle w:val="Text2-1"/>
      </w:pPr>
      <w:r>
        <w:t>Přehled</w:t>
      </w:r>
      <w:r w:rsidRPr="007171F3">
        <w:t xml:space="preserve"> dokladů </w:t>
      </w:r>
      <w:r>
        <w:t xml:space="preserve">zejména ve vztahu k odborné způsobilosti dodavatele, případně jiných osob, které budou pro Zhotovitele příslušnou činnost vykonávat a jsou požadovány pro </w:t>
      </w:r>
      <w:r w:rsidR="001F25FE">
        <w:t>stavební práce</w:t>
      </w:r>
      <w:r>
        <w:t>, jsou</w:t>
      </w:r>
      <w:r w:rsidRPr="007171F3">
        <w:t xml:space="preserve"> definován</w:t>
      </w:r>
      <w:r>
        <w:t>y</w:t>
      </w:r>
      <w:r w:rsidRPr="007171F3">
        <w:t xml:space="preserve"> v</w:t>
      </w:r>
      <w:r>
        <w:t xml:space="preserve"> Zadávací dokumentaci, včetně souvisejících podmínek pro jejich platnost, pro změnu odborně způsobilých osob a další. Zhotovitel je povinen pracovat dle platných předpisů SŽ, tzn. i dle Interního předpisu SŽ Zam1. </w:t>
      </w:r>
    </w:p>
    <w:p w14:paraId="4E3B5150" w14:textId="77777777" w:rsidR="00DF7BAA" w:rsidRPr="00694A12" w:rsidRDefault="00DF7BAA" w:rsidP="00DF7BAA">
      <w:pPr>
        <w:pStyle w:val="Nadpis2-2"/>
      </w:pPr>
      <w:bookmarkStart w:id="42" w:name="_Toc6410439"/>
      <w:bookmarkStart w:id="43" w:name="_Toc202186805"/>
      <w:r w:rsidRPr="00694A12">
        <w:t>Dokumentace zhotovitele pro stavbu</w:t>
      </w:r>
      <w:bookmarkEnd w:id="42"/>
      <w:bookmarkEnd w:id="43"/>
    </w:p>
    <w:p w14:paraId="1BC9E5B1" w14:textId="0E04EB97" w:rsidR="00694A12" w:rsidRDefault="00694A12" w:rsidP="00F21EDB">
      <w:pPr>
        <w:pStyle w:val="Text2-1"/>
      </w:pPr>
      <w:r>
        <w:t xml:space="preserve">Bude-li </w:t>
      </w:r>
      <w:r w:rsidRPr="000A06AE">
        <w:t xml:space="preserve">povaha zadaných stavebních prací vyžadovat požadavek na vyhotovení </w:t>
      </w:r>
      <w:r w:rsidRPr="00953A4A">
        <w:t>Realizační dokumentace stavby</w:t>
      </w:r>
      <w:r w:rsidRPr="000A06AE">
        <w:t>, bude požadavek řešen před uzavřením objednávky při zadávání dílčích veřejných zakázek zadávaných v souladu s rámcovou dohodou.</w:t>
      </w:r>
    </w:p>
    <w:p w14:paraId="68B2109F" w14:textId="6CE2E809" w:rsidR="00953A4A" w:rsidRPr="00953A4A" w:rsidRDefault="00694A12" w:rsidP="00F21EDB">
      <w:pPr>
        <w:pStyle w:val="Text2-1"/>
      </w:pPr>
      <w:r>
        <w:lastRenderedPageBreak/>
        <w:t>Dále uvedená ustanovení v odst. 4.4.</w:t>
      </w:r>
      <w:r w:rsidR="00AA0C46">
        <w:t>3–4</w:t>
      </w:r>
      <w:r>
        <w:t xml:space="preserve">.4.6 těchto ZTP budou využita v rámci vlastní realizace dílčích veřejných zakázek za předpokladu, že jejich uplatnění bude souviset se zadaným předmětem plnění, bez jejichž naplnění nebude možno Dílo </w:t>
      </w:r>
      <w:r w:rsidR="00FB134A">
        <w:t>realizovat a převzít</w:t>
      </w:r>
      <w:r>
        <w:t xml:space="preserve">, nebo pokud jejich uplatnění bude </w:t>
      </w:r>
      <w:r w:rsidRPr="000A06AE">
        <w:t>Objednatel požadovat v rámci zadání Objednávky</w:t>
      </w:r>
      <w:r w:rsidR="00953A4A" w:rsidRPr="00953A4A">
        <w:t>.</w:t>
      </w:r>
    </w:p>
    <w:p w14:paraId="70DDCB75" w14:textId="4E6908D9" w:rsidR="00DF7BAA" w:rsidRPr="00694A12" w:rsidRDefault="00740821" w:rsidP="00694A12">
      <w:pPr>
        <w:pStyle w:val="Text2-1"/>
      </w:pPr>
      <w:r w:rsidRPr="00694A12">
        <w:t>Součástí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694A12">
        <w:t> </w:t>
      </w:r>
      <w:r w:rsidRPr="00694A12">
        <w:t>4</w:t>
      </w:r>
      <w:r w:rsidR="00EE6FF4" w:rsidRPr="00694A12">
        <w:t xml:space="preserve"> </w:t>
      </w:r>
      <w:r w:rsidRPr="00694A12">
        <w:t>vyhlášky č.</w:t>
      </w:r>
      <w:r w:rsidR="00EE6FF4" w:rsidRPr="00694A12">
        <w:t> </w:t>
      </w:r>
      <w:r w:rsidRPr="00694A12">
        <w:t xml:space="preserve">46/2008 Sb. o rozsahu a obsahu projektové dokumentace dopravních staveb, v platném znění, příslušných TKP Staveb státních drah a směrnice SŽ SM011 Dokumentace staveb Správy železnic, státní organizace (dále jen </w:t>
      </w:r>
      <w:r w:rsidR="00AA0C46" w:rsidRPr="00694A12">
        <w:t>„SŽ</w:t>
      </w:r>
      <w:r w:rsidRPr="00694A12">
        <w:t xml:space="preserve"> SM011)</w:t>
      </w:r>
      <w:r w:rsidR="00694A12">
        <w:t>.</w:t>
      </w:r>
      <w:r w:rsidRPr="00694A12">
        <w:t xml:space="preserve"> </w:t>
      </w:r>
    </w:p>
    <w:p w14:paraId="07D32A6A" w14:textId="77777777" w:rsidR="00740821" w:rsidRPr="00694A12" w:rsidRDefault="00740821" w:rsidP="00F21EDB">
      <w:pPr>
        <w:pStyle w:val="Text2-1"/>
      </w:pPr>
      <w:r w:rsidRPr="00694A12">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953A4A" w:rsidRDefault="00740821" w:rsidP="00F21EDB">
      <w:pPr>
        <w:pStyle w:val="Text2-1"/>
      </w:pPr>
      <w:r w:rsidRPr="00953A4A">
        <w:t xml:space="preserve">Za dodání schválené související výkresové dokumentace pro ostatní stavební postupy zodpovídá Zhotovitel stavby v souladu s přílohou P8 směrnice SŽ SM011. </w:t>
      </w:r>
    </w:p>
    <w:p w14:paraId="4453AB13" w14:textId="4ED66FD2" w:rsidR="000C6ECB" w:rsidRPr="000C6ECB" w:rsidRDefault="000C6ECB" w:rsidP="000C6ECB">
      <w:pPr>
        <w:pStyle w:val="Text2-1"/>
      </w:pPr>
      <w:r w:rsidRPr="00837668">
        <w:t xml:space="preserve">Požadavky na zpracování technologických předpisů (TePř) provádění prací včetně kontrolního a zkušebního plánu v jednotlivých etapách stavby (především v plánované výluce) jednotlivých SO a PS v přiměřeném rozsahu nutném pro realizaci stavby budou řešeny se Zhotovitelem před uzavřením Objednávky při zadávání dílčích veřejných </w:t>
      </w:r>
      <w:r w:rsidRPr="000C6ECB">
        <w:t>zakázek s ohledem na požadovaný rozsah stavebních prací.</w:t>
      </w:r>
    </w:p>
    <w:p w14:paraId="0FBA54B6" w14:textId="3A21B9A8" w:rsidR="000C6ECB" w:rsidRPr="000C6ECB" w:rsidRDefault="000C6ECB" w:rsidP="000C6ECB">
      <w:pPr>
        <w:pStyle w:val="Text2-1"/>
      </w:pPr>
      <w:r w:rsidRPr="000C6ECB">
        <w:t xml:space="preserve">Součástí předmětu díla je i vedení stavebních deníků v souladu s kapitolou 1.10.9 TKP. Zhotovitel vede stavební deník v listinné </w:t>
      </w:r>
      <w:r w:rsidR="00AA0C46" w:rsidRPr="000C6ECB">
        <w:t>podobě,</w:t>
      </w:r>
      <w:r w:rsidRPr="000C6ECB">
        <w:t xml:space="preserve"> a to typizovanou formu stavebního deníku, která je schválena dokumentem čj. SŽDC 9112/12-OP.</w:t>
      </w:r>
    </w:p>
    <w:p w14:paraId="5D40B9F6" w14:textId="31448A62" w:rsidR="000C6ECB" w:rsidRPr="000C6ECB" w:rsidRDefault="000C6ECB" w:rsidP="000C6ECB">
      <w:pPr>
        <w:pStyle w:val="Text2-1"/>
      </w:pPr>
      <w:r w:rsidRPr="000C6ECB">
        <w:t>Stavební deníky budou vedeny samostatně pro jedno provozní středisko. U rámcových dohod, je možné Zápis o předání staveniště zhotoviteli před zahájením prací a Zápis o odevzdání a převzetí díla / části díla nahradit zápisem do stavebního deníku, přiměřeně podle osnovy vzorových zápisů tak, aby byl zápis o odevzdání a převzetí díla/části díla dostatečným podkladem pro případnou reklamaci provedeného díla.</w:t>
      </w:r>
    </w:p>
    <w:p w14:paraId="19F38ADB" w14:textId="77777777" w:rsidR="00B53E41" w:rsidRPr="006411F1" w:rsidRDefault="00DF7BAA" w:rsidP="0060019A">
      <w:pPr>
        <w:pStyle w:val="Nadpis2-2"/>
      </w:pPr>
      <w:bookmarkStart w:id="44" w:name="_Toc6410440"/>
      <w:bookmarkStart w:id="45" w:name="_Toc202186806"/>
      <w:r w:rsidRPr="006411F1">
        <w:t>Dokumentace skutečného provedení stavby</w:t>
      </w:r>
      <w:bookmarkEnd w:id="44"/>
      <w:bookmarkEnd w:id="45"/>
    </w:p>
    <w:p w14:paraId="09AE9382" w14:textId="4316AE22" w:rsidR="006411F1" w:rsidRPr="000A06AE" w:rsidRDefault="001F25FE" w:rsidP="006411F1">
      <w:pPr>
        <w:pStyle w:val="Text2-1"/>
        <w:rPr>
          <w:color w:val="00A1E0"/>
        </w:rPr>
      </w:pPr>
      <w:r>
        <w:t xml:space="preserve">Bude-li </w:t>
      </w:r>
      <w:r w:rsidRPr="000A06AE">
        <w:t>povaha zadaných stavebních prací vyžadovat požadav</w:t>
      </w:r>
      <w:r w:rsidR="00D77F10" w:rsidRPr="000A06AE">
        <w:t>e</w:t>
      </w:r>
      <w:r w:rsidRPr="000A06AE">
        <w:t xml:space="preserve">k </w:t>
      </w:r>
      <w:r w:rsidR="00D77F10" w:rsidRPr="000A06AE">
        <w:t xml:space="preserve">na vyhotovení </w:t>
      </w:r>
      <w:r w:rsidR="006411F1" w:rsidRPr="000A06AE">
        <w:t>D</w:t>
      </w:r>
      <w:r w:rsidR="000E11D6" w:rsidRPr="000A06AE">
        <w:t>SPS</w:t>
      </w:r>
      <w:r w:rsidR="00D77F10" w:rsidRPr="000A06AE">
        <w:t>, bude poža</w:t>
      </w:r>
      <w:r w:rsidR="000A06AE" w:rsidRPr="000A06AE">
        <w:t>da</w:t>
      </w:r>
      <w:r w:rsidR="00D77F10" w:rsidRPr="000A06AE">
        <w:t xml:space="preserve">vek řešen před uzavřením objednávky při zadávání dílčích veřejných zakázek </w:t>
      </w:r>
      <w:r w:rsidR="000A06AE" w:rsidRPr="000A06AE">
        <w:t>zadávaných v souladu s rámcovou dohodou</w:t>
      </w:r>
      <w:r w:rsidR="006411F1" w:rsidRPr="000A06AE">
        <w:t xml:space="preserve">. </w:t>
      </w:r>
    </w:p>
    <w:p w14:paraId="75D4363E" w14:textId="2F6F83FD" w:rsidR="006411F1" w:rsidRPr="006411F1" w:rsidRDefault="006411F1" w:rsidP="006411F1">
      <w:pPr>
        <w:pStyle w:val="Text2-1"/>
        <w:rPr>
          <w:color w:val="00A1E0"/>
        </w:rPr>
      </w:pPr>
      <w:r w:rsidRPr="000A06AE">
        <w:t xml:space="preserve">Objednatel požaduje standardní vyhotovení </w:t>
      </w:r>
      <w:r w:rsidR="000E11D6" w:rsidRPr="000A06AE">
        <w:t>DSPS</w:t>
      </w:r>
      <w:r w:rsidRPr="000A06AE">
        <w:t xml:space="preserve"> dle TKP.</w:t>
      </w:r>
      <w:r w:rsidR="000A06AE" w:rsidRPr="000A06AE">
        <w:t xml:space="preserve"> V případě, že povaha dokončených stavebních prací vyžaduje ve dle standardního provedení DSP i doložení dalších dokumentů, bude jejich výčet řešen před uzavřením objednávky při zadávání dílčích veřejných zakázek zadávaných</w:t>
      </w:r>
      <w:r w:rsidR="000A06AE">
        <w:t xml:space="preserve"> v souladu s rámcovou dohodou.</w:t>
      </w:r>
    </w:p>
    <w:p w14:paraId="487AC9E1" w14:textId="296BBA60" w:rsidR="000A06AE" w:rsidRPr="009815E8" w:rsidRDefault="00976824" w:rsidP="000A06AE">
      <w:pPr>
        <w:pStyle w:val="Text2-1"/>
        <w:rPr>
          <w:color w:val="00A1E0"/>
        </w:rPr>
      </w:pPr>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9A2A71">
        <w:t>.</w:t>
      </w:r>
      <w:r w:rsidR="000A06AE" w:rsidRPr="000A06AE">
        <w:t xml:space="preserve">  </w:t>
      </w:r>
    </w:p>
    <w:p w14:paraId="320B9D78" w14:textId="77777777" w:rsidR="009815E8" w:rsidRPr="009815E8" w:rsidRDefault="009815E8" w:rsidP="009815E8">
      <w:pPr>
        <w:pStyle w:val="Text2-1"/>
      </w:pPr>
      <w:r w:rsidRPr="009815E8">
        <w:rPr>
          <w:b/>
        </w:rPr>
        <w:t>Součástí dokumentů skutečného provedení stavby</w:t>
      </w:r>
      <w:r w:rsidRPr="009815E8">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02A4DF90" w14:textId="77777777" w:rsidR="009815E8" w:rsidRPr="009815E8" w:rsidRDefault="009815E8" w:rsidP="009815E8">
      <w:pPr>
        <w:pStyle w:val="Odstavecseseznamem"/>
        <w:numPr>
          <w:ilvl w:val="4"/>
          <w:numId w:val="6"/>
        </w:numPr>
        <w:spacing w:after="120"/>
        <w:jc w:val="both"/>
        <w:rPr>
          <w:sz w:val="18"/>
          <w:szCs w:val="18"/>
        </w:rPr>
      </w:pPr>
      <w:r w:rsidRPr="009815E8">
        <w:rPr>
          <w:sz w:val="18"/>
          <w:szCs w:val="18"/>
        </w:rPr>
        <w:t>doklady o udělených výjimkách z platných předpisů a norem, případně souhlas Drážního úřadu,</w:t>
      </w:r>
    </w:p>
    <w:p w14:paraId="0A21380F" w14:textId="77777777" w:rsidR="009815E8" w:rsidRPr="009815E8" w:rsidRDefault="009815E8" w:rsidP="009815E8">
      <w:pPr>
        <w:pStyle w:val="Text2-2"/>
        <w:numPr>
          <w:ilvl w:val="4"/>
          <w:numId w:val="6"/>
        </w:numPr>
      </w:pPr>
      <w:r w:rsidRPr="009815E8">
        <w:t>doklady o projednání PDPS,</w:t>
      </w:r>
    </w:p>
    <w:p w14:paraId="37705964" w14:textId="77777777" w:rsidR="009815E8" w:rsidRPr="009815E8" w:rsidRDefault="009815E8" w:rsidP="009815E8">
      <w:pPr>
        <w:pStyle w:val="Text2-2"/>
        <w:numPr>
          <w:ilvl w:val="4"/>
          <w:numId w:val="6"/>
        </w:numPr>
      </w:pPr>
      <w:r w:rsidRPr="009815E8">
        <w:t>závazná stanoviska dotčených orgánů a další doklady o jednání s dotčenými orgány a účastníky o povolení záměru,</w:t>
      </w:r>
    </w:p>
    <w:p w14:paraId="6C2215CD" w14:textId="77777777" w:rsidR="009815E8" w:rsidRPr="009815E8" w:rsidRDefault="009815E8" w:rsidP="009815E8">
      <w:pPr>
        <w:pStyle w:val="Text2-2"/>
        <w:numPr>
          <w:ilvl w:val="4"/>
          <w:numId w:val="6"/>
        </w:numPr>
      </w:pPr>
      <w:r w:rsidRPr="009815E8">
        <w:t>vyjádření vlastníků a správců dotčených inženýrských sítí,</w:t>
      </w:r>
    </w:p>
    <w:p w14:paraId="5783F5EC" w14:textId="72AB4B23" w:rsidR="009815E8" w:rsidRPr="009815E8" w:rsidRDefault="009815E8" w:rsidP="009815E8">
      <w:pPr>
        <w:pStyle w:val="Text2-1"/>
        <w:rPr>
          <w:color w:val="00A1E0"/>
        </w:rPr>
      </w:pPr>
      <w:r w:rsidRPr="009815E8">
        <w:lastRenderedPageBreak/>
        <w:t>doklady o projednání s vlastníky pozemků a staveb nebo bytů a nebytových prostor dotčených stavbou, popř. s jinými oprávněnými subjekty.</w:t>
      </w:r>
    </w:p>
    <w:p w14:paraId="00B8E2C3" w14:textId="209DA222" w:rsidR="00470F14" w:rsidRPr="000A06AE" w:rsidRDefault="00606137" w:rsidP="000E11D6">
      <w:pPr>
        <w:pStyle w:val="Text2-1"/>
        <w:rPr>
          <w:rFonts w:eastAsia="Verdana" w:cs="Times New Roman"/>
        </w:rPr>
      </w:pPr>
      <w:r w:rsidRPr="000A06AE">
        <w:t xml:space="preserve">Předání DSPS dle oddílu 1.11.5 Kapitoly 1 TKP </w:t>
      </w:r>
      <w:r w:rsidR="00525C0C" w:rsidRPr="000A06AE">
        <w:t>a dle</w:t>
      </w:r>
      <w:r w:rsidRPr="000A06AE">
        <w:t xml:space="preserve"> čl. 4.1.2.2</w:t>
      </w:r>
      <w:r w:rsidR="00976824">
        <w:t>8</w:t>
      </w:r>
      <w:r w:rsidRPr="000A06AE">
        <w:t xml:space="preserve"> - 4.1.2.</w:t>
      </w:r>
      <w:r w:rsidR="00976824">
        <w:t>31</w:t>
      </w:r>
      <w:r w:rsidRPr="000A06AE">
        <w:t xml:space="preserve"> těchto ZTP proběhne na médiu: </w:t>
      </w:r>
      <w:r w:rsidRPr="009A2A71">
        <w:rPr>
          <w:b/>
          <w:bCs/>
        </w:rPr>
        <w:t>USB flash disk</w:t>
      </w:r>
      <w:r w:rsidR="009A2A71">
        <w:t>.</w:t>
      </w:r>
      <w:r w:rsidR="00470F14" w:rsidRPr="00694A12">
        <w:rPr>
          <w:rFonts w:eastAsia="Verdana" w:cs="Times New Roman"/>
        </w:rPr>
        <w:t xml:space="preserve"> </w:t>
      </w:r>
    </w:p>
    <w:p w14:paraId="3B67C881" w14:textId="2544F3E1" w:rsidR="00DF7BAA" w:rsidRDefault="00DF7BAA" w:rsidP="00DF7BAA">
      <w:pPr>
        <w:pStyle w:val="Nadpis2-2"/>
      </w:pPr>
      <w:bookmarkStart w:id="46" w:name="_Toc6410458"/>
      <w:bookmarkStart w:id="47" w:name="_Toc202186807"/>
      <w:r>
        <w:t>Životní prostředí</w:t>
      </w:r>
      <w:bookmarkEnd w:id="47"/>
      <w:r>
        <w:t xml:space="preserve"> </w:t>
      </w:r>
      <w:bookmarkEnd w:id="46"/>
    </w:p>
    <w:p w14:paraId="4729041F" w14:textId="77777777" w:rsidR="00976824" w:rsidRPr="00182C57" w:rsidRDefault="00976824" w:rsidP="00976824">
      <w:pPr>
        <w:pStyle w:val="Text2-1"/>
        <w:rPr>
          <w:rStyle w:val="Tun"/>
          <w:b w:val="0"/>
        </w:rPr>
      </w:pPr>
      <w:r w:rsidRPr="00C13FDF">
        <w:rPr>
          <w:rStyle w:val="Tun"/>
          <w:b w:val="0"/>
        </w:rPr>
        <w:t xml:space="preserve">Zhotovitel je v termínu </w:t>
      </w:r>
      <w:r w:rsidRPr="00C2691F">
        <w:rPr>
          <w:rStyle w:val="Tun"/>
          <w:b w:val="0"/>
        </w:rPr>
        <w:t xml:space="preserve">nejpozději ke dni zahájení stavebních prací </w:t>
      </w:r>
      <w:r w:rsidRPr="00C13FDF">
        <w:rPr>
          <w:rStyle w:val="Tun"/>
          <w:b w:val="0"/>
        </w:rPr>
        <w:t xml:space="preserve">povinen písemně oznámit </w:t>
      </w:r>
      <w:r>
        <w:rPr>
          <w:rStyle w:val="Tun"/>
          <w:b w:val="0"/>
        </w:rPr>
        <w:t>Objednateli (</w:t>
      </w:r>
      <w:r w:rsidRPr="00C13FDF">
        <w:rPr>
          <w:rStyle w:val="Tun"/>
          <w:b w:val="0"/>
        </w:rPr>
        <w:t>TDS</w:t>
      </w:r>
      <w:r>
        <w:rPr>
          <w:rStyle w:val="Tun"/>
          <w:b w:val="0"/>
        </w:rPr>
        <w:t>)</w:t>
      </w:r>
      <w:r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0B8FF940" w14:textId="77777777" w:rsidR="00976824" w:rsidRPr="00182C57" w:rsidRDefault="00976824" w:rsidP="00976824">
      <w:pPr>
        <w:pStyle w:val="Text2-1"/>
        <w:rPr>
          <w:rStyle w:val="Tun"/>
        </w:rPr>
      </w:pPr>
      <w:r w:rsidRPr="00182C57">
        <w:rPr>
          <w:rStyle w:val="Tun"/>
        </w:rPr>
        <w:t>Ochrana přírody a krajiny</w:t>
      </w:r>
    </w:p>
    <w:p w14:paraId="2D59B384" w14:textId="77777777" w:rsidR="00976824" w:rsidRDefault="00976824" w:rsidP="00976824">
      <w:pPr>
        <w:pStyle w:val="Text2-2"/>
        <w:tabs>
          <w:tab w:val="clear" w:pos="5076"/>
          <w:tab w:val="num" w:pos="1701"/>
        </w:tabs>
        <w:ind w:left="1701"/>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712A423E" w14:textId="11135E15" w:rsidR="00976824" w:rsidRDefault="00976824" w:rsidP="00976824">
      <w:pPr>
        <w:pStyle w:val="Text2-2"/>
        <w:tabs>
          <w:tab w:val="clear" w:pos="5076"/>
          <w:tab w:val="num" w:pos="1701"/>
        </w:tabs>
        <w:ind w:left="1701"/>
        <w:rPr>
          <w:rStyle w:val="Tun"/>
          <w:b w:val="0"/>
        </w:rPr>
      </w:pPr>
      <w:r w:rsidRPr="00976824">
        <w:rPr>
          <w:rStyle w:val="Tun"/>
          <w:b w:val="0"/>
        </w:rPr>
        <w:t xml:space="preserve">Neobsazeno. </w:t>
      </w:r>
    </w:p>
    <w:p w14:paraId="163573C0" w14:textId="767CD333" w:rsidR="00976824" w:rsidRPr="00976824" w:rsidRDefault="00976824" w:rsidP="00976824">
      <w:pPr>
        <w:pStyle w:val="Text2-2"/>
        <w:tabs>
          <w:tab w:val="clear" w:pos="5076"/>
          <w:tab w:val="num" w:pos="1701"/>
        </w:tabs>
        <w:ind w:left="1701"/>
      </w:pPr>
      <w:r w:rsidRPr="00182C57">
        <w:t xml:space="preserve">V zastavěném území a jeho blízkosti nelze provádět </w:t>
      </w:r>
      <w:r w:rsidRPr="00176DB1">
        <w:rPr>
          <w:b/>
        </w:rPr>
        <w:t>hlučné stavební činnosti v době nočního klidu</w:t>
      </w:r>
      <w:r w:rsidRPr="00176DB1">
        <w:t>. Ve výjimečných případech</w:t>
      </w:r>
      <w:r w:rsidRPr="000D0043">
        <w:t xml:space="preserve"> po vyčerpání veškerých jiných možností</w:t>
      </w:r>
      <w:r w:rsidRPr="00176DB1">
        <w:t>, nelze-li stanoveného legitimního cíle dosáhnout jinak, mohou být hlučné stavební činnosti v době nočního klidu prováděny po dobu nezbytně nutnou a v</w:t>
      </w:r>
      <w:r>
        <w:t> </w:t>
      </w:r>
      <w:r w:rsidRPr="00176DB1">
        <w:t xml:space="preserve">nezbytně nutném rozsahu. Zhotovitel </w:t>
      </w:r>
      <w:r>
        <w:t xml:space="preserve">dále </w:t>
      </w:r>
      <w:r w:rsidRPr="00176DB1">
        <w:t xml:space="preserve">zajistí, aby </w:t>
      </w:r>
      <w:r w:rsidRPr="000D0043">
        <w:t xml:space="preserve">veškeré </w:t>
      </w:r>
      <w:r w:rsidRPr="00176DB1">
        <w:t xml:space="preserve">hlučné stavební činnosti prováděné v době nočního klidu byly před jejich zahájením oznámeny občanům, kteří mohou být takovými činnostmi </w:t>
      </w:r>
      <w:r w:rsidRPr="001419C5">
        <w:rPr>
          <w:b/>
        </w:rPr>
        <w:t>dotčeni (např. na webových stránkách příslušné obce).</w:t>
      </w:r>
    </w:p>
    <w:p w14:paraId="0E03E227" w14:textId="63BA41BD" w:rsidR="00067FA3" w:rsidRPr="00722BEB" w:rsidRDefault="001860E7" w:rsidP="00722BEB">
      <w:pPr>
        <w:pStyle w:val="Text2-1"/>
        <w:tabs>
          <w:tab w:val="num" w:pos="5076"/>
        </w:tabs>
        <w:rPr>
          <w:rStyle w:val="Tun"/>
        </w:rPr>
      </w:pPr>
      <w:r w:rsidRPr="00B61D30">
        <w:rPr>
          <w:rStyle w:val="Tun"/>
        </w:rPr>
        <w:t xml:space="preserve">Nakládání s odpady </w:t>
      </w:r>
    </w:p>
    <w:p w14:paraId="09B76476" w14:textId="77777777" w:rsidR="00976824" w:rsidRDefault="00976824" w:rsidP="00976824">
      <w:pPr>
        <w:pStyle w:val="Text2-2"/>
        <w:tabs>
          <w:tab w:val="clear" w:pos="5076"/>
          <w:tab w:val="num" w:pos="1701"/>
        </w:tabs>
        <w:ind w:left="1701"/>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5B95C2EE" w14:textId="77777777" w:rsidR="00976824" w:rsidRPr="00E05753" w:rsidRDefault="00976824" w:rsidP="00976824">
      <w:pPr>
        <w:pStyle w:val="Text2-2"/>
        <w:tabs>
          <w:tab w:val="clear" w:pos="5076"/>
          <w:tab w:val="num" w:pos="1701"/>
        </w:tabs>
        <w:ind w:left="1701"/>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1B6409EB" w14:textId="77777777" w:rsidR="00976824" w:rsidRPr="00182C57" w:rsidRDefault="00976824" w:rsidP="00976824">
      <w:pPr>
        <w:pStyle w:val="Text2-2"/>
        <w:tabs>
          <w:tab w:val="clear" w:pos="5076"/>
          <w:tab w:val="num" w:pos="1701"/>
        </w:tabs>
        <w:ind w:left="1701"/>
        <w:rPr>
          <w:rStyle w:val="Tun"/>
          <w:b w:val="0"/>
        </w:rPr>
      </w:pPr>
      <w:r w:rsidRPr="006573DF">
        <w:rPr>
          <w:rStyle w:val="Tun"/>
          <w:b w:val="0"/>
        </w:rPr>
        <w:t>Zhotovitel vede průběžnou evidenci odpadu podle jednotlivých Objednávek. Tato evidence bude vždy přílohou Výkazu o předcházení vzniku odpadu a</w:t>
      </w:r>
      <w:r>
        <w:rPr>
          <w:rStyle w:val="Tun"/>
          <w:b w:val="0"/>
        </w:rPr>
        <w:t> </w:t>
      </w:r>
      <w:r w:rsidRPr="006573DF">
        <w:rPr>
          <w:rStyle w:val="Tun"/>
          <w:b w:val="0"/>
        </w:rPr>
        <w:t>nakládání s odpady dle Přílohy B.2 směrnice SŽ SM096, který zhotovitel předloží za souhrnné období kalendářního roku provádění Díla. Výkaz o</w:t>
      </w:r>
      <w:r>
        <w:rPr>
          <w:rStyle w:val="Tun"/>
          <w:b w:val="0"/>
        </w:rPr>
        <w:t> </w:t>
      </w:r>
      <w:r w:rsidRPr="006573DF">
        <w:rPr>
          <w:rStyle w:val="Tun"/>
          <w:b w:val="0"/>
        </w:rPr>
        <w:t xml:space="preserve">předcházení vzniku odpadu a nakládání s odpady včetně průběžné evidence odpadů, je </w:t>
      </w:r>
      <w:r>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67DD2D99" w14:textId="77777777" w:rsidR="00976824" w:rsidRDefault="00976824" w:rsidP="00976824">
      <w:pPr>
        <w:pStyle w:val="Text2-2"/>
        <w:tabs>
          <w:tab w:val="clear" w:pos="5076"/>
          <w:tab w:val="num" w:pos="1701"/>
        </w:tabs>
        <w:ind w:left="1701"/>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6573DF">
        <w:rPr>
          <w:rStyle w:val="Tun"/>
          <w:b w:val="0"/>
        </w:rPr>
        <w:t>envita</w:t>
      </w:r>
      <w:proofErr w:type="spellEnd"/>
      <w:r w:rsidRPr="006573DF">
        <w:rPr>
          <w:rStyle w:val="Tun"/>
          <w:b w:val="0"/>
        </w:rPr>
        <w:t>) specialista Objednatele na životní prostředí – odpadový hospodář.</w:t>
      </w:r>
    </w:p>
    <w:p w14:paraId="3D4E77D3" w14:textId="77777777" w:rsidR="00976824" w:rsidRDefault="00976824" w:rsidP="00976824">
      <w:pPr>
        <w:pStyle w:val="Text2-2"/>
        <w:tabs>
          <w:tab w:val="num" w:pos="1701"/>
        </w:tabs>
        <w:ind w:left="1701" w:hanging="992"/>
        <w:rPr>
          <w:rStyle w:val="Tun"/>
          <w:b w:val="0"/>
        </w:rPr>
      </w:pPr>
      <w:r w:rsidRPr="006573DF">
        <w:rPr>
          <w:rStyle w:val="Tun"/>
          <w:b w:val="0"/>
        </w:rPr>
        <w:lastRenderedPageBreak/>
        <w:t>Zhotovitel se zavazuje Objednateli sdělit, kde bude dle požadavků právních předpisů uchovávat potřebné doklady o nakládání s</w:t>
      </w:r>
      <w:r>
        <w:rPr>
          <w:rStyle w:val="Tun"/>
          <w:b w:val="0"/>
        </w:rPr>
        <w:t> </w:t>
      </w:r>
      <w:r w:rsidRPr="006573DF">
        <w:rPr>
          <w:rStyle w:val="Tun"/>
          <w:b w:val="0"/>
        </w:rPr>
        <w:t>odpady</w:t>
      </w:r>
      <w:r>
        <w:rPr>
          <w:rStyle w:val="Tun"/>
          <w:b w:val="0"/>
        </w:rPr>
        <w:t>.</w:t>
      </w:r>
    </w:p>
    <w:p w14:paraId="097911D2" w14:textId="625F7A3C" w:rsidR="000C6ECB" w:rsidRPr="00976824" w:rsidRDefault="00976824" w:rsidP="00976824">
      <w:pPr>
        <w:pStyle w:val="Text2-2"/>
        <w:tabs>
          <w:tab w:val="num" w:pos="1701"/>
        </w:tabs>
        <w:ind w:left="1701" w:hanging="992"/>
        <w:rPr>
          <w:rStyle w:val="Tun"/>
          <w:b w:val="0"/>
        </w:rPr>
      </w:pPr>
      <w:r w:rsidRPr="00976824">
        <w:rPr>
          <w:rStyle w:val="Tun"/>
          <w:b w:val="0"/>
        </w:rPr>
        <w:t xml:space="preserve">Neobsazeno. </w:t>
      </w:r>
      <w:r w:rsidR="000C6ECB" w:rsidRPr="00976824">
        <w:rPr>
          <w:rStyle w:val="Tun"/>
          <w:b w:val="0"/>
        </w:rPr>
        <w:t xml:space="preserve"> </w:t>
      </w:r>
    </w:p>
    <w:p w14:paraId="79CDB2CB" w14:textId="4E6189C2" w:rsidR="000C6ECB" w:rsidRPr="00976824" w:rsidRDefault="00976824" w:rsidP="000C6ECB">
      <w:pPr>
        <w:pStyle w:val="Text2-2"/>
        <w:tabs>
          <w:tab w:val="clear" w:pos="5076"/>
          <w:tab w:val="num" w:pos="1701"/>
        </w:tabs>
        <w:ind w:left="1701"/>
      </w:pPr>
      <w:bookmarkStart w:id="48" w:name="_Hlk151657608"/>
      <w:r w:rsidRPr="00976824">
        <w:t xml:space="preserve">Vzhledem k výskytu azbestu v rámci demolovaných a opravovaných objektů je Zhotovitel povinen </w:t>
      </w:r>
      <w:r w:rsidRPr="00976824">
        <w:rPr>
          <w:b/>
        </w:rPr>
        <w:t xml:space="preserve">ohlásit příslušnému orgánu ochrany veřejného zdraví </w:t>
      </w:r>
      <w:r w:rsidRPr="00976824">
        <w:t xml:space="preserve">takové práce, při nichž jsou nebo mohou být </w:t>
      </w:r>
      <w:r w:rsidRPr="00976824">
        <w:rPr>
          <w:b/>
        </w:rPr>
        <w:t>zaměstnanci exponováni</w:t>
      </w:r>
      <w:r w:rsidRPr="00976824">
        <w:t xml:space="preserve"> </w:t>
      </w:r>
      <w:r w:rsidRPr="00976824">
        <w:rPr>
          <w:b/>
        </w:rPr>
        <w:t>škodlivým účinkům azbestu</w:t>
      </w:r>
      <w:r w:rsidRPr="00976824">
        <w:t xml:space="preserve">.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w:t>
      </w:r>
      <w:r w:rsidRPr="00976824">
        <w:rPr>
          <w:b/>
        </w:rPr>
        <w:t>Povinnost ohlásit práce s expozicí azbestu Zhotovitel nemá, jde-li o práci s ojedinělou a krátkodobou expozici azbestu ve smyslu vyhlášky č. 394/2006 Sb.</w:t>
      </w:r>
      <w:r w:rsidRPr="00976824">
        <w:rPr>
          <w:i/>
        </w:rPr>
        <w:t xml:space="preserve"> </w:t>
      </w:r>
      <w:r w:rsidRPr="00976824">
        <w:t>O těchto skutečnostech bude Zhotovitel informovat TDS a specialistu/garanta na ŽP Objednatele v náležitém předstihu.</w:t>
      </w:r>
      <w:r w:rsidRPr="00976824">
        <w:rPr>
          <w:i/>
        </w:rPr>
        <w:t xml:space="preserve"> </w:t>
      </w:r>
      <w:r w:rsidRPr="00976824">
        <w:rPr>
          <w:b/>
        </w:rPr>
        <w:t>Práce musí současně probíhat v souladu s Metodickým návodem pro řízení vzniku odpadů s obsahem azbestu při provádění a odstraňování staveb a pro nakládání s nimi (MŽP, leden 2018).</w:t>
      </w:r>
      <w:bookmarkEnd w:id="48"/>
    </w:p>
    <w:p w14:paraId="042D7433" w14:textId="77777777" w:rsidR="00976824" w:rsidRPr="00976824" w:rsidRDefault="00976824" w:rsidP="00976824">
      <w:pPr>
        <w:pStyle w:val="Text2-2"/>
        <w:tabs>
          <w:tab w:val="clear" w:pos="5076"/>
          <w:tab w:val="num" w:pos="1701"/>
        </w:tabs>
        <w:ind w:left="1701"/>
        <w:rPr>
          <w:rStyle w:val="Tun"/>
          <w:b w:val="0"/>
        </w:rPr>
      </w:pPr>
      <w:r w:rsidRPr="00976824">
        <w:t xml:space="preserve">Objednatel realizuje průzkum přítomnosti azbestových materiálů ve vybraných objektech s předpokládanými stavebními zásahy, označených jako tzv. základní objekty a dále v případě objektů situovaných v jejich blízkosti, označených jako tzv. přidružené objekty. Zatímco v případě základních objektů je prováděn komplexní průzkum vč. laboratorních analýz odebraných vzorků, u objektů přidružených dochází zpravidla pouze k vizuální prohlídce. Výstupem jsou podrobné </w:t>
      </w:r>
      <w:r w:rsidRPr="00976824">
        <w:rPr>
          <w:b/>
        </w:rPr>
        <w:t>Inspekční zprávy</w:t>
      </w:r>
      <w:r w:rsidRPr="00976824">
        <w:t xml:space="preserve"> zjištění výskytu azbestu a dále souhrnný </w:t>
      </w:r>
      <w:r w:rsidRPr="00976824">
        <w:rPr>
          <w:b/>
        </w:rPr>
        <w:t>Registr</w:t>
      </w:r>
      <w:r w:rsidRPr="00976824">
        <w:t xml:space="preserve"> objektů s výskytem azbestových materiálů. V případě, že uvedená inspekční zpráva nebyla předána Zhotoviteli jako podkladový materiál, je možné si ověřit, zda již byla inspekční zpráva pro daný objekt zpracována u Objednatele. Přístupová práva na příslušné úložiště SharePoint mají jednotlivá Oblastní ředitelství (přednostové SPS, vedoucí oddělení ŽP), specialisté ŽP Stavebních správ, správcem úložiště je pak Odbor provozuschopnosti, oddělení ŽP.</w:t>
      </w:r>
    </w:p>
    <w:p w14:paraId="58620935" w14:textId="77777777" w:rsidR="00976824" w:rsidRPr="00182C57" w:rsidRDefault="00976824" w:rsidP="00976824">
      <w:pPr>
        <w:pStyle w:val="Text2-2"/>
        <w:tabs>
          <w:tab w:val="clear" w:pos="5076"/>
          <w:tab w:val="num" w:pos="1701"/>
        </w:tabs>
        <w:ind w:left="1701"/>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w:t>
      </w:r>
      <w:r>
        <w:rPr>
          <w:rStyle w:val="Tun"/>
          <w:b w:val="0"/>
        </w:rPr>
        <w:t> </w:t>
      </w:r>
      <w:r w:rsidRPr="00F2061B">
        <w:rPr>
          <w:rStyle w:val="Tun"/>
          <w:b w:val="0"/>
        </w:rPr>
        <w:t>případě</w:t>
      </w:r>
      <w:r>
        <w:rPr>
          <w:rStyle w:val="Tun"/>
          <w:b w:val="0"/>
        </w:rPr>
        <w:t>,</w:t>
      </w:r>
      <w:r w:rsidRPr="00F2061B">
        <w:rPr>
          <w:rStyle w:val="Tun"/>
          <w:b w:val="0"/>
        </w:rPr>
        <w:t xml:space="preserve"> kdy nedojde k jeho přípravě k</w:t>
      </w:r>
      <w:r>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0601E783" w14:textId="77777777" w:rsidR="00976824" w:rsidRPr="00976824" w:rsidRDefault="00976824" w:rsidP="00976824">
      <w:pPr>
        <w:pStyle w:val="Text2-2"/>
        <w:tabs>
          <w:tab w:val="clear" w:pos="5076"/>
          <w:tab w:val="num" w:pos="1701"/>
        </w:tabs>
        <w:ind w:left="1701"/>
        <w:rPr>
          <w:rStyle w:val="Tun"/>
          <w:b w:val="0"/>
        </w:rPr>
      </w:pPr>
      <w:r w:rsidRPr="00976824">
        <w:rPr>
          <w:rStyle w:val="Tun"/>
          <w:b w:val="0"/>
        </w:rPr>
        <w:t xml:space="preserve">Demolice budou realizovány v souladu </w:t>
      </w:r>
      <w:r w:rsidRPr="00976824">
        <w:rPr>
          <w:rStyle w:val="Tun"/>
        </w:rPr>
        <w:t>s Metodickým návodem odboru odpadů MŽP při řízení vzniku stavebních a demoličních odpadů a pro nakládání s nimi</w:t>
      </w:r>
      <w:r w:rsidRPr="00976824">
        <w:rPr>
          <w:rStyle w:val="Tun"/>
          <w:b w:val="0"/>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w:t>
      </w:r>
      <w:r w:rsidRPr="00976824">
        <w:rPr>
          <w:rStyle w:val="Tun"/>
          <w:b w:val="0"/>
        </w:rPr>
        <w:lastRenderedPageBreak/>
        <w:t>Zhotovitel před ukončením díla předá TDS a specialistovi/garantovi na ŽP Objednatele přehled s uvedeným množstvím, se způsobem nakládání vzniklého stavebního a demoličního odpadu a mírou recyklace pro předmětné SO.</w:t>
      </w:r>
    </w:p>
    <w:p w14:paraId="121B4BC2" w14:textId="77777777" w:rsidR="00976824" w:rsidRPr="00182C57" w:rsidRDefault="00976824" w:rsidP="00976824">
      <w:pPr>
        <w:pStyle w:val="Text2-2"/>
        <w:tabs>
          <w:tab w:val="clear" w:pos="5076"/>
          <w:tab w:val="num" w:pos="1701"/>
        </w:tabs>
        <w:ind w:left="1701"/>
        <w:rPr>
          <w:rStyle w:val="Tun"/>
        </w:rPr>
      </w:pPr>
      <w:r w:rsidRPr="00182C57">
        <w:rPr>
          <w:rStyle w:val="Tun"/>
        </w:rPr>
        <w:t>Zhotovitel stavby si zajistí rozsah</w:t>
      </w:r>
      <w:r>
        <w:rPr>
          <w:rStyle w:val="Tun"/>
        </w:rPr>
        <w:t xml:space="preserve"> zařízení k nakládání</w:t>
      </w:r>
      <w:r w:rsidRPr="00182C57">
        <w:rPr>
          <w:rStyle w:val="Tun"/>
        </w:rPr>
        <w:t>, resp. recyklačních míst/center sám, a to dle celkového množství a kategorie odpadů a tuto cenu si včetně rizika zohlední v nabídkové ceně položky.</w:t>
      </w:r>
    </w:p>
    <w:p w14:paraId="6E51D9B8" w14:textId="3C3609AC" w:rsidR="00976824" w:rsidRPr="000C6ECB" w:rsidRDefault="00976824" w:rsidP="00976824">
      <w:pPr>
        <w:pStyle w:val="Text2-2"/>
        <w:tabs>
          <w:tab w:val="clear" w:pos="5076"/>
          <w:tab w:val="num" w:pos="1701"/>
        </w:tabs>
        <w:ind w:left="1701"/>
        <w:rPr>
          <w:rStyle w:val="Tun"/>
          <w:b w:val="0"/>
        </w:rPr>
      </w:pPr>
      <w:r w:rsidRPr="00182C57">
        <w:rPr>
          <w:rStyle w:val="Tun"/>
        </w:rPr>
        <w:t xml:space="preserve">Polohy a vzdálenosti </w:t>
      </w:r>
      <w:r w:rsidRPr="00DD4F32">
        <w:rPr>
          <w:b/>
        </w:rPr>
        <w:t>zařízení k nakládání</w:t>
      </w:r>
      <w:r w:rsidRPr="00182C57">
        <w:rPr>
          <w:rStyle w:val="Tun"/>
        </w:rPr>
        <w:t>, resp. recyklačních míst/center pro likvidaci, resp. recyklaci odpadů uvedené v</w:t>
      </w:r>
      <w:r>
        <w:rPr>
          <w:rStyle w:val="Tun"/>
        </w:rPr>
        <w:t> </w:t>
      </w:r>
      <w:r w:rsidRPr="00182C57">
        <w:rPr>
          <w:rStyle w:val="Tun"/>
        </w:rPr>
        <w:t>Projektové dokumentaci nebo jiné části Zadávací dokumentace jsou pouze informativní a slouží pro interní potřeby Objednatele a řízení o</w:t>
      </w:r>
      <w:r>
        <w:rPr>
          <w:rStyle w:val="Tun"/>
        </w:rPr>
        <w:t> </w:t>
      </w:r>
      <w:r w:rsidRPr="00182C57">
        <w:rPr>
          <w:rStyle w:val="Tun"/>
        </w:rPr>
        <w:t xml:space="preserve">povolení záměru. Umístění </w:t>
      </w:r>
      <w:r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3A381931" w14:textId="321D3526" w:rsidR="00DD3D78" w:rsidRPr="000C6ECB" w:rsidRDefault="00DD3D78" w:rsidP="00DD3D78">
      <w:pPr>
        <w:pStyle w:val="Nadpis2-2"/>
      </w:pPr>
      <w:bookmarkStart w:id="49" w:name="_Toc202186808"/>
      <w:r w:rsidRPr="000C6ECB">
        <w:t>Materiál dodávaný objednatelem (mimo CNM)</w:t>
      </w:r>
      <w:bookmarkEnd w:id="49"/>
    </w:p>
    <w:p w14:paraId="206C3CB0" w14:textId="744F496B" w:rsidR="00DD3D78" w:rsidRPr="000C6ECB" w:rsidRDefault="00DD3D78" w:rsidP="00722BEB">
      <w:pPr>
        <w:pStyle w:val="Text2-1"/>
      </w:pPr>
      <w:r w:rsidRPr="000C6ECB">
        <w:t>Objednatel poskytne zhotoviteli bezplatně níže uvedený materiál</w:t>
      </w:r>
      <w:r w:rsidR="00722BEB" w:rsidRPr="000C6ECB">
        <w:t xml:space="preserve">. </w:t>
      </w:r>
    </w:p>
    <w:p w14:paraId="2E1F447A" w14:textId="20E9415D" w:rsidR="00D82632" w:rsidRPr="000C6ECB" w:rsidRDefault="00D82632" w:rsidP="00D82632">
      <w:pPr>
        <w:pStyle w:val="Text2-1"/>
      </w:pPr>
      <w:r w:rsidRPr="000C6ECB">
        <w:t xml:space="preserve">Rozsah materiálu (typ a </w:t>
      </w:r>
      <w:r w:rsidR="00C266C6" w:rsidRPr="000C6ECB">
        <w:t xml:space="preserve">předpokládané </w:t>
      </w:r>
      <w:r w:rsidRPr="000C6ECB">
        <w:t>množství) je následující:</w:t>
      </w:r>
    </w:p>
    <w:p w14:paraId="4B7BB1CA" w14:textId="296134BE" w:rsidR="00D82632" w:rsidRDefault="009D0373" w:rsidP="00D82632">
      <w:pPr>
        <w:pStyle w:val="Text2-1"/>
        <w:numPr>
          <w:ilvl w:val="0"/>
          <w:numId w:val="0"/>
        </w:numPr>
        <w:ind w:left="737"/>
      </w:pPr>
      <w:r w:rsidRPr="000C6ECB">
        <w:t>Automatické dveřní zámky (ADZ), předpokládané množství 10 ks</w:t>
      </w:r>
      <w:r w:rsidR="00D82632" w:rsidRPr="000C6ECB">
        <w:t>.</w:t>
      </w:r>
    </w:p>
    <w:p w14:paraId="098B21F4" w14:textId="0BE4B24E" w:rsidR="00DD3D78" w:rsidRDefault="00DD3D78" w:rsidP="00DD3D78">
      <w:pPr>
        <w:pStyle w:val="Text2-1"/>
      </w:pPr>
      <w:r>
        <w:t xml:space="preserve">Výše uvedený materiál není </w:t>
      </w:r>
      <w:r w:rsidRPr="00952596">
        <w:t>součástí dodávky na zhotovení stavby a ne</w:t>
      </w:r>
      <w:r>
        <w:t xml:space="preserve">ní </w:t>
      </w:r>
      <w:r w:rsidRPr="00952596">
        <w:t xml:space="preserve">součástí nákladů </w:t>
      </w:r>
      <w:r w:rsidR="00C266C6">
        <w:t>Objednávky.</w:t>
      </w:r>
      <w:r w:rsidRPr="00952596">
        <w:t xml:space="preserve"> </w:t>
      </w:r>
    </w:p>
    <w:p w14:paraId="39AB176B" w14:textId="2BC69AFD" w:rsidR="00DD3D78" w:rsidRPr="00722BEB" w:rsidRDefault="00DD3D78" w:rsidP="00DD3D78">
      <w:pPr>
        <w:pStyle w:val="Text2-1"/>
      </w:pPr>
      <w:r w:rsidRPr="00722BEB">
        <w:t>Místo předání materiálu:</w:t>
      </w:r>
      <w:r w:rsidR="00722BEB">
        <w:t xml:space="preserve"> </w:t>
      </w:r>
      <w:r w:rsidR="009D0373">
        <w:t>Bude stanoveno v Objednávce při zadávání dílčích veřejných zakázek zadávaných v souladu s rámcovou dohodou</w:t>
      </w:r>
      <w:r w:rsidR="00722BEB" w:rsidRPr="009D0373">
        <w:t>.</w:t>
      </w:r>
    </w:p>
    <w:p w14:paraId="188B588A" w14:textId="77777777" w:rsidR="00DF7BAA" w:rsidRDefault="00DF7BAA" w:rsidP="00DF7BAA">
      <w:pPr>
        <w:pStyle w:val="Nadpis2-1"/>
      </w:pPr>
      <w:bookmarkStart w:id="50" w:name="_Toc6410460"/>
      <w:bookmarkStart w:id="51" w:name="_Toc202186809"/>
      <w:r w:rsidRPr="00EC2E51">
        <w:t>ORGANIZACE</w:t>
      </w:r>
      <w:r>
        <w:t xml:space="preserve"> VÝSTAVBY, VÝLUKY</w:t>
      </w:r>
      <w:bookmarkEnd w:id="50"/>
      <w:bookmarkEnd w:id="51"/>
    </w:p>
    <w:p w14:paraId="0587D65B" w14:textId="36DD3B27" w:rsidR="00DF7BAA" w:rsidRPr="000C6ECB" w:rsidRDefault="00DF7BAA" w:rsidP="00DF7BAA">
      <w:pPr>
        <w:pStyle w:val="Text2-1"/>
      </w:pPr>
      <w:r w:rsidRPr="00EC02A5">
        <w:t xml:space="preserve">Závazným pro </w:t>
      </w:r>
      <w:r w:rsidR="00DB58AA" w:rsidRPr="00EC02A5">
        <w:t>Z</w:t>
      </w:r>
      <w:r w:rsidRPr="00EC02A5">
        <w:t xml:space="preserve">hotovitele </w:t>
      </w:r>
      <w:r w:rsidR="00C266C6">
        <w:t>budou</w:t>
      </w:r>
      <w:r w:rsidR="008B4F46">
        <w:t xml:space="preserve"> </w:t>
      </w:r>
      <w:r w:rsidRPr="00C2573F">
        <w:t>termíny a rozsah</w:t>
      </w:r>
      <w:r w:rsidR="00C266C6">
        <w:t>y</w:t>
      </w:r>
      <w:r w:rsidRPr="00C2573F">
        <w:t xml:space="preserve"> výluk,</w:t>
      </w:r>
      <w:r w:rsidRPr="00EC02A5">
        <w:t xml:space="preserve"> které </w:t>
      </w:r>
      <w:r w:rsidR="00C266C6">
        <w:t xml:space="preserve">budou </w:t>
      </w:r>
      <w:r w:rsidRPr="00EC02A5">
        <w:t xml:space="preserve">uvedeny </w:t>
      </w:r>
      <w:r w:rsidR="00C266C6">
        <w:t xml:space="preserve">v Objednávce v okamžiku zadávání dílčích veřejných zakázek s ohledem na povahu a </w:t>
      </w:r>
      <w:r w:rsidR="00C266C6" w:rsidRPr="000C6ECB">
        <w:t>rozsah stavebních prací.</w:t>
      </w:r>
    </w:p>
    <w:p w14:paraId="09B951D9" w14:textId="77777777" w:rsidR="000C6ECB" w:rsidRPr="000C6ECB" w:rsidRDefault="000C6ECB" w:rsidP="000C6ECB">
      <w:pPr>
        <w:pStyle w:val="Text2-1"/>
      </w:pPr>
      <w:r w:rsidRPr="000C6ECB">
        <w:t xml:space="preserve">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 </w:t>
      </w:r>
    </w:p>
    <w:p w14:paraId="2585A66F" w14:textId="77777777" w:rsidR="000C6ECB" w:rsidRPr="000C6ECB" w:rsidRDefault="000C6ECB" w:rsidP="000C6ECB">
      <w:pPr>
        <w:pStyle w:val="Text2-1"/>
      </w:pPr>
      <w:bookmarkStart w:id="52" w:name="_Ref143240729"/>
      <w:r w:rsidRPr="000C6ECB">
        <w:t>Zahájení stavebních prací: nejdříve účinností Objednávky, není-li tento termín odlišně stanoven v rámcové dohodě nebo Objednávce. (Objednávka může být zadána nejdříve dnem nabytí účinnosti rámcové dohody).</w:t>
      </w:r>
      <w:bookmarkEnd w:id="52"/>
    </w:p>
    <w:p w14:paraId="134EB76F" w14:textId="77777777" w:rsidR="000C6ECB" w:rsidRPr="000C6ECB" w:rsidRDefault="000C6ECB" w:rsidP="000C6ECB">
      <w:pPr>
        <w:pStyle w:val="Text2-1"/>
      </w:pPr>
      <w:r w:rsidRPr="000C6ECB">
        <w:t>Ukončení stavebních prací: v termínu stanoveném v Objednávkách (poslední možné uzavření (akceptace) Objednávky odpovídá termínu, na který je sjednána rámcová dohoda).</w:t>
      </w:r>
    </w:p>
    <w:p w14:paraId="4DDFDF43" w14:textId="77777777" w:rsidR="000C6ECB" w:rsidRDefault="000C6ECB" w:rsidP="000C6ECB">
      <w:pPr>
        <w:pStyle w:val="Nadpis2-1"/>
      </w:pPr>
      <w:bookmarkStart w:id="53" w:name="_Toc6410461"/>
      <w:bookmarkStart w:id="54" w:name="_Toc146111803"/>
      <w:bookmarkStart w:id="55" w:name="_Toc202186810"/>
      <w:r w:rsidRPr="00EC2E51">
        <w:t>SOUVISEJÍCÍ</w:t>
      </w:r>
      <w:r>
        <w:t xml:space="preserve"> DOKUMENTY A PŘEDPISY</w:t>
      </w:r>
      <w:bookmarkEnd w:id="53"/>
      <w:bookmarkEnd w:id="54"/>
      <w:bookmarkEnd w:id="55"/>
    </w:p>
    <w:p w14:paraId="2084E130" w14:textId="77777777" w:rsidR="000C6ECB" w:rsidRPr="00BC3F30" w:rsidRDefault="000C6ECB" w:rsidP="000C6ECB">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15D3D1B7" w14:textId="77777777" w:rsidR="00976824" w:rsidRDefault="00976824" w:rsidP="00976824">
      <w:pPr>
        <w:pStyle w:val="Text2-1"/>
      </w:pPr>
      <w:r>
        <w:t>Technické požadavky na výrobky, zařízení a technologie pro ŽDC (dle směrnice SŽ SM008) jsou uvedeny na webových stránkách:</w:t>
      </w:r>
    </w:p>
    <w:p w14:paraId="7A210443" w14:textId="77777777" w:rsidR="00976824" w:rsidRDefault="00976824" w:rsidP="00976824">
      <w:pPr>
        <w:pStyle w:val="Text2-1"/>
        <w:numPr>
          <w:ilvl w:val="0"/>
          <w:numId w:val="0"/>
        </w:numPr>
        <w:ind w:left="737"/>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3"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5FAD73AD" w14:textId="77777777" w:rsidR="00976824" w:rsidRDefault="00976824" w:rsidP="00976824">
      <w:pPr>
        <w:pStyle w:val="Text2-1"/>
      </w:pPr>
      <w:r w:rsidRPr="007D016E">
        <w:t>Objednatel umožňuje Zhotoviteli přístup ke</w:t>
      </w:r>
      <w:r>
        <w:t xml:space="preserve"> svým vnitřním dokumentům a předpisům a typové dokumentaci na webových stránkách: </w:t>
      </w:r>
    </w:p>
    <w:p w14:paraId="1C3B9F13" w14:textId="77777777" w:rsidR="00976824" w:rsidRDefault="00976824" w:rsidP="00976824">
      <w:pPr>
        <w:pStyle w:val="Textbezslovn"/>
      </w:pPr>
      <w:r w:rsidRPr="00A3302C">
        <w:rPr>
          <w:rStyle w:val="Tun"/>
        </w:rPr>
        <w:lastRenderedPageBreak/>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36524C9B" w14:textId="77777777" w:rsidR="00976824" w:rsidRPr="007D016E" w:rsidRDefault="00976824" w:rsidP="0097682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E51B2B3" w14:textId="77777777" w:rsidR="00976824" w:rsidRPr="00E85446" w:rsidRDefault="00976824" w:rsidP="0097682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F412F14" w14:textId="77777777" w:rsidR="00976824" w:rsidRDefault="00976824" w:rsidP="00976824">
      <w:pPr>
        <w:pStyle w:val="Textbezslovn"/>
        <w:keepNext/>
        <w:spacing w:after="0"/>
        <w:rPr>
          <w:rStyle w:val="Tun"/>
        </w:rPr>
      </w:pPr>
      <w:r>
        <w:rPr>
          <w:rStyle w:val="Tun"/>
        </w:rPr>
        <w:t>Centrum techniky a diagnostiky</w:t>
      </w:r>
    </w:p>
    <w:p w14:paraId="32B7F8FE" w14:textId="77777777" w:rsidR="00976824" w:rsidRPr="00E85446" w:rsidRDefault="00976824" w:rsidP="00976824">
      <w:pPr>
        <w:pStyle w:val="Textbezslovn"/>
        <w:keepNext/>
        <w:spacing w:after="0"/>
        <w:rPr>
          <w:rStyle w:val="Tun"/>
        </w:rPr>
      </w:pPr>
      <w:r>
        <w:rPr>
          <w:rStyle w:val="Tun"/>
        </w:rPr>
        <w:t>Odbor servisních služeb, OHČ</w:t>
      </w:r>
    </w:p>
    <w:p w14:paraId="56D8034F" w14:textId="77777777" w:rsidR="00976824" w:rsidRPr="007D016E" w:rsidRDefault="00976824" w:rsidP="00976824">
      <w:pPr>
        <w:pStyle w:val="Textbezslovn"/>
        <w:keepNext/>
        <w:spacing w:after="0"/>
      </w:pPr>
      <w:r>
        <w:t>Jeremenkova 103/23</w:t>
      </w:r>
    </w:p>
    <w:p w14:paraId="3803E223" w14:textId="77777777" w:rsidR="00976824" w:rsidRDefault="00976824" w:rsidP="00976824">
      <w:pPr>
        <w:pStyle w:val="Textbezslovn"/>
      </w:pPr>
      <w:r w:rsidRPr="007D016E">
        <w:t>77</w:t>
      </w:r>
      <w:r>
        <w:t>9 00</w:t>
      </w:r>
      <w:r w:rsidRPr="007D016E">
        <w:t xml:space="preserve"> </w:t>
      </w:r>
      <w:r w:rsidRPr="00BA22D4">
        <w:t>Olomouc</w:t>
      </w:r>
    </w:p>
    <w:p w14:paraId="216E2576" w14:textId="08073CE6" w:rsidR="009C4EEA" w:rsidRDefault="00976824" w:rsidP="00976824">
      <w:pPr>
        <w:pStyle w:val="Textbezslovn"/>
      </w:pPr>
      <w:r>
        <w:t xml:space="preserve">nebo </w:t>
      </w:r>
      <w:r w:rsidRPr="007D016E">
        <w:t>e-</w:t>
      </w:r>
      <w:r w:rsidRPr="00BA22D4">
        <w:t>mail</w:t>
      </w:r>
      <w:r w:rsidRPr="007D016E">
        <w:t xml:space="preserve">: </w:t>
      </w:r>
      <w:r w:rsidRPr="002C1A2B">
        <w:rPr>
          <w:b/>
        </w:rPr>
        <w:t>typdok@spravazeleznic.cz</w:t>
      </w:r>
      <w:r>
        <w:rPr>
          <w:b/>
        </w:rPr>
        <w:t>,</w:t>
      </w:r>
      <w:r w:rsidRPr="007D016E">
        <w:t xml:space="preserve"> tel.: </w:t>
      </w:r>
      <w:r w:rsidRPr="00563B6F">
        <w:t>972</w:t>
      </w:r>
      <w:r>
        <w:t> </w:t>
      </w:r>
      <w:r w:rsidRPr="00563B6F">
        <w:t>742</w:t>
      </w:r>
      <w:r>
        <w:t> </w:t>
      </w:r>
      <w:r w:rsidRPr="00563B6F">
        <w:t xml:space="preserve">396, </w:t>
      </w:r>
      <w:r>
        <w:t xml:space="preserve">mobil: </w:t>
      </w:r>
      <w:r w:rsidRPr="00563B6F">
        <w:t>725</w:t>
      </w:r>
      <w:r>
        <w:t> </w:t>
      </w:r>
      <w:r w:rsidRPr="00563B6F">
        <w:t>039</w:t>
      </w:r>
      <w:r>
        <w:t> </w:t>
      </w:r>
      <w:r w:rsidRPr="00563B6F">
        <w:t>782</w:t>
      </w:r>
      <w:r>
        <w:t xml:space="preserve"> Ceníky: </w:t>
      </w:r>
      <w:r w:rsidRPr="00E64846">
        <w:t>https://typdok.tudc.cz/</w:t>
      </w:r>
      <w:r w:rsidR="00CD4C76">
        <w:t xml:space="preserve"> </w:t>
      </w:r>
    </w:p>
    <w:p w14:paraId="199FDAEA" w14:textId="77777777" w:rsidR="00DF7BAA" w:rsidRDefault="00DF7BAA" w:rsidP="00DF7BAA">
      <w:pPr>
        <w:pStyle w:val="Nadpis2-1"/>
      </w:pPr>
      <w:bookmarkStart w:id="56" w:name="_Toc6410462"/>
      <w:bookmarkStart w:id="57" w:name="_Toc202186811"/>
      <w:r>
        <w:t>PŘÍLOHY</w:t>
      </w:r>
      <w:bookmarkEnd w:id="56"/>
      <w:bookmarkEnd w:id="57"/>
    </w:p>
    <w:p w14:paraId="588834AF" w14:textId="289DFA6F" w:rsidR="00781092" w:rsidRPr="0027069F" w:rsidRDefault="00781092" w:rsidP="00781092">
      <w:pPr>
        <w:pStyle w:val="Text2-1"/>
        <w:tabs>
          <w:tab w:val="clear" w:pos="737"/>
          <w:tab w:val="num" w:pos="709"/>
        </w:tabs>
        <w:ind w:left="3005" w:hanging="3005"/>
      </w:pPr>
      <w:r w:rsidRPr="0027069F">
        <w:t>Příloha č.</w:t>
      </w:r>
      <w:r>
        <w:t xml:space="preserve"> 1</w:t>
      </w:r>
      <w:r w:rsidR="000C6ECB">
        <w:t xml:space="preserve"> ZTP</w:t>
      </w:r>
      <w:r w:rsidRPr="0027069F">
        <w:t xml:space="preserve"> </w:t>
      </w:r>
      <w:r w:rsidR="000C6ECB">
        <w:t>–</w:t>
      </w:r>
      <w:r w:rsidRPr="0027069F">
        <w:t xml:space="preserve"> </w:t>
      </w:r>
      <w:r w:rsidR="000C6ECB">
        <w:t>Vzory f</w:t>
      </w:r>
      <w:r w:rsidRPr="0027069F">
        <w:t>ormulář</w:t>
      </w:r>
      <w:r w:rsidR="000C6ECB">
        <w:t>ů</w:t>
      </w:r>
      <w:r w:rsidRPr="0027069F">
        <w:t xml:space="preserve"> </w:t>
      </w:r>
    </w:p>
    <w:p w14:paraId="7C5A0FE9" w14:textId="29A23578" w:rsidR="00781092" w:rsidRPr="0027069F" w:rsidRDefault="00781092" w:rsidP="00781092">
      <w:pPr>
        <w:pStyle w:val="Text2-1"/>
        <w:tabs>
          <w:tab w:val="clear" w:pos="737"/>
          <w:tab w:val="num" w:pos="709"/>
        </w:tabs>
        <w:ind w:left="3005" w:hanging="3005"/>
      </w:pPr>
      <w:r w:rsidRPr="0027069F">
        <w:t>Příloha č.</w:t>
      </w:r>
      <w:r>
        <w:t xml:space="preserve"> 2</w:t>
      </w:r>
      <w:r w:rsidRPr="0027069F">
        <w:t xml:space="preserve"> </w:t>
      </w:r>
      <w:r w:rsidR="00AA0C46">
        <w:t xml:space="preserve">ZTP </w:t>
      </w:r>
      <w:r w:rsidR="00AA0C46" w:rsidRPr="0027069F">
        <w:t>– Seznam</w:t>
      </w:r>
      <w:r w:rsidRPr="0027069F">
        <w:t xml:space="preserve"> </w:t>
      </w:r>
      <w:r>
        <w:t xml:space="preserve">objektů OŘ Ostrava </w:t>
      </w:r>
    </w:p>
    <w:p w14:paraId="262164E4" w14:textId="4613066E" w:rsidR="00781092" w:rsidRPr="0027069F" w:rsidRDefault="00781092" w:rsidP="00781092">
      <w:pPr>
        <w:pStyle w:val="Text2-1"/>
        <w:tabs>
          <w:tab w:val="clear" w:pos="737"/>
          <w:tab w:val="num" w:pos="709"/>
        </w:tabs>
        <w:ind w:left="3005" w:hanging="3005"/>
      </w:pPr>
      <w:r w:rsidRPr="0027069F">
        <w:t>Příloha č.</w:t>
      </w:r>
      <w:r>
        <w:t xml:space="preserve"> 3</w:t>
      </w:r>
      <w:r w:rsidRPr="0027069F">
        <w:t xml:space="preserve"> </w:t>
      </w:r>
      <w:r w:rsidR="00AA0C46">
        <w:t xml:space="preserve">ZTP </w:t>
      </w:r>
      <w:r w:rsidR="00AA0C46" w:rsidRPr="0027069F">
        <w:t>– Technická</w:t>
      </w:r>
      <w:r w:rsidRPr="0027069F">
        <w:t xml:space="preserve"> zpráva</w:t>
      </w:r>
    </w:p>
    <w:p w14:paraId="241F985A" w14:textId="77777777" w:rsidR="00DF7BAA" w:rsidRPr="00DF7BAA" w:rsidRDefault="00DF7BAA" w:rsidP="00264D52">
      <w:pPr>
        <w:pStyle w:val="Textbezodsazen"/>
      </w:pPr>
    </w:p>
    <w:bookmarkEnd w:id="4"/>
    <w:bookmarkEnd w:id="5"/>
    <w:bookmarkEnd w:id="6"/>
    <w:bookmarkEnd w:id="7"/>
    <w:bookmarkEnd w:id="8"/>
    <w:p w14:paraId="6B2472A9" w14:textId="77777777" w:rsidR="002B6B58" w:rsidRDefault="002B6B58" w:rsidP="00264D52">
      <w:pPr>
        <w:pStyle w:val="Textbezodsazen"/>
      </w:pPr>
    </w:p>
    <w:sectPr w:rsidR="002B6B58" w:rsidSect="00EA69AC">
      <w:headerReference w:type="even" r:id="rId14"/>
      <w:headerReference w:type="default" r:id="rId15"/>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9F31E" w14:textId="77777777" w:rsidR="00FD5350" w:rsidRDefault="00FD5350" w:rsidP="00962258">
      <w:pPr>
        <w:spacing w:after="0" w:line="240" w:lineRule="auto"/>
      </w:pPr>
      <w:r>
        <w:separator/>
      </w:r>
    </w:p>
  </w:endnote>
  <w:endnote w:type="continuationSeparator" w:id="0">
    <w:p w14:paraId="31324167" w14:textId="77777777" w:rsidR="00FD5350" w:rsidRDefault="00FD53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B770C" w:rsidRPr="003462EB" w14:paraId="3E6EF7ED" w14:textId="77777777" w:rsidTr="000C6ECB">
      <w:trPr>
        <w:trHeight w:val="426"/>
      </w:trPr>
      <w:tc>
        <w:tcPr>
          <w:tcW w:w="993" w:type="dxa"/>
          <w:tcMar>
            <w:left w:w="0" w:type="dxa"/>
            <w:right w:w="0" w:type="dxa"/>
          </w:tcMar>
          <w:vAlign w:val="bottom"/>
        </w:tcPr>
        <w:p w14:paraId="29E2E1DF" w14:textId="15303DF3" w:rsidR="00BB770C" w:rsidRPr="00B8518B" w:rsidRDefault="00BB770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4C76">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4C76">
            <w:rPr>
              <w:rStyle w:val="slostrnky"/>
              <w:noProof/>
            </w:rPr>
            <w:t>18</w:t>
          </w:r>
          <w:r w:rsidRPr="00B8518B">
            <w:rPr>
              <w:rStyle w:val="slostrnky"/>
            </w:rPr>
            <w:fldChar w:fldCharType="end"/>
          </w:r>
        </w:p>
      </w:tc>
      <w:tc>
        <w:tcPr>
          <w:tcW w:w="7739" w:type="dxa"/>
          <w:vAlign w:val="bottom"/>
        </w:tcPr>
        <w:p w14:paraId="7FFFE8AC" w14:textId="6ECF6CF1" w:rsidR="00BB770C" w:rsidRDefault="00F22B6A" w:rsidP="003462EB">
          <w:pPr>
            <w:pStyle w:val="Zpatvlevo"/>
          </w:pPr>
          <w:fldSimple w:instr=" STYLEREF  _Název_akce  \* MERGEFORMAT ">
            <w:r w:rsidR="009815E8">
              <w:rPr>
                <w:noProof/>
              </w:rPr>
              <w:t>„Údržba a opravy bytů u pozemních objektů SPS v obvodu OŘ Ostrava 2025/2026“</w:t>
            </w:r>
            <w:r w:rsidR="009815E8">
              <w:rPr>
                <w:noProof/>
              </w:rPr>
              <w:cr/>
            </w:r>
          </w:fldSimple>
          <w:r w:rsidR="00BB770C">
            <w:t xml:space="preserve">Příloha č. </w:t>
          </w:r>
          <w:r w:rsidR="008F090E">
            <w:t>5b</w:t>
          </w:r>
          <w:r w:rsidR="00BB770C">
            <w:t>)</w:t>
          </w:r>
          <w:r w:rsidR="00BB770C" w:rsidRPr="003462EB">
            <w:t xml:space="preserve"> </w:t>
          </w:r>
        </w:p>
        <w:p w14:paraId="178E0553" w14:textId="0CF6E606" w:rsidR="00BB770C" w:rsidRPr="003462EB" w:rsidRDefault="00BB770C" w:rsidP="00DF7BAA">
          <w:pPr>
            <w:pStyle w:val="Zpatvlevo"/>
          </w:pPr>
          <w:r>
            <w:t>Zvláštní</w:t>
          </w:r>
          <w:r w:rsidRPr="003462EB">
            <w:t xml:space="preserve"> technické </w:t>
          </w:r>
          <w:r w:rsidR="00AB410B" w:rsidRPr="003462EB">
            <w:t>podmínky</w:t>
          </w:r>
          <w:r w:rsidR="00AB410B">
            <w:t xml:space="preserve"> – Zhotovení</w:t>
          </w:r>
          <w:r>
            <w:t xml:space="preserve"> stavby – rámcové dohody </w:t>
          </w:r>
        </w:p>
      </w:tc>
    </w:tr>
  </w:tbl>
  <w:p w14:paraId="422A1078" w14:textId="77777777" w:rsidR="00BB770C" w:rsidRPr="00614E71" w:rsidRDefault="00BB770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B770C" w:rsidRPr="009E09BE" w14:paraId="76A4A2A2" w14:textId="77777777" w:rsidTr="00614E71">
      <w:tc>
        <w:tcPr>
          <w:tcW w:w="7797" w:type="dxa"/>
          <w:tcMar>
            <w:left w:w="0" w:type="dxa"/>
            <w:right w:w="0" w:type="dxa"/>
          </w:tcMar>
          <w:vAlign w:val="bottom"/>
        </w:tcPr>
        <w:p w14:paraId="7B4693AA" w14:textId="4D6AD386" w:rsidR="00BB770C" w:rsidRDefault="00F22B6A" w:rsidP="003B111D">
          <w:pPr>
            <w:pStyle w:val="Zpatvpravo"/>
          </w:pPr>
          <w:fldSimple w:instr=" STYLEREF  _Název_akce  \* MERGEFORMAT ">
            <w:r w:rsidR="009815E8">
              <w:rPr>
                <w:noProof/>
              </w:rPr>
              <w:t>„Údržba a opravy bytů u pozemních objektů SPS v obvodu OŘ Ostrava 2025/2026“</w:t>
            </w:r>
            <w:r w:rsidR="009815E8">
              <w:rPr>
                <w:noProof/>
              </w:rPr>
              <w:cr/>
            </w:r>
          </w:fldSimple>
          <w:r w:rsidR="00BB770C">
            <w:t xml:space="preserve">Příloha č. </w:t>
          </w:r>
          <w:r w:rsidR="00CD4C76">
            <w:t>5b</w:t>
          </w:r>
          <w:r w:rsidR="00BB770C">
            <w:t>)</w:t>
          </w:r>
        </w:p>
        <w:p w14:paraId="5D9BD160" w14:textId="70663CDA" w:rsidR="00BB770C" w:rsidRPr="003462EB" w:rsidRDefault="00BB770C" w:rsidP="00517E55">
          <w:pPr>
            <w:pStyle w:val="Zpatvpravo"/>
            <w:rPr>
              <w:rStyle w:val="slostrnky"/>
              <w:b w:val="0"/>
              <w:color w:val="auto"/>
              <w:sz w:val="12"/>
            </w:rPr>
          </w:pPr>
          <w:r>
            <w:t>Zvláštní</w:t>
          </w:r>
          <w:r w:rsidRPr="003462EB">
            <w:t xml:space="preserve"> technické </w:t>
          </w:r>
          <w:r w:rsidR="00AB410B" w:rsidRPr="003462EB">
            <w:t>podmínky</w:t>
          </w:r>
          <w:r w:rsidR="00AB410B">
            <w:t xml:space="preserve"> – Zhotovení</w:t>
          </w:r>
          <w:r>
            <w:t xml:space="preserve"> stavby </w:t>
          </w:r>
        </w:p>
      </w:tc>
      <w:tc>
        <w:tcPr>
          <w:tcW w:w="935" w:type="dxa"/>
          <w:vAlign w:val="bottom"/>
        </w:tcPr>
        <w:p w14:paraId="3DBC2A04" w14:textId="65CD3F07" w:rsidR="00BB770C" w:rsidRPr="009E09BE" w:rsidRDefault="00BB770C"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D4C76">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4C76">
            <w:rPr>
              <w:rStyle w:val="slostrnky"/>
              <w:noProof/>
            </w:rPr>
            <w:t>18</w:t>
          </w:r>
          <w:r w:rsidRPr="00B8518B">
            <w:rPr>
              <w:rStyle w:val="slostrnky"/>
            </w:rPr>
            <w:fldChar w:fldCharType="end"/>
          </w:r>
        </w:p>
      </w:tc>
    </w:tr>
  </w:tbl>
  <w:p w14:paraId="2500101F" w14:textId="77777777" w:rsidR="00BB770C" w:rsidRPr="00B8518B" w:rsidRDefault="00BB770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BB770C" w:rsidRPr="00B8518B" w:rsidRDefault="00BB770C" w:rsidP="00460660">
    <w:pPr>
      <w:pStyle w:val="Zpat"/>
      <w:rPr>
        <w:sz w:val="2"/>
        <w:szCs w:val="2"/>
      </w:rPr>
    </w:pPr>
  </w:p>
  <w:p w14:paraId="53F277EE" w14:textId="77777777" w:rsidR="00BB770C" w:rsidRDefault="00BB770C" w:rsidP="00757290">
    <w:pPr>
      <w:pStyle w:val="Zpatvlevo"/>
      <w:rPr>
        <w:rFonts w:cs="Calibri"/>
        <w:szCs w:val="12"/>
      </w:rPr>
    </w:pPr>
  </w:p>
  <w:p w14:paraId="17EFC080" w14:textId="77777777" w:rsidR="00BB770C" w:rsidRPr="00460660" w:rsidRDefault="00BB770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BACAE" w14:textId="77777777" w:rsidR="00FD5350" w:rsidRDefault="00FD5350" w:rsidP="00962258">
      <w:pPr>
        <w:spacing w:after="0" w:line="240" w:lineRule="auto"/>
      </w:pPr>
      <w:r>
        <w:separator/>
      </w:r>
    </w:p>
  </w:footnote>
  <w:footnote w:type="continuationSeparator" w:id="0">
    <w:p w14:paraId="4CF60584" w14:textId="77777777" w:rsidR="00FD5350" w:rsidRDefault="00FD53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22FA3" w14:textId="32614107" w:rsidR="00AB410B" w:rsidRDefault="00AB410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5CC4A" w14:textId="264B50A3" w:rsidR="00AB410B" w:rsidRDefault="00AB410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770C" w14:paraId="589E9D7A" w14:textId="77777777" w:rsidTr="00B22106">
      <w:trPr>
        <w:trHeight w:hRule="exact" w:val="936"/>
      </w:trPr>
      <w:tc>
        <w:tcPr>
          <w:tcW w:w="1361" w:type="dxa"/>
          <w:tcMar>
            <w:left w:w="0" w:type="dxa"/>
            <w:right w:w="0" w:type="dxa"/>
          </w:tcMar>
        </w:tcPr>
        <w:p w14:paraId="10A13B73" w14:textId="5352B089" w:rsidR="00BB770C" w:rsidRPr="00B8518B" w:rsidRDefault="00BB770C" w:rsidP="00FC6389">
          <w:pPr>
            <w:pStyle w:val="Zpat"/>
            <w:rPr>
              <w:rStyle w:val="slostrnky"/>
            </w:rPr>
          </w:pPr>
        </w:p>
      </w:tc>
      <w:tc>
        <w:tcPr>
          <w:tcW w:w="3458" w:type="dxa"/>
          <w:shd w:val="clear" w:color="auto" w:fill="auto"/>
          <w:tcMar>
            <w:left w:w="0" w:type="dxa"/>
            <w:right w:w="0" w:type="dxa"/>
          </w:tcMar>
        </w:tcPr>
        <w:p w14:paraId="14726CF1" w14:textId="77777777" w:rsidR="00BB770C" w:rsidRDefault="00BB770C"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BB770C" w:rsidRPr="00D6163D" w:rsidRDefault="00BB770C" w:rsidP="00FC6389">
          <w:pPr>
            <w:pStyle w:val="Druhdokumentu"/>
          </w:pPr>
        </w:p>
      </w:tc>
    </w:tr>
    <w:tr w:rsidR="00BB770C" w14:paraId="173B2ADF" w14:textId="77777777" w:rsidTr="00B22106">
      <w:trPr>
        <w:trHeight w:hRule="exact" w:val="936"/>
      </w:trPr>
      <w:tc>
        <w:tcPr>
          <w:tcW w:w="1361" w:type="dxa"/>
          <w:tcMar>
            <w:left w:w="0" w:type="dxa"/>
            <w:right w:w="0" w:type="dxa"/>
          </w:tcMar>
        </w:tcPr>
        <w:p w14:paraId="580C429C" w14:textId="77777777" w:rsidR="00BB770C" w:rsidRPr="00B8518B" w:rsidRDefault="00BB770C" w:rsidP="00FC6389">
          <w:pPr>
            <w:pStyle w:val="Zpat"/>
            <w:rPr>
              <w:rStyle w:val="slostrnky"/>
            </w:rPr>
          </w:pPr>
        </w:p>
      </w:tc>
      <w:tc>
        <w:tcPr>
          <w:tcW w:w="3458" w:type="dxa"/>
          <w:shd w:val="clear" w:color="auto" w:fill="auto"/>
          <w:tcMar>
            <w:left w:w="0" w:type="dxa"/>
            <w:right w:w="0" w:type="dxa"/>
          </w:tcMar>
        </w:tcPr>
        <w:p w14:paraId="69644D16" w14:textId="77777777" w:rsidR="00BB770C" w:rsidRDefault="00BB770C" w:rsidP="00FC6389">
          <w:pPr>
            <w:pStyle w:val="Zpat"/>
          </w:pPr>
        </w:p>
      </w:tc>
      <w:tc>
        <w:tcPr>
          <w:tcW w:w="5756" w:type="dxa"/>
          <w:shd w:val="clear" w:color="auto" w:fill="auto"/>
          <w:tcMar>
            <w:left w:w="0" w:type="dxa"/>
            <w:right w:w="0" w:type="dxa"/>
          </w:tcMar>
        </w:tcPr>
        <w:p w14:paraId="47EE2CD8" w14:textId="77777777" w:rsidR="00BB770C" w:rsidRPr="00D6163D" w:rsidRDefault="00BB770C" w:rsidP="00FC6389">
          <w:pPr>
            <w:pStyle w:val="Druhdokumentu"/>
          </w:pPr>
        </w:p>
      </w:tc>
    </w:tr>
  </w:tbl>
  <w:p w14:paraId="53E85CAA" w14:textId="77777777" w:rsidR="00BB770C" w:rsidRPr="00D6163D" w:rsidRDefault="00BB770C" w:rsidP="00FC6389">
    <w:pPr>
      <w:pStyle w:val="Zhlav"/>
      <w:rPr>
        <w:sz w:val="8"/>
        <w:szCs w:val="8"/>
      </w:rPr>
    </w:pPr>
  </w:p>
  <w:p w14:paraId="1437D3AE" w14:textId="77777777" w:rsidR="00BB770C" w:rsidRPr="00460660" w:rsidRDefault="00BB770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70FF1"/>
    <w:multiLevelType w:val="hybridMultilevel"/>
    <w:tmpl w:val="A3D49FD2"/>
    <w:lvl w:ilvl="0" w:tplc="00B0DB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7904A1"/>
    <w:multiLevelType w:val="hybridMultilevel"/>
    <w:tmpl w:val="967ED14E"/>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A9F0F97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5076"/>
        </w:tabs>
        <w:ind w:left="5076"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06064695">
    <w:abstractNumId w:val="8"/>
  </w:num>
  <w:num w:numId="2" w16cid:durableId="1102844573">
    <w:abstractNumId w:val="6"/>
  </w:num>
  <w:num w:numId="3" w16cid:durableId="1324233737">
    <w:abstractNumId w:val="4"/>
  </w:num>
  <w:num w:numId="4" w16cid:durableId="1460487257">
    <w:abstractNumId w:val="9"/>
  </w:num>
  <w:num w:numId="5" w16cid:durableId="1522401484">
    <w:abstractNumId w:val="11"/>
  </w:num>
  <w:num w:numId="6" w16cid:durableId="780298626">
    <w:abstractNumId w:val="5"/>
  </w:num>
  <w:num w:numId="7" w16cid:durableId="10674146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989149">
    <w:abstractNumId w:val="15"/>
  </w:num>
  <w:num w:numId="9" w16cid:durableId="1095126804">
    <w:abstractNumId w:val="0"/>
  </w:num>
  <w:num w:numId="10" w16cid:durableId="2128086570">
    <w:abstractNumId w:val="9"/>
  </w:num>
  <w:num w:numId="11" w16cid:durableId="454325326">
    <w:abstractNumId w:val="11"/>
  </w:num>
  <w:num w:numId="12" w16cid:durableId="775755010">
    <w:abstractNumId w:val="14"/>
  </w:num>
  <w:num w:numId="13" w16cid:durableId="682321900">
    <w:abstractNumId w:val="3"/>
  </w:num>
  <w:num w:numId="14" w16cid:durableId="1532761161">
    <w:abstractNumId w:val="5"/>
  </w:num>
  <w:num w:numId="15" w16cid:durableId="76873949">
    <w:abstractNumId w:val="15"/>
  </w:num>
  <w:num w:numId="16" w16cid:durableId="1997344781">
    <w:abstractNumId w:val="7"/>
  </w:num>
  <w:num w:numId="17" w16cid:durableId="243807120">
    <w:abstractNumId w:val="10"/>
  </w:num>
  <w:num w:numId="18" w16cid:durableId="338823242">
    <w:abstractNumId w:val="2"/>
  </w:num>
  <w:num w:numId="19" w16cid:durableId="1257330118">
    <w:abstractNumId w:val="5"/>
  </w:num>
  <w:num w:numId="20" w16cid:durableId="1150948111">
    <w:abstractNumId w:val="5"/>
  </w:num>
  <w:num w:numId="21" w16cid:durableId="17101039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5588095">
    <w:abstractNumId w:val="13"/>
  </w:num>
  <w:num w:numId="23" w16cid:durableId="426653009">
    <w:abstractNumId w:val="5"/>
  </w:num>
  <w:num w:numId="24" w16cid:durableId="75635398">
    <w:abstractNumId w:val="5"/>
  </w:num>
  <w:num w:numId="25" w16cid:durableId="1313364378">
    <w:abstractNumId w:val="12"/>
  </w:num>
  <w:num w:numId="26" w16cid:durableId="705452085">
    <w:abstractNumId w:val="5"/>
  </w:num>
  <w:num w:numId="27" w16cid:durableId="683290556">
    <w:abstractNumId w:val="5"/>
  </w:num>
  <w:num w:numId="28" w16cid:durableId="578952826">
    <w:abstractNumId w:val="5"/>
  </w:num>
  <w:num w:numId="29" w16cid:durableId="213398041">
    <w:abstractNumId w:val="1"/>
  </w:num>
  <w:num w:numId="30" w16cid:durableId="663977080">
    <w:abstractNumId w:val="5"/>
  </w:num>
  <w:num w:numId="31" w16cid:durableId="186218510">
    <w:abstractNumId w:val="5"/>
  </w:num>
  <w:num w:numId="32" w16cid:durableId="376127499">
    <w:abstractNumId w:val="5"/>
  </w:num>
  <w:num w:numId="33" w16cid:durableId="807429969">
    <w:abstractNumId w:val="5"/>
  </w:num>
  <w:num w:numId="34" w16cid:durableId="345206463">
    <w:abstractNumId w:val="5"/>
  </w:num>
  <w:num w:numId="35" w16cid:durableId="600644239">
    <w:abstractNumId w:val="5"/>
  </w:num>
  <w:num w:numId="36" w16cid:durableId="1133131748">
    <w:abstractNumId w:val="5"/>
  </w:num>
  <w:num w:numId="37" w16cid:durableId="1919516194">
    <w:abstractNumId w:val="5"/>
  </w:num>
  <w:num w:numId="38" w16cid:durableId="1036080727">
    <w:abstractNumId w:val="5"/>
  </w:num>
  <w:num w:numId="39" w16cid:durableId="20710291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68391078">
    <w:abstractNumId w:val="5"/>
  </w:num>
  <w:num w:numId="41" w16cid:durableId="332420757">
    <w:abstractNumId w:val="5"/>
  </w:num>
  <w:num w:numId="42" w16cid:durableId="578177689">
    <w:abstractNumId w:val="5"/>
  </w:num>
  <w:num w:numId="43" w16cid:durableId="172741241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24A1"/>
    <w:rsid w:val="00012EC4"/>
    <w:rsid w:val="00013877"/>
    <w:rsid w:val="000145C8"/>
    <w:rsid w:val="0001478C"/>
    <w:rsid w:val="00016C37"/>
    <w:rsid w:val="00016E6B"/>
    <w:rsid w:val="00016F90"/>
    <w:rsid w:val="0001744E"/>
    <w:rsid w:val="00017F3C"/>
    <w:rsid w:val="00021D3A"/>
    <w:rsid w:val="0002279D"/>
    <w:rsid w:val="00022F77"/>
    <w:rsid w:val="00022FA5"/>
    <w:rsid w:val="00024EF0"/>
    <w:rsid w:val="000258E6"/>
    <w:rsid w:val="0002642A"/>
    <w:rsid w:val="00031D7C"/>
    <w:rsid w:val="000328BC"/>
    <w:rsid w:val="000342CE"/>
    <w:rsid w:val="00035570"/>
    <w:rsid w:val="00041EC8"/>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A0346"/>
    <w:rsid w:val="000A03B8"/>
    <w:rsid w:val="000A06AE"/>
    <w:rsid w:val="000A0779"/>
    <w:rsid w:val="000A0DC8"/>
    <w:rsid w:val="000A2B28"/>
    <w:rsid w:val="000A503C"/>
    <w:rsid w:val="000A6E75"/>
    <w:rsid w:val="000B408F"/>
    <w:rsid w:val="000B4EB8"/>
    <w:rsid w:val="000C2C3D"/>
    <w:rsid w:val="000C3375"/>
    <w:rsid w:val="000C41F2"/>
    <w:rsid w:val="000C6ECB"/>
    <w:rsid w:val="000D22C4"/>
    <w:rsid w:val="000D27D1"/>
    <w:rsid w:val="000D5D71"/>
    <w:rsid w:val="000D6539"/>
    <w:rsid w:val="000E11D6"/>
    <w:rsid w:val="000E1A7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25AB1"/>
    <w:rsid w:val="00130E62"/>
    <w:rsid w:val="00134146"/>
    <w:rsid w:val="001401D5"/>
    <w:rsid w:val="00140433"/>
    <w:rsid w:val="001456A2"/>
    <w:rsid w:val="001458F9"/>
    <w:rsid w:val="00145ACA"/>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2EAF"/>
    <w:rsid w:val="001D35FE"/>
    <w:rsid w:val="001D39DE"/>
    <w:rsid w:val="001E678E"/>
    <w:rsid w:val="001E78D3"/>
    <w:rsid w:val="001F04A0"/>
    <w:rsid w:val="001F1699"/>
    <w:rsid w:val="001F25FE"/>
    <w:rsid w:val="002007BA"/>
    <w:rsid w:val="00202CF7"/>
    <w:rsid w:val="00202F90"/>
    <w:rsid w:val="002038C9"/>
    <w:rsid w:val="0020604B"/>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1CE3"/>
    <w:rsid w:val="0025283D"/>
    <w:rsid w:val="00252A5C"/>
    <w:rsid w:val="00253E6A"/>
    <w:rsid w:val="002548B5"/>
    <w:rsid w:val="00260813"/>
    <w:rsid w:val="00261A5B"/>
    <w:rsid w:val="00262E5B"/>
    <w:rsid w:val="00263DB8"/>
    <w:rsid w:val="00264D52"/>
    <w:rsid w:val="002723B9"/>
    <w:rsid w:val="0027422E"/>
    <w:rsid w:val="00274BE5"/>
    <w:rsid w:val="0027512F"/>
    <w:rsid w:val="00276AFE"/>
    <w:rsid w:val="00280695"/>
    <w:rsid w:val="00286B2D"/>
    <w:rsid w:val="00287EA4"/>
    <w:rsid w:val="0029043F"/>
    <w:rsid w:val="0029406B"/>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3B4D"/>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4918"/>
    <w:rsid w:val="003418A3"/>
    <w:rsid w:val="0034274B"/>
    <w:rsid w:val="00344BB9"/>
    <w:rsid w:val="003462EB"/>
    <w:rsid w:val="0034719F"/>
    <w:rsid w:val="00350A35"/>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0E7F"/>
    <w:rsid w:val="003B111D"/>
    <w:rsid w:val="003B2407"/>
    <w:rsid w:val="003B7D96"/>
    <w:rsid w:val="003C33F2"/>
    <w:rsid w:val="003C6679"/>
    <w:rsid w:val="003C7295"/>
    <w:rsid w:val="003D3906"/>
    <w:rsid w:val="003D756E"/>
    <w:rsid w:val="003D7905"/>
    <w:rsid w:val="003E2851"/>
    <w:rsid w:val="003E29C0"/>
    <w:rsid w:val="003E3EDF"/>
    <w:rsid w:val="003E420D"/>
    <w:rsid w:val="003E4C13"/>
    <w:rsid w:val="003E735B"/>
    <w:rsid w:val="003E7FA6"/>
    <w:rsid w:val="003F2B5E"/>
    <w:rsid w:val="003F64A7"/>
    <w:rsid w:val="003F75EE"/>
    <w:rsid w:val="004012C9"/>
    <w:rsid w:val="00403710"/>
    <w:rsid w:val="0040435C"/>
    <w:rsid w:val="00404F88"/>
    <w:rsid w:val="004078F3"/>
    <w:rsid w:val="00410C44"/>
    <w:rsid w:val="00412D61"/>
    <w:rsid w:val="00421120"/>
    <w:rsid w:val="004211D8"/>
    <w:rsid w:val="00421C8D"/>
    <w:rsid w:val="00422860"/>
    <w:rsid w:val="0042581E"/>
    <w:rsid w:val="0042598C"/>
    <w:rsid w:val="00427794"/>
    <w:rsid w:val="0043237D"/>
    <w:rsid w:val="00433963"/>
    <w:rsid w:val="00433E2D"/>
    <w:rsid w:val="004378C9"/>
    <w:rsid w:val="00443210"/>
    <w:rsid w:val="00443D42"/>
    <w:rsid w:val="004461DF"/>
    <w:rsid w:val="00450F07"/>
    <w:rsid w:val="00453CD3"/>
    <w:rsid w:val="0045657D"/>
    <w:rsid w:val="00460660"/>
    <w:rsid w:val="00462A46"/>
    <w:rsid w:val="00462DB8"/>
    <w:rsid w:val="00463785"/>
    <w:rsid w:val="00463BD5"/>
    <w:rsid w:val="00464BA9"/>
    <w:rsid w:val="00464D4A"/>
    <w:rsid w:val="00467430"/>
    <w:rsid w:val="00470F14"/>
    <w:rsid w:val="004725AC"/>
    <w:rsid w:val="0047647C"/>
    <w:rsid w:val="0048341C"/>
    <w:rsid w:val="0048380F"/>
    <w:rsid w:val="00483969"/>
    <w:rsid w:val="0048423D"/>
    <w:rsid w:val="00484F28"/>
    <w:rsid w:val="00486107"/>
    <w:rsid w:val="00486DF3"/>
    <w:rsid w:val="004877A7"/>
    <w:rsid w:val="0049107E"/>
    <w:rsid w:val="00491827"/>
    <w:rsid w:val="00491D23"/>
    <w:rsid w:val="004955B8"/>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E55"/>
    <w:rsid w:val="005220AF"/>
    <w:rsid w:val="00523BB5"/>
    <w:rsid w:val="00523EA7"/>
    <w:rsid w:val="00524520"/>
    <w:rsid w:val="00525187"/>
    <w:rsid w:val="0052538C"/>
    <w:rsid w:val="00525C0C"/>
    <w:rsid w:val="0052615C"/>
    <w:rsid w:val="0052735A"/>
    <w:rsid w:val="00527AC9"/>
    <w:rsid w:val="00531CB9"/>
    <w:rsid w:val="00532F79"/>
    <w:rsid w:val="005334A9"/>
    <w:rsid w:val="005403D3"/>
    <w:rsid w:val="005406EB"/>
    <w:rsid w:val="00540FAD"/>
    <w:rsid w:val="00545AD1"/>
    <w:rsid w:val="0055066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A1F44"/>
    <w:rsid w:val="005A499F"/>
    <w:rsid w:val="005A6C0C"/>
    <w:rsid w:val="005C4F2D"/>
    <w:rsid w:val="005C5596"/>
    <w:rsid w:val="005C732A"/>
    <w:rsid w:val="005C736A"/>
    <w:rsid w:val="005D1608"/>
    <w:rsid w:val="005D1B50"/>
    <w:rsid w:val="005D2C6C"/>
    <w:rsid w:val="005D336A"/>
    <w:rsid w:val="005D3619"/>
    <w:rsid w:val="005D385D"/>
    <w:rsid w:val="005D3C39"/>
    <w:rsid w:val="005D7706"/>
    <w:rsid w:val="005E0049"/>
    <w:rsid w:val="005E1267"/>
    <w:rsid w:val="005E2503"/>
    <w:rsid w:val="005E47F4"/>
    <w:rsid w:val="005F0383"/>
    <w:rsid w:val="005F63AC"/>
    <w:rsid w:val="0060019A"/>
    <w:rsid w:val="00601A8C"/>
    <w:rsid w:val="0060289C"/>
    <w:rsid w:val="00602AFF"/>
    <w:rsid w:val="00605834"/>
    <w:rsid w:val="00606137"/>
    <w:rsid w:val="0061068E"/>
    <w:rsid w:val="006115D3"/>
    <w:rsid w:val="00612EDB"/>
    <w:rsid w:val="00613D3A"/>
    <w:rsid w:val="006146BF"/>
    <w:rsid w:val="006149D2"/>
    <w:rsid w:val="00614E71"/>
    <w:rsid w:val="00615BEC"/>
    <w:rsid w:val="00616EAA"/>
    <w:rsid w:val="00616F81"/>
    <w:rsid w:val="006208DF"/>
    <w:rsid w:val="006327AB"/>
    <w:rsid w:val="006411F1"/>
    <w:rsid w:val="00645371"/>
    <w:rsid w:val="00646A59"/>
    <w:rsid w:val="006501CA"/>
    <w:rsid w:val="00652C01"/>
    <w:rsid w:val="00655976"/>
    <w:rsid w:val="0065610E"/>
    <w:rsid w:val="006606DB"/>
    <w:rsid w:val="00660AD3"/>
    <w:rsid w:val="0066157F"/>
    <w:rsid w:val="00662559"/>
    <w:rsid w:val="0066271F"/>
    <w:rsid w:val="00662818"/>
    <w:rsid w:val="00672F4D"/>
    <w:rsid w:val="006732C6"/>
    <w:rsid w:val="006776B6"/>
    <w:rsid w:val="00680384"/>
    <w:rsid w:val="00686559"/>
    <w:rsid w:val="00687579"/>
    <w:rsid w:val="0069136C"/>
    <w:rsid w:val="00693150"/>
    <w:rsid w:val="00694A12"/>
    <w:rsid w:val="006972D4"/>
    <w:rsid w:val="00697FB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455E"/>
    <w:rsid w:val="006F687F"/>
    <w:rsid w:val="006F70E0"/>
    <w:rsid w:val="00700A8A"/>
    <w:rsid w:val="007020E6"/>
    <w:rsid w:val="007077E5"/>
    <w:rsid w:val="00710723"/>
    <w:rsid w:val="00710D2D"/>
    <w:rsid w:val="007161BD"/>
    <w:rsid w:val="00720802"/>
    <w:rsid w:val="00722BEB"/>
    <w:rsid w:val="00723ED1"/>
    <w:rsid w:val="00724411"/>
    <w:rsid w:val="007254C4"/>
    <w:rsid w:val="0072657E"/>
    <w:rsid w:val="00731EFA"/>
    <w:rsid w:val="00732944"/>
    <w:rsid w:val="00732A80"/>
    <w:rsid w:val="00733263"/>
    <w:rsid w:val="00733AD8"/>
    <w:rsid w:val="007345FE"/>
    <w:rsid w:val="00735BE7"/>
    <w:rsid w:val="00735F5B"/>
    <w:rsid w:val="00740821"/>
    <w:rsid w:val="00740AB9"/>
    <w:rsid w:val="00740AF5"/>
    <w:rsid w:val="007426F9"/>
    <w:rsid w:val="00742C48"/>
    <w:rsid w:val="00743525"/>
    <w:rsid w:val="00744694"/>
    <w:rsid w:val="00744D42"/>
    <w:rsid w:val="00745555"/>
    <w:rsid w:val="00745B7E"/>
    <w:rsid w:val="00745F94"/>
    <w:rsid w:val="00746474"/>
    <w:rsid w:val="00753357"/>
    <w:rsid w:val="00753F2C"/>
    <w:rsid w:val="007541A2"/>
    <w:rsid w:val="00754C65"/>
    <w:rsid w:val="00755381"/>
    <w:rsid w:val="00755818"/>
    <w:rsid w:val="00756A89"/>
    <w:rsid w:val="00757290"/>
    <w:rsid w:val="007576A5"/>
    <w:rsid w:val="00757E4D"/>
    <w:rsid w:val="007606D6"/>
    <w:rsid w:val="0076286B"/>
    <w:rsid w:val="00766846"/>
    <w:rsid w:val="0076790E"/>
    <w:rsid w:val="00770601"/>
    <w:rsid w:val="0077673A"/>
    <w:rsid w:val="00776C2B"/>
    <w:rsid w:val="00776DD2"/>
    <w:rsid w:val="00781092"/>
    <w:rsid w:val="00781F41"/>
    <w:rsid w:val="00782083"/>
    <w:rsid w:val="007846E1"/>
    <w:rsid w:val="007847D6"/>
    <w:rsid w:val="00784EFE"/>
    <w:rsid w:val="007854A9"/>
    <w:rsid w:val="00796FF0"/>
    <w:rsid w:val="00797BF3"/>
    <w:rsid w:val="00797E5F"/>
    <w:rsid w:val="007A202B"/>
    <w:rsid w:val="007A5172"/>
    <w:rsid w:val="007A67A0"/>
    <w:rsid w:val="007B133E"/>
    <w:rsid w:val="007B1660"/>
    <w:rsid w:val="007B1A9D"/>
    <w:rsid w:val="007B1F2E"/>
    <w:rsid w:val="007B570C"/>
    <w:rsid w:val="007C15BD"/>
    <w:rsid w:val="007C4C8F"/>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6930"/>
    <w:rsid w:val="008170FD"/>
    <w:rsid w:val="00817499"/>
    <w:rsid w:val="00817D8E"/>
    <w:rsid w:val="00821712"/>
    <w:rsid w:val="00821D01"/>
    <w:rsid w:val="00824893"/>
    <w:rsid w:val="00826B7B"/>
    <w:rsid w:val="0083158B"/>
    <w:rsid w:val="0083197D"/>
    <w:rsid w:val="00831E0F"/>
    <w:rsid w:val="00833AC0"/>
    <w:rsid w:val="00834146"/>
    <w:rsid w:val="00840EA1"/>
    <w:rsid w:val="00846789"/>
    <w:rsid w:val="00854B3C"/>
    <w:rsid w:val="00855188"/>
    <w:rsid w:val="008579F7"/>
    <w:rsid w:val="00857CC5"/>
    <w:rsid w:val="00860F4E"/>
    <w:rsid w:val="00865541"/>
    <w:rsid w:val="00865F5F"/>
    <w:rsid w:val="00872C00"/>
    <w:rsid w:val="00877EEA"/>
    <w:rsid w:val="0088200B"/>
    <w:rsid w:val="008825BA"/>
    <w:rsid w:val="00887F36"/>
    <w:rsid w:val="00890A4F"/>
    <w:rsid w:val="00893DFC"/>
    <w:rsid w:val="00896BAA"/>
    <w:rsid w:val="008975AC"/>
    <w:rsid w:val="008A01EA"/>
    <w:rsid w:val="008A19E2"/>
    <w:rsid w:val="008A23C0"/>
    <w:rsid w:val="008A3568"/>
    <w:rsid w:val="008A3ACD"/>
    <w:rsid w:val="008A4FE4"/>
    <w:rsid w:val="008A57B4"/>
    <w:rsid w:val="008A6999"/>
    <w:rsid w:val="008B2B40"/>
    <w:rsid w:val="008B391B"/>
    <w:rsid w:val="008B4F46"/>
    <w:rsid w:val="008C0754"/>
    <w:rsid w:val="008C24A8"/>
    <w:rsid w:val="008C3B2B"/>
    <w:rsid w:val="008C3E94"/>
    <w:rsid w:val="008C4EA5"/>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20E1"/>
    <w:rsid w:val="008E54C8"/>
    <w:rsid w:val="008F0628"/>
    <w:rsid w:val="008F090E"/>
    <w:rsid w:val="008F18D6"/>
    <w:rsid w:val="008F2C9B"/>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442DE"/>
    <w:rsid w:val="00950260"/>
    <w:rsid w:val="00950944"/>
    <w:rsid w:val="00952596"/>
    <w:rsid w:val="00953A4A"/>
    <w:rsid w:val="00953E37"/>
    <w:rsid w:val="00957F1F"/>
    <w:rsid w:val="00962258"/>
    <w:rsid w:val="009625F2"/>
    <w:rsid w:val="009667B1"/>
    <w:rsid w:val="00967398"/>
    <w:rsid w:val="009678B7"/>
    <w:rsid w:val="00971457"/>
    <w:rsid w:val="009717F1"/>
    <w:rsid w:val="0097239D"/>
    <w:rsid w:val="00976824"/>
    <w:rsid w:val="009774EB"/>
    <w:rsid w:val="00980EEF"/>
    <w:rsid w:val="009815E8"/>
    <w:rsid w:val="00981A8E"/>
    <w:rsid w:val="0099003A"/>
    <w:rsid w:val="009903C3"/>
    <w:rsid w:val="009920E1"/>
    <w:rsid w:val="00992D9C"/>
    <w:rsid w:val="00992FC6"/>
    <w:rsid w:val="00996CB8"/>
    <w:rsid w:val="009A2A71"/>
    <w:rsid w:val="009A2B1A"/>
    <w:rsid w:val="009A404E"/>
    <w:rsid w:val="009B1DD9"/>
    <w:rsid w:val="009B2E97"/>
    <w:rsid w:val="009B303C"/>
    <w:rsid w:val="009B50C1"/>
    <w:rsid w:val="009B5146"/>
    <w:rsid w:val="009B5181"/>
    <w:rsid w:val="009C016F"/>
    <w:rsid w:val="009C1D92"/>
    <w:rsid w:val="009C2C73"/>
    <w:rsid w:val="009C418E"/>
    <w:rsid w:val="009C442C"/>
    <w:rsid w:val="009C4EEA"/>
    <w:rsid w:val="009C5985"/>
    <w:rsid w:val="009D0373"/>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2219"/>
    <w:rsid w:val="00A04D7F"/>
    <w:rsid w:val="00A07078"/>
    <w:rsid w:val="00A0740E"/>
    <w:rsid w:val="00A10D37"/>
    <w:rsid w:val="00A16611"/>
    <w:rsid w:val="00A16D53"/>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861B4"/>
    <w:rsid w:val="00A92D24"/>
    <w:rsid w:val="00A94C2F"/>
    <w:rsid w:val="00A94F0E"/>
    <w:rsid w:val="00A95445"/>
    <w:rsid w:val="00AA0C46"/>
    <w:rsid w:val="00AA4CBB"/>
    <w:rsid w:val="00AA587B"/>
    <w:rsid w:val="00AA65FA"/>
    <w:rsid w:val="00AA6984"/>
    <w:rsid w:val="00AA7351"/>
    <w:rsid w:val="00AB410B"/>
    <w:rsid w:val="00AB4C63"/>
    <w:rsid w:val="00AB536D"/>
    <w:rsid w:val="00AC3E83"/>
    <w:rsid w:val="00AC41AE"/>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AF78D5"/>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4F18"/>
    <w:rsid w:val="00B8518B"/>
    <w:rsid w:val="00B85A67"/>
    <w:rsid w:val="00B861EA"/>
    <w:rsid w:val="00B90FC2"/>
    <w:rsid w:val="00B93566"/>
    <w:rsid w:val="00B94742"/>
    <w:rsid w:val="00B94F10"/>
    <w:rsid w:val="00B961F9"/>
    <w:rsid w:val="00B97CC3"/>
    <w:rsid w:val="00BA2F47"/>
    <w:rsid w:val="00BB770C"/>
    <w:rsid w:val="00BB7876"/>
    <w:rsid w:val="00BC0405"/>
    <w:rsid w:val="00BC06C4"/>
    <w:rsid w:val="00BC5413"/>
    <w:rsid w:val="00BC56A0"/>
    <w:rsid w:val="00BC5755"/>
    <w:rsid w:val="00BC62DD"/>
    <w:rsid w:val="00BC6856"/>
    <w:rsid w:val="00BC6CFB"/>
    <w:rsid w:val="00BD583A"/>
    <w:rsid w:val="00BD6C04"/>
    <w:rsid w:val="00BD76C3"/>
    <w:rsid w:val="00BD7E91"/>
    <w:rsid w:val="00BD7F0D"/>
    <w:rsid w:val="00BE06DC"/>
    <w:rsid w:val="00BE06E2"/>
    <w:rsid w:val="00BF54FE"/>
    <w:rsid w:val="00BF6922"/>
    <w:rsid w:val="00BF6AEC"/>
    <w:rsid w:val="00C01A3A"/>
    <w:rsid w:val="00C02D0A"/>
    <w:rsid w:val="00C03A6E"/>
    <w:rsid w:val="00C05C11"/>
    <w:rsid w:val="00C13860"/>
    <w:rsid w:val="00C13FC8"/>
    <w:rsid w:val="00C15981"/>
    <w:rsid w:val="00C21C36"/>
    <w:rsid w:val="00C226C0"/>
    <w:rsid w:val="00C22D8F"/>
    <w:rsid w:val="00C23FB5"/>
    <w:rsid w:val="00C24A6A"/>
    <w:rsid w:val="00C2573F"/>
    <w:rsid w:val="00C266C6"/>
    <w:rsid w:val="00C3030A"/>
    <w:rsid w:val="00C30CA8"/>
    <w:rsid w:val="00C33D7C"/>
    <w:rsid w:val="00C3492B"/>
    <w:rsid w:val="00C365DA"/>
    <w:rsid w:val="00C36679"/>
    <w:rsid w:val="00C4162B"/>
    <w:rsid w:val="00C42FE6"/>
    <w:rsid w:val="00C44F6A"/>
    <w:rsid w:val="00C51B48"/>
    <w:rsid w:val="00C53FFF"/>
    <w:rsid w:val="00C54E22"/>
    <w:rsid w:val="00C56FB9"/>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D4C76"/>
    <w:rsid w:val="00CE1C97"/>
    <w:rsid w:val="00CE2A6B"/>
    <w:rsid w:val="00CF034F"/>
    <w:rsid w:val="00CF067D"/>
    <w:rsid w:val="00CF2936"/>
    <w:rsid w:val="00CF3BBC"/>
    <w:rsid w:val="00D0273B"/>
    <w:rsid w:val="00D034A0"/>
    <w:rsid w:val="00D06F78"/>
    <w:rsid w:val="00D0732C"/>
    <w:rsid w:val="00D12130"/>
    <w:rsid w:val="00D12C76"/>
    <w:rsid w:val="00D173CC"/>
    <w:rsid w:val="00D21061"/>
    <w:rsid w:val="00D21543"/>
    <w:rsid w:val="00D21E77"/>
    <w:rsid w:val="00D24AE7"/>
    <w:rsid w:val="00D271D7"/>
    <w:rsid w:val="00D322B7"/>
    <w:rsid w:val="00D328D1"/>
    <w:rsid w:val="00D33D4C"/>
    <w:rsid w:val="00D35AE8"/>
    <w:rsid w:val="00D4108E"/>
    <w:rsid w:val="00D4656A"/>
    <w:rsid w:val="00D47647"/>
    <w:rsid w:val="00D51539"/>
    <w:rsid w:val="00D521D0"/>
    <w:rsid w:val="00D53BF5"/>
    <w:rsid w:val="00D55077"/>
    <w:rsid w:val="00D6163D"/>
    <w:rsid w:val="00D61BB3"/>
    <w:rsid w:val="00D67D3D"/>
    <w:rsid w:val="00D721BE"/>
    <w:rsid w:val="00D755BD"/>
    <w:rsid w:val="00D76576"/>
    <w:rsid w:val="00D771F6"/>
    <w:rsid w:val="00D77F10"/>
    <w:rsid w:val="00D80E63"/>
    <w:rsid w:val="00D82632"/>
    <w:rsid w:val="00D831A3"/>
    <w:rsid w:val="00D83F33"/>
    <w:rsid w:val="00D8421D"/>
    <w:rsid w:val="00D85204"/>
    <w:rsid w:val="00D86D36"/>
    <w:rsid w:val="00D90C8B"/>
    <w:rsid w:val="00D97256"/>
    <w:rsid w:val="00D97BE3"/>
    <w:rsid w:val="00D97E89"/>
    <w:rsid w:val="00DA1C67"/>
    <w:rsid w:val="00DA2178"/>
    <w:rsid w:val="00DA27EA"/>
    <w:rsid w:val="00DA3711"/>
    <w:rsid w:val="00DA4963"/>
    <w:rsid w:val="00DA7BD2"/>
    <w:rsid w:val="00DB04B5"/>
    <w:rsid w:val="00DB1800"/>
    <w:rsid w:val="00DB2B1C"/>
    <w:rsid w:val="00DB333A"/>
    <w:rsid w:val="00DB5245"/>
    <w:rsid w:val="00DB5880"/>
    <w:rsid w:val="00DB58AA"/>
    <w:rsid w:val="00DB60B6"/>
    <w:rsid w:val="00DB6450"/>
    <w:rsid w:val="00DC31D8"/>
    <w:rsid w:val="00DC430B"/>
    <w:rsid w:val="00DC55C8"/>
    <w:rsid w:val="00DC60F1"/>
    <w:rsid w:val="00DD10A4"/>
    <w:rsid w:val="00DD22E7"/>
    <w:rsid w:val="00DD3D78"/>
    <w:rsid w:val="00DD46F3"/>
    <w:rsid w:val="00DD5E70"/>
    <w:rsid w:val="00DE3429"/>
    <w:rsid w:val="00DE39FF"/>
    <w:rsid w:val="00DE51A5"/>
    <w:rsid w:val="00DE56F2"/>
    <w:rsid w:val="00DE7B5C"/>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0BE4"/>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2A5"/>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2DEC"/>
    <w:rsid w:val="00F1409E"/>
    <w:rsid w:val="00F1715C"/>
    <w:rsid w:val="00F207F3"/>
    <w:rsid w:val="00F21EDB"/>
    <w:rsid w:val="00F22B6A"/>
    <w:rsid w:val="00F23487"/>
    <w:rsid w:val="00F24845"/>
    <w:rsid w:val="00F310F8"/>
    <w:rsid w:val="00F310FA"/>
    <w:rsid w:val="00F31B83"/>
    <w:rsid w:val="00F331C1"/>
    <w:rsid w:val="00F343AA"/>
    <w:rsid w:val="00F35939"/>
    <w:rsid w:val="00F4259E"/>
    <w:rsid w:val="00F43984"/>
    <w:rsid w:val="00F439A0"/>
    <w:rsid w:val="00F45607"/>
    <w:rsid w:val="00F4722B"/>
    <w:rsid w:val="00F52698"/>
    <w:rsid w:val="00F54432"/>
    <w:rsid w:val="00F55CE8"/>
    <w:rsid w:val="00F606EE"/>
    <w:rsid w:val="00F60958"/>
    <w:rsid w:val="00F60DF5"/>
    <w:rsid w:val="00F60EBA"/>
    <w:rsid w:val="00F659EB"/>
    <w:rsid w:val="00F66312"/>
    <w:rsid w:val="00F66DA9"/>
    <w:rsid w:val="00F673CB"/>
    <w:rsid w:val="00F705D1"/>
    <w:rsid w:val="00F72FDF"/>
    <w:rsid w:val="00F77C5F"/>
    <w:rsid w:val="00F82B00"/>
    <w:rsid w:val="00F832AA"/>
    <w:rsid w:val="00F83AE6"/>
    <w:rsid w:val="00F84891"/>
    <w:rsid w:val="00F85B8B"/>
    <w:rsid w:val="00F8680A"/>
    <w:rsid w:val="00F86BA6"/>
    <w:rsid w:val="00F8788B"/>
    <w:rsid w:val="00F92E3A"/>
    <w:rsid w:val="00F93A94"/>
    <w:rsid w:val="00FA17DD"/>
    <w:rsid w:val="00FA21D3"/>
    <w:rsid w:val="00FA4C8E"/>
    <w:rsid w:val="00FA5522"/>
    <w:rsid w:val="00FB134A"/>
    <w:rsid w:val="00FB5DE8"/>
    <w:rsid w:val="00FB6342"/>
    <w:rsid w:val="00FB6C97"/>
    <w:rsid w:val="00FC3C9B"/>
    <w:rsid w:val="00FC6389"/>
    <w:rsid w:val="00FC6B75"/>
    <w:rsid w:val="00FD0503"/>
    <w:rsid w:val="00FD5350"/>
    <w:rsid w:val="00FD55A7"/>
    <w:rsid w:val="00FD5F18"/>
    <w:rsid w:val="00FE22C4"/>
    <w:rsid w:val="00FE5309"/>
    <w:rsid w:val="00FE5F22"/>
    <w:rsid w:val="00FE69DC"/>
    <w:rsid w:val="00FE6AEC"/>
    <w:rsid w:val="00FE6D68"/>
    <w:rsid w:val="00FE74F5"/>
    <w:rsid w:val="00FF3239"/>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jaluvk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toupal@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2D50"/>
    <w:rsid w:val="00180153"/>
    <w:rsid w:val="00182DEA"/>
    <w:rsid w:val="001A0BDC"/>
    <w:rsid w:val="001F0177"/>
    <w:rsid w:val="001F61B6"/>
    <w:rsid w:val="00204520"/>
    <w:rsid w:val="0020604B"/>
    <w:rsid w:val="0022554F"/>
    <w:rsid w:val="00256AC1"/>
    <w:rsid w:val="00290B97"/>
    <w:rsid w:val="0029406B"/>
    <w:rsid w:val="00295F61"/>
    <w:rsid w:val="002D74B9"/>
    <w:rsid w:val="002E448E"/>
    <w:rsid w:val="003D1CE3"/>
    <w:rsid w:val="00433E2D"/>
    <w:rsid w:val="00553D37"/>
    <w:rsid w:val="005A5A36"/>
    <w:rsid w:val="005B1DD6"/>
    <w:rsid w:val="005C446F"/>
    <w:rsid w:val="005F3872"/>
    <w:rsid w:val="006257D2"/>
    <w:rsid w:val="00641106"/>
    <w:rsid w:val="007263AB"/>
    <w:rsid w:val="00731EFA"/>
    <w:rsid w:val="007606D6"/>
    <w:rsid w:val="007A54EE"/>
    <w:rsid w:val="007C04C2"/>
    <w:rsid w:val="007C185D"/>
    <w:rsid w:val="008335B3"/>
    <w:rsid w:val="008417F1"/>
    <w:rsid w:val="0088762F"/>
    <w:rsid w:val="008F69B2"/>
    <w:rsid w:val="00913853"/>
    <w:rsid w:val="00960CE3"/>
    <w:rsid w:val="009F1E68"/>
    <w:rsid w:val="00A13EDF"/>
    <w:rsid w:val="00A255A8"/>
    <w:rsid w:val="00A57052"/>
    <w:rsid w:val="00A57B8D"/>
    <w:rsid w:val="00A6314C"/>
    <w:rsid w:val="00A66753"/>
    <w:rsid w:val="00A7139D"/>
    <w:rsid w:val="00B00FA3"/>
    <w:rsid w:val="00B16F27"/>
    <w:rsid w:val="00B30CC9"/>
    <w:rsid w:val="00B51284"/>
    <w:rsid w:val="00B642BC"/>
    <w:rsid w:val="00BF7EAF"/>
    <w:rsid w:val="00C4354E"/>
    <w:rsid w:val="00C710FC"/>
    <w:rsid w:val="00CF3DC6"/>
    <w:rsid w:val="00D60657"/>
    <w:rsid w:val="00DA36A4"/>
    <w:rsid w:val="00EA225F"/>
    <w:rsid w:val="00EC1FE9"/>
    <w:rsid w:val="00F31B83"/>
    <w:rsid w:val="00F56CC5"/>
    <w:rsid w:val="00F72E8C"/>
    <w:rsid w:val="00FA0ECB"/>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80153"/>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49E53544-16E6-4F31-88EF-1722269D2479}">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ZTP_R_VZOR_220830.dotx</Template>
  <TotalTime>28</TotalTime>
  <Pages>16</Pages>
  <Words>6135</Words>
  <Characters>36200</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42251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OVZ</cp:lastModifiedBy>
  <cp:revision>6</cp:revision>
  <cp:lastPrinted>2023-02-06T13:26:00Z</cp:lastPrinted>
  <dcterms:created xsi:type="dcterms:W3CDTF">2025-05-27T08:33:00Z</dcterms:created>
  <dcterms:modified xsi:type="dcterms:W3CDTF">2025-06-30T12:43:00Z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